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E9717" w14:textId="77777777" w:rsidR="00461EC9" w:rsidRPr="00100F5A" w:rsidRDefault="00946AEA" w:rsidP="00461EC9">
      <w:pPr>
        <w:autoSpaceDE w:val="0"/>
        <w:autoSpaceDN w:val="0"/>
        <w:adjustRightInd w:val="0"/>
        <w:jc w:val="right"/>
        <w:rPr>
          <w:rFonts w:ascii="Verdana" w:hAnsi="Verdana" w:cs="Courier New"/>
          <w:szCs w:val="24"/>
          <w:lang w:eastAsia="en-GB"/>
        </w:rPr>
      </w:pPr>
      <w:bookmarkStart w:id="0" w:name="_GoBack"/>
      <w:bookmarkEnd w:id="0"/>
      <w:r>
        <w:rPr>
          <w:rFonts w:ascii="Verdana" w:hAnsi="Verdana" w:cs="Courier New"/>
          <w:szCs w:val="24"/>
          <w:lang w:eastAsia="en-GB"/>
        </w:rPr>
        <w:t>Ju</w:t>
      </w:r>
      <w:r w:rsidR="001D59B8">
        <w:rPr>
          <w:rFonts w:ascii="Verdana" w:hAnsi="Verdana" w:cs="Courier New"/>
          <w:szCs w:val="24"/>
          <w:lang w:eastAsia="en-GB"/>
        </w:rPr>
        <w:t>ly</w:t>
      </w:r>
      <w:r w:rsidR="00100F5A" w:rsidRPr="00100F5A">
        <w:rPr>
          <w:rFonts w:ascii="Verdana" w:hAnsi="Verdana" w:cs="Courier New"/>
          <w:szCs w:val="24"/>
          <w:lang w:eastAsia="en-GB"/>
        </w:rPr>
        <w:t xml:space="preserve"> 201</w:t>
      </w:r>
      <w:r w:rsidR="00351795">
        <w:rPr>
          <w:rFonts w:ascii="Verdana" w:hAnsi="Verdana" w:cs="Courier New"/>
          <w:szCs w:val="24"/>
          <w:lang w:eastAsia="en-GB"/>
        </w:rPr>
        <w:t>6</w:t>
      </w:r>
    </w:p>
    <w:p w14:paraId="67FE9718" w14:textId="77777777" w:rsidR="001123A2" w:rsidRDefault="00980C04" w:rsidP="00980C04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32"/>
          <w:szCs w:val="32"/>
          <w:lang w:eastAsia="en-GB"/>
        </w:rPr>
      </w:pPr>
      <w:r w:rsidRPr="00980C04">
        <w:rPr>
          <w:rFonts w:ascii="Verdana" w:hAnsi="Verdana" w:cs="Courier New"/>
          <w:sz w:val="32"/>
          <w:szCs w:val="32"/>
          <w:lang w:eastAsia="en-GB"/>
        </w:rPr>
        <w:t>File f</w:t>
      </w:r>
      <w:r w:rsidR="00946AEA" w:rsidRPr="00980C04">
        <w:rPr>
          <w:rFonts w:ascii="Verdana" w:hAnsi="Verdana" w:cs="Courier New"/>
          <w:sz w:val="32"/>
          <w:szCs w:val="32"/>
          <w:lang w:eastAsia="en-GB"/>
        </w:rPr>
        <w:t>ormat:</w:t>
      </w:r>
      <w:r w:rsidR="00946AEA">
        <w:rPr>
          <w:rFonts w:ascii="Verdana" w:hAnsi="Verdana" w:cs="Courier New"/>
          <w:b/>
          <w:sz w:val="32"/>
          <w:szCs w:val="32"/>
          <w:lang w:eastAsia="en-GB"/>
        </w:rPr>
        <w:t xml:space="preserve"> XML</w:t>
      </w:r>
    </w:p>
    <w:p w14:paraId="67FE9719" w14:textId="77777777" w:rsidR="00180F35" w:rsidRPr="00980C04" w:rsidRDefault="00180F35" w:rsidP="00335D38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  <w:r w:rsidRPr="00980C04">
        <w:rPr>
          <w:rFonts w:ascii="Verdana" w:hAnsi="Verdana" w:cs="Courier New"/>
          <w:b/>
          <w:sz w:val="28"/>
          <w:szCs w:val="28"/>
          <w:lang w:eastAsia="en-GB"/>
        </w:rPr>
        <w:t xml:space="preserve">General </w:t>
      </w:r>
      <w:r w:rsidR="002F274E" w:rsidRPr="00980C04">
        <w:rPr>
          <w:rFonts w:ascii="Verdana" w:hAnsi="Verdana" w:cs="Courier New"/>
          <w:b/>
          <w:sz w:val="28"/>
          <w:szCs w:val="28"/>
          <w:lang w:eastAsia="en-GB"/>
        </w:rPr>
        <w:t xml:space="preserve">linguistic guidelines for </w:t>
      </w:r>
      <w:r w:rsidR="00F31D0E" w:rsidRPr="00F31D0E">
        <w:rPr>
          <w:rFonts w:ascii="Verdana" w:hAnsi="Verdana" w:cs="Courier New"/>
          <w:b/>
          <w:sz w:val="28"/>
          <w:szCs w:val="28"/>
          <w:u w:val="single"/>
          <w:lang w:eastAsia="en-GB"/>
        </w:rPr>
        <w:t>outsourced</w:t>
      </w:r>
      <w:r w:rsidR="00F31D0E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2F274E" w:rsidRPr="00980C04">
        <w:rPr>
          <w:rFonts w:ascii="Verdana" w:hAnsi="Verdana" w:cs="Courier New"/>
          <w:b/>
          <w:sz w:val="28"/>
          <w:szCs w:val="28"/>
          <w:lang w:eastAsia="en-GB"/>
        </w:rPr>
        <w:t xml:space="preserve">web </w:t>
      </w:r>
      <w:r w:rsidRPr="00980C04">
        <w:rPr>
          <w:rFonts w:ascii="Verdana" w:hAnsi="Verdana" w:cs="Courier New"/>
          <w:b/>
          <w:sz w:val="28"/>
          <w:szCs w:val="28"/>
          <w:lang w:eastAsia="en-GB"/>
        </w:rPr>
        <w:t>translations</w:t>
      </w:r>
    </w:p>
    <w:p w14:paraId="67FE971A" w14:textId="77777777" w:rsidR="00335D38" w:rsidRPr="00335D38" w:rsidRDefault="00335D38" w:rsidP="00335D38">
      <w:pPr>
        <w:pStyle w:val="ListBullet"/>
        <w:spacing w:after="120"/>
        <w:rPr>
          <w:rFonts w:ascii="Verdana" w:hAnsi="Verdana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Translators are supposed to have </w:t>
      </w:r>
      <w:r w:rsidRPr="00F31D0E">
        <w:rPr>
          <w:rFonts w:ascii="Verdana" w:hAnsi="Verdana" w:cs="Arial"/>
          <w:b/>
          <w:sz w:val="22"/>
          <w:szCs w:val="22"/>
        </w:rPr>
        <w:t>ample experience</w:t>
      </w:r>
      <w:r w:rsidRPr="00335D38">
        <w:rPr>
          <w:rFonts w:ascii="Verdana" w:hAnsi="Verdana" w:cs="Arial"/>
          <w:sz w:val="22"/>
          <w:szCs w:val="22"/>
        </w:rPr>
        <w:t xml:space="preserve"> in the translation of </w:t>
      </w:r>
      <w:r w:rsidRPr="00F31D0E">
        <w:rPr>
          <w:rFonts w:ascii="Verdana" w:hAnsi="Verdana" w:cs="Arial"/>
          <w:b/>
          <w:sz w:val="22"/>
          <w:szCs w:val="22"/>
        </w:rPr>
        <w:t>websites</w:t>
      </w:r>
      <w:r w:rsidRPr="00335D38">
        <w:rPr>
          <w:rFonts w:ascii="Verdana" w:hAnsi="Verdana" w:cs="Arial"/>
          <w:sz w:val="22"/>
          <w:szCs w:val="22"/>
        </w:rPr>
        <w:t>.</w:t>
      </w:r>
    </w:p>
    <w:p w14:paraId="67FE971B" w14:textId="77777777" w:rsidR="00676391" w:rsidRPr="00335D38" w:rsidRDefault="00180F35" w:rsidP="00335D38">
      <w:pPr>
        <w:pStyle w:val="ListBullet"/>
        <w:spacing w:after="120"/>
        <w:rPr>
          <w:rFonts w:ascii="Verdana" w:hAnsi="Verdana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Please keep in mind that texts on the web should not read like legal documents: instead they should be reader-friendly</w:t>
      </w:r>
      <w:r w:rsidR="00BC4F40" w:rsidRPr="00335D38">
        <w:rPr>
          <w:rFonts w:ascii="Verdana" w:hAnsi="Verdana" w:cs="Arial"/>
          <w:sz w:val="22"/>
          <w:szCs w:val="22"/>
        </w:rPr>
        <w:t xml:space="preserve"> for a wide audience, concise and clear</w:t>
      </w:r>
      <w:r w:rsidRPr="00335D38">
        <w:rPr>
          <w:rFonts w:ascii="Verdana" w:hAnsi="Verdana" w:cs="Arial"/>
          <w:sz w:val="22"/>
          <w:szCs w:val="22"/>
        </w:rPr>
        <w:t>, e.g. avoid organisation-centric jargon, abbreviations, etc.</w:t>
      </w:r>
      <w:r w:rsidR="00676391" w:rsidRPr="00335D38">
        <w:rPr>
          <w:rFonts w:ascii="Verdana" w:hAnsi="Verdana"/>
          <w:sz w:val="22"/>
          <w:szCs w:val="22"/>
        </w:rPr>
        <w:t xml:space="preserve"> </w:t>
      </w:r>
    </w:p>
    <w:p w14:paraId="67FE971C" w14:textId="77777777" w:rsidR="00676391" w:rsidRPr="00335D38" w:rsidRDefault="00676391" w:rsidP="00335D38">
      <w:pPr>
        <w:pStyle w:val="ListBullet"/>
        <w:spacing w:after="120"/>
        <w:rPr>
          <w:rFonts w:ascii="Verdana" w:hAnsi="Verdana"/>
          <w:sz w:val="22"/>
          <w:szCs w:val="22"/>
        </w:rPr>
      </w:pPr>
      <w:r w:rsidRPr="00335D38">
        <w:rPr>
          <w:rFonts w:ascii="Verdana" w:hAnsi="Verdana"/>
          <w:sz w:val="22"/>
          <w:szCs w:val="22"/>
        </w:rPr>
        <w:t>Make sure the site is found by search engines by including words people will actually search with, whenever possible: in the page title, keywords...</w:t>
      </w:r>
    </w:p>
    <w:p w14:paraId="67FE971D" w14:textId="77777777" w:rsidR="00676391" w:rsidRPr="00335D38" w:rsidRDefault="00676391" w:rsidP="00335D38">
      <w:pPr>
        <w:pStyle w:val="ListBullet"/>
        <w:spacing w:after="360"/>
        <w:ind w:left="284" w:hanging="284"/>
        <w:rPr>
          <w:rFonts w:ascii="Verdana" w:hAnsi="Verdana"/>
          <w:sz w:val="22"/>
          <w:szCs w:val="22"/>
        </w:rPr>
      </w:pPr>
      <w:r w:rsidRPr="00335D38">
        <w:rPr>
          <w:rFonts w:ascii="Verdana" w:hAnsi="Verdana"/>
          <w:sz w:val="22"/>
          <w:szCs w:val="22"/>
        </w:rPr>
        <w:t>Make the link names meaningful (link names are also read by search engines and so should include keywords)</w:t>
      </w:r>
    </w:p>
    <w:p w14:paraId="67FE971E" w14:textId="77777777" w:rsidR="00AA7713" w:rsidRPr="004C5ADD" w:rsidRDefault="006A16B9" w:rsidP="00937535">
      <w:pPr>
        <w:autoSpaceDE w:val="0"/>
        <w:autoSpaceDN w:val="0"/>
        <w:adjustRightInd w:val="0"/>
        <w:spacing w:after="360"/>
        <w:jc w:val="left"/>
        <w:rPr>
          <w:rFonts w:ascii="Verdana" w:hAnsi="Verdana" w:cs="Courier New"/>
          <w:b/>
          <w:sz w:val="32"/>
          <w:szCs w:val="32"/>
          <w:lang w:eastAsia="en-GB"/>
        </w:rPr>
      </w:pPr>
      <w:r w:rsidRPr="004C5ADD">
        <w:rPr>
          <w:rFonts w:ascii="Verdana" w:hAnsi="Verdana" w:cs="Courier New"/>
          <w:b/>
          <w:sz w:val="32"/>
          <w:szCs w:val="32"/>
          <w:lang w:eastAsia="en-GB"/>
        </w:rPr>
        <w:t xml:space="preserve">Technical </w:t>
      </w:r>
      <w:r w:rsidR="002F274E" w:rsidRPr="004C5ADD">
        <w:rPr>
          <w:rFonts w:ascii="Verdana" w:hAnsi="Verdana" w:cs="Courier New"/>
          <w:b/>
          <w:sz w:val="32"/>
          <w:szCs w:val="32"/>
          <w:lang w:eastAsia="en-GB"/>
        </w:rPr>
        <w:t>g</w:t>
      </w:r>
      <w:r w:rsidR="00AA7713" w:rsidRPr="004C5ADD">
        <w:rPr>
          <w:rFonts w:ascii="Verdana" w:hAnsi="Verdana" w:cs="Courier New"/>
          <w:b/>
          <w:sz w:val="32"/>
          <w:szCs w:val="32"/>
          <w:lang w:eastAsia="en-GB"/>
        </w:rPr>
        <w:t xml:space="preserve">uidelines </w:t>
      </w:r>
      <w:r w:rsidR="008C0CF5" w:rsidRPr="004C5ADD">
        <w:rPr>
          <w:rFonts w:ascii="Verdana" w:hAnsi="Verdana" w:cs="Courier New"/>
          <w:b/>
          <w:sz w:val="32"/>
          <w:szCs w:val="32"/>
          <w:lang w:eastAsia="en-GB"/>
        </w:rPr>
        <w:t xml:space="preserve">for translating </w:t>
      </w:r>
      <w:r w:rsidR="00FF1B2A" w:rsidRPr="004C5ADD">
        <w:rPr>
          <w:rFonts w:ascii="Verdana" w:hAnsi="Verdana" w:cs="Courier New"/>
          <w:b/>
          <w:sz w:val="32"/>
          <w:szCs w:val="32"/>
          <w:lang w:eastAsia="en-GB"/>
        </w:rPr>
        <w:t>X</w:t>
      </w:r>
      <w:r w:rsidR="00242D1A" w:rsidRPr="004C5ADD">
        <w:rPr>
          <w:rFonts w:ascii="Verdana" w:hAnsi="Verdana" w:cs="Courier New"/>
          <w:b/>
          <w:sz w:val="32"/>
          <w:szCs w:val="32"/>
          <w:lang w:eastAsia="en-GB"/>
        </w:rPr>
        <w:t xml:space="preserve">ML files </w:t>
      </w:r>
    </w:p>
    <w:p w14:paraId="67FE971F" w14:textId="77777777" w:rsidR="00F7213F" w:rsidRPr="00335D38" w:rsidRDefault="002F274E" w:rsidP="008C0CF5">
      <w:pPr>
        <w:autoSpaceDE w:val="0"/>
        <w:autoSpaceDN w:val="0"/>
        <w:adjustRightInd w:val="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1) </w:t>
      </w:r>
      <w:r w:rsidR="00D40DED" w:rsidRPr="00335D38">
        <w:rPr>
          <w:rFonts w:ascii="Verdana" w:hAnsi="Verdana" w:cs="Arial"/>
          <w:sz w:val="22"/>
          <w:szCs w:val="22"/>
        </w:rPr>
        <w:t>U</w:t>
      </w:r>
      <w:r w:rsidR="008C0CF5" w:rsidRPr="00335D38">
        <w:rPr>
          <w:rFonts w:ascii="Verdana" w:hAnsi="Verdana" w:cs="Arial"/>
          <w:sz w:val="22"/>
          <w:szCs w:val="22"/>
        </w:rPr>
        <w:t xml:space="preserve">se </w:t>
      </w:r>
      <w:r w:rsidR="00831017" w:rsidRPr="00335D38">
        <w:rPr>
          <w:rFonts w:ascii="Verdana" w:hAnsi="Verdana" w:cs="Arial"/>
          <w:sz w:val="22"/>
          <w:szCs w:val="22"/>
        </w:rPr>
        <w:t xml:space="preserve"> </w:t>
      </w:r>
      <w:r w:rsidR="00877298" w:rsidRPr="00335D38">
        <w:rPr>
          <w:rFonts w:ascii="Verdana" w:hAnsi="Verdana" w:cs="Arial"/>
          <w:sz w:val="22"/>
          <w:szCs w:val="22"/>
        </w:rPr>
        <w:t>Studio</w:t>
      </w:r>
      <w:r w:rsidR="002C2F8C" w:rsidRPr="00335D38">
        <w:rPr>
          <w:rFonts w:ascii="Verdana" w:hAnsi="Verdana" w:cs="Arial"/>
          <w:sz w:val="22"/>
          <w:szCs w:val="22"/>
        </w:rPr>
        <w:t>, TagEditor</w:t>
      </w:r>
      <w:r w:rsidR="00877298" w:rsidRPr="00335D38">
        <w:rPr>
          <w:rFonts w:ascii="Verdana" w:hAnsi="Verdana" w:cs="Arial"/>
          <w:sz w:val="22"/>
          <w:szCs w:val="22"/>
        </w:rPr>
        <w:t xml:space="preserve"> </w:t>
      </w:r>
      <w:r w:rsidR="00831017" w:rsidRPr="00335D38">
        <w:rPr>
          <w:rFonts w:ascii="Verdana" w:hAnsi="Verdana" w:cs="Arial"/>
          <w:sz w:val="22"/>
          <w:szCs w:val="22"/>
        </w:rPr>
        <w:t xml:space="preserve">or </w:t>
      </w:r>
      <w:r w:rsidRPr="00335D38">
        <w:rPr>
          <w:rFonts w:ascii="Verdana" w:hAnsi="Verdana" w:cs="Arial"/>
          <w:sz w:val="22"/>
          <w:szCs w:val="22"/>
        </w:rPr>
        <w:t xml:space="preserve">a </w:t>
      </w:r>
      <w:r w:rsidR="00DD5D69" w:rsidRPr="00335D38">
        <w:rPr>
          <w:rFonts w:ascii="Verdana" w:hAnsi="Verdana" w:cs="Arial"/>
          <w:sz w:val="22"/>
          <w:szCs w:val="22"/>
        </w:rPr>
        <w:t xml:space="preserve">similar </w:t>
      </w:r>
      <w:r w:rsidR="00FF1B2A" w:rsidRPr="00937535">
        <w:rPr>
          <w:rFonts w:ascii="Verdana" w:hAnsi="Verdana" w:cs="Arial"/>
          <w:b/>
          <w:sz w:val="22"/>
          <w:szCs w:val="22"/>
        </w:rPr>
        <w:t>XML</w:t>
      </w:r>
      <w:r w:rsidR="00AA7713" w:rsidRPr="00937535">
        <w:rPr>
          <w:rFonts w:ascii="Verdana" w:hAnsi="Verdana" w:cs="Arial"/>
          <w:b/>
          <w:sz w:val="22"/>
          <w:szCs w:val="22"/>
        </w:rPr>
        <w:t xml:space="preserve"> editor</w:t>
      </w:r>
      <w:r w:rsidR="00877298" w:rsidRPr="00937535">
        <w:rPr>
          <w:rFonts w:ascii="Verdana" w:hAnsi="Verdana" w:cs="Arial"/>
          <w:b/>
          <w:sz w:val="22"/>
          <w:szCs w:val="22"/>
        </w:rPr>
        <w:t>/CAT tool</w:t>
      </w:r>
      <w:r w:rsidR="008C0CF5" w:rsidRPr="00335D38">
        <w:rPr>
          <w:rFonts w:ascii="Verdana" w:hAnsi="Verdana" w:cs="Arial"/>
          <w:sz w:val="22"/>
          <w:szCs w:val="22"/>
        </w:rPr>
        <w:t>.</w:t>
      </w:r>
      <w:r w:rsidR="00D40DED" w:rsidRPr="00335D38">
        <w:rPr>
          <w:rFonts w:ascii="Verdana" w:hAnsi="Verdana" w:cs="Arial"/>
          <w:sz w:val="22"/>
          <w:szCs w:val="22"/>
        </w:rPr>
        <w:t xml:space="preserve"> </w:t>
      </w:r>
    </w:p>
    <w:p w14:paraId="67FE9720" w14:textId="77777777" w:rsidR="00601715" w:rsidRPr="00335D38" w:rsidRDefault="00601715" w:rsidP="00601715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2) </w:t>
      </w:r>
      <w:r w:rsidR="00877298" w:rsidRPr="00335D38">
        <w:rPr>
          <w:rFonts w:ascii="Verdana" w:hAnsi="Verdana" w:cs="Arial"/>
          <w:sz w:val="22"/>
          <w:szCs w:val="22"/>
        </w:rPr>
        <w:t xml:space="preserve">Use the </w:t>
      </w:r>
      <w:r w:rsidRPr="00335D38">
        <w:rPr>
          <w:rFonts w:ascii="Verdana" w:hAnsi="Verdana" w:cs="Arial"/>
          <w:b/>
          <w:sz w:val="22"/>
          <w:szCs w:val="22"/>
        </w:rPr>
        <w:t xml:space="preserve">correct </w:t>
      </w:r>
      <w:r w:rsidR="00877298" w:rsidRPr="00335D38">
        <w:rPr>
          <w:rFonts w:ascii="Verdana" w:hAnsi="Verdana" w:cs="Arial"/>
          <w:b/>
          <w:sz w:val="22"/>
          <w:szCs w:val="22"/>
        </w:rPr>
        <w:t xml:space="preserve">XML </w:t>
      </w:r>
      <w:r w:rsidRPr="00335D38">
        <w:rPr>
          <w:rFonts w:ascii="Verdana" w:hAnsi="Verdana" w:cs="Arial"/>
          <w:b/>
          <w:sz w:val="22"/>
          <w:szCs w:val="22"/>
        </w:rPr>
        <w:t>tag settings</w:t>
      </w:r>
      <w:r w:rsidR="00877298" w:rsidRPr="00335D38">
        <w:rPr>
          <w:rStyle w:val="FootnoteReference"/>
          <w:rFonts w:ascii="Verdana" w:hAnsi="Verdana" w:cs="Arial"/>
          <w:sz w:val="22"/>
          <w:szCs w:val="22"/>
        </w:rPr>
        <w:footnoteReference w:id="1"/>
      </w:r>
      <w:r w:rsidR="00877298" w:rsidRPr="00335D38">
        <w:rPr>
          <w:rFonts w:ascii="Verdana" w:hAnsi="Verdana" w:cs="Arial"/>
          <w:sz w:val="22"/>
          <w:szCs w:val="22"/>
        </w:rPr>
        <w:t>.</w:t>
      </w:r>
    </w:p>
    <w:p w14:paraId="67FE9721" w14:textId="77777777" w:rsidR="00D4189A" w:rsidRPr="00335D38" w:rsidRDefault="00D4189A" w:rsidP="00601715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22" w14:textId="77777777" w:rsidR="00D4189A" w:rsidRDefault="00D4189A" w:rsidP="00D4189A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  <w:lang w:eastAsia="en-GB"/>
        </w:rPr>
      </w:pPr>
      <w:r w:rsidRPr="00335D38">
        <w:rPr>
          <w:rFonts w:ascii="Verdana" w:hAnsi="Verdana" w:cs="Arial"/>
          <w:sz w:val="22"/>
          <w:szCs w:val="22"/>
          <w:lang w:eastAsia="en-GB"/>
        </w:rPr>
        <w:t xml:space="preserve">For European Commission </w:t>
      </w:r>
      <w:r w:rsidRPr="00335D38">
        <w:rPr>
          <w:rFonts w:ascii="Verdana" w:hAnsi="Verdana" w:cs="Arial"/>
          <w:b/>
          <w:sz w:val="22"/>
          <w:szCs w:val="22"/>
          <w:lang w:eastAsia="en-GB"/>
        </w:rPr>
        <w:t>CWCMS</w:t>
      </w:r>
      <w:r w:rsidRPr="00335D38">
        <w:rPr>
          <w:rFonts w:ascii="Verdana" w:hAnsi="Verdana" w:cs="Arial"/>
          <w:sz w:val="22"/>
          <w:szCs w:val="22"/>
          <w:lang w:eastAsia="en-GB"/>
        </w:rPr>
        <w:t xml:space="preserve"> </w:t>
      </w:r>
      <w:r w:rsidRPr="00335D38">
        <w:rPr>
          <w:rFonts w:ascii="Verdana" w:hAnsi="Verdana" w:cs="Arial"/>
          <w:b/>
          <w:sz w:val="22"/>
          <w:szCs w:val="22"/>
          <w:lang w:eastAsia="en-GB"/>
        </w:rPr>
        <w:t>linkgroup files</w:t>
      </w:r>
      <w:r w:rsidR="00862F3D" w:rsidRPr="00335D38">
        <w:rPr>
          <w:rFonts w:ascii="Verdana" w:hAnsi="Verdana" w:cs="Arial"/>
          <w:sz w:val="22"/>
          <w:szCs w:val="22"/>
          <w:lang w:eastAsia="en-GB"/>
        </w:rPr>
        <w:t xml:space="preserve"> with root element &lt;lgtranslation&gt;</w:t>
      </w:r>
      <w:r w:rsidR="002F274E" w:rsidRPr="00335D38">
        <w:rPr>
          <w:rFonts w:ascii="Verdana" w:hAnsi="Verdana" w:cs="Arial"/>
          <w:sz w:val="22"/>
          <w:szCs w:val="22"/>
          <w:lang w:eastAsia="en-GB"/>
        </w:rPr>
        <w:t>:</w:t>
      </w:r>
    </w:p>
    <w:p w14:paraId="67FE9723" w14:textId="77777777" w:rsidR="00335D38" w:rsidRDefault="00335D38" w:rsidP="00D4189A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335D38" w14:paraId="67FE9726" w14:textId="77777777" w:rsidTr="00335D38">
        <w:tc>
          <w:tcPr>
            <w:tcW w:w="4984" w:type="dxa"/>
          </w:tcPr>
          <w:p w14:paraId="67FE9724" w14:textId="77777777" w:rsidR="00335D38" w:rsidRDefault="00335D38" w:rsidP="00D4189A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sz w:val="22"/>
                <w:szCs w:val="22"/>
                <w:lang w:eastAsia="en-GB"/>
              </w:rPr>
            </w:pPr>
            <w:r>
              <w:rPr>
                <w:rFonts w:ascii="Verdana" w:hAnsi="Verdana" w:cs="Arial"/>
                <w:szCs w:val="24"/>
                <w:lang w:eastAsia="en-GB"/>
              </w:rPr>
              <w:object w:dxaOrig="3744" w:dyaOrig="838" w14:anchorId="67FE9750">
                <v:shape id="_x0000_i1028" type="#_x0000_t75" style="width:187.8pt;height:42pt" o:ole="">
                  <v:imagedata r:id="rId12" o:title=""/>
                </v:shape>
                <o:OLEObject Type="Embed" ProgID="Package" ShapeID="_x0000_i1028" DrawAspect="Content" ObjectID="_1531139306" r:id="rId13"/>
              </w:object>
            </w:r>
          </w:p>
        </w:tc>
        <w:tc>
          <w:tcPr>
            <w:tcW w:w="4984" w:type="dxa"/>
          </w:tcPr>
          <w:p w14:paraId="67FE9725" w14:textId="77777777" w:rsidR="00335D38" w:rsidRDefault="00335D38" w:rsidP="00D4189A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sz w:val="22"/>
                <w:szCs w:val="22"/>
                <w:lang w:eastAsia="en-GB"/>
              </w:rPr>
            </w:pPr>
            <w:r w:rsidRPr="004C5ADD">
              <w:rPr>
                <w:rFonts w:ascii="Verdana" w:hAnsi="Verdana" w:cs="Arial"/>
                <w:color w:val="0000FF"/>
                <w:szCs w:val="24"/>
                <w:lang w:eastAsia="en-GB"/>
              </w:rPr>
              <w:object w:dxaOrig="1440" w:dyaOrig="1125" w14:anchorId="67FE9751">
                <v:shape id="_x0000_i1029" type="#_x0000_t75" style="width:1in;height:56.4pt" o:ole="">
                  <v:imagedata r:id="rId14" o:title=""/>
                </v:shape>
                <o:OLEObject Type="Embed" ProgID="Outlook.FileAttach" ShapeID="_x0000_i1029" DrawAspect="Content" ObjectID="_1531139307" r:id="rId15"/>
              </w:object>
            </w:r>
          </w:p>
        </w:tc>
      </w:tr>
    </w:tbl>
    <w:p w14:paraId="67FE9727" w14:textId="77777777" w:rsidR="005E33B1" w:rsidRPr="005E33B1" w:rsidRDefault="005E33B1" w:rsidP="005E33B1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28" w14:textId="77777777" w:rsidR="00D4189A" w:rsidRDefault="00D4189A" w:rsidP="005E33B1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  <w:lang w:eastAsia="en-GB"/>
        </w:rPr>
      </w:pPr>
      <w:r w:rsidRPr="00335D38">
        <w:rPr>
          <w:rFonts w:ascii="Verdana" w:hAnsi="Verdana" w:cs="Arial"/>
          <w:sz w:val="22"/>
          <w:szCs w:val="22"/>
          <w:lang w:eastAsia="en-GB"/>
        </w:rPr>
        <w:t xml:space="preserve">For </w:t>
      </w:r>
      <w:r w:rsidRPr="00335D38">
        <w:rPr>
          <w:rFonts w:ascii="Verdana" w:hAnsi="Verdana" w:cs="Arial"/>
          <w:b/>
          <w:sz w:val="22"/>
          <w:szCs w:val="22"/>
          <w:lang w:eastAsia="en-GB"/>
        </w:rPr>
        <w:t>other</w:t>
      </w:r>
      <w:r w:rsidRPr="00335D38">
        <w:rPr>
          <w:rFonts w:ascii="Verdana" w:hAnsi="Verdana" w:cs="Arial"/>
          <w:sz w:val="22"/>
          <w:szCs w:val="22"/>
          <w:lang w:eastAsia="en-GB"/>
        </w:rPr>
        <w:t xml:space="preserve"> European Commission </w:t>
      </w:r>
      <w:r w:rsidRPr="00335D38">
        <w:rPr>
          <w:rFonts w:ascii="Verdana" w:hAnsi="Verdana" w:cs="Arial"/>
          <w:b/>
          <w:sz w:val="22"/>
          <w:szCs w:val="22"/>
          <w:lang w:eastAsia="en-GB"/>
        </w:rPr>
        <w:t>CWCMS</w:t>
      </w:r>
      <w:r w:rsidRPr="00335D38">
        <w:rPr>
          <w:rFonts w:ascii="Verdana" w:hAnsi="Verdana" w:cs="Arial"/>
          <w:sz w:val="22"/>
          <w:szCs w:val="22"/>
          <w:lang w:eastAsia="en-GB"/>
        </w:rPr>
        <w:t xml:space="preserve"> </w:t>
      </w:r>
      <w:r w:rsidR="00862F3D" w:rsidRPr="00335D38">
        <w:rPr>
          <w:rFonts w:ascii="Verdana" w:hAnsi="Verdana" w:cs="Arial"/>
          <w:b/>
          <w:sz w:val="22"/>
          <w:szCs w:val="22"/>
          <w:lang w:eastAsia="en-GB"/>
        </w:rPr>
        <w:t xml:space="preserve">xml </w:t>
      </w:r>
      <w:r w:rsidRPr="00335D38">
        <w:rPr>
          <w:rFonts w:ascii="Verdana" w:hAnsi="Verdana" w:cs="Arial"/>
          <w:b/>
          <w:sz w:val="22"/>
          <w:szCs w:val="22"/>
          <w:lang w:eastAsia="en-GB"/>
        </w:rPr>
        <w:t>files</w:t>
      </w:r>
      <w:r w:rsidR="00862F3D" w:rsidRPr="00335D38">
        <w:rPr>
          <w:rFonts w:ascii="Verdana" w:hAnsi="Verdana" w:cs="Arial"/>
          <w:sz w:val="22"/>
          <w:szCs w:val="22"/>
          <w:lang w:eastAsia="en-GB"/>
        </w:rPr>
        <w:t xml:space="preserve"> with root elements &lt;short_content&gt;, &lt;event&gt;, &lt;faq&gt; etc.</w:t>
      </w:r>
      <w:r w:rsidR="002F274E" w:rsidRPr="00335D38">
        <w:rPr>
          <w:rFonts w:ascii="Verdana" w:hAnsi="Verdana" w:cs="Arial"/>
          <w:sz w:val="22"/>
          <w:szCs w:val="22"/>
          <w:lang w:eastAsia="en-GB"/>
        </w:rPr>
        <w:t>:</w:t>
      </w:r>
      <w:r w:rsidRPr="00335D38">
        <w:rPr>
          <w:rFonts w:ascii="Verdana" w:hAnsi="Verdana" w:cs="Arial"/>
          <w:sz w:val="22"/>
          <w:szCs w:val="22"/>
          <w:lang w:eastAsia="en-GB"/>
        </w:rPr>
        <w:t xml:space="preserve"> </w:t>
      </w:r>
    </w:p>
    <w:p w14:paraId="67FE9729" w14:textId="77777777" w:rsidR="00335D38" w:rsidRDefault="00335D38" w:rsidP="005E33B1">
      <w:pPr>
        <w:spacing w:after="0"/>
        <w:jc w:val="left"/>
        <w:rPr>
          <w:rFonts w:ascii="Verdana" w:hAnsi="Verdana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335D38" w14:paraId="67FE972C" w14:textId="77777777" w:rsidTr="00335D38">
        <w:tc>
          <w:tcPr>
            <w:tcW w:w="4984" w:type="dxa"/>
          </w:tcPr>
          <w:p w14:paraId="67FE972A" w14:textId="77777777" w:rsidR="00335D38" w:rsidRDefault="00335D38" w:rsidP="00E80F9A">
            <w:pPr>
              <w:keepNext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sz w:val="22"/>
                <w:szCs w:val="22"/>
                <w:lang w:eastAsia="en-GB"/>
              </w:rPr>
            </w:pPr>
            <w:r>
              <w:rPr>
                <w:rFonts w:ascii="Verdana" w:hAnsi="Verdana" w:cs="Arial"/>
                <w:szCs w:val="24"/>
                <w:lang w:eastAsia="en-GB"/>
              </w:rPr>
              <w:object w:dxaOrig="2946" w:dyaOrig="838" w14:anchorId="67FE9752">
                <v:shape id="_x0000_i1030" type="#_x0000_t75" style="width:147pt;height:42pt" o:ole="">
                  <v:imagedata r:id="rId16" o:title=""/>
                </v:shape>
                <o:OLEObject Type="Embed" ProgID="Package" ShapeID="_x0000_i1030" DrawAspect="Content" ObjectID="_1531139308" r:id="rId17"/>
              </w:object>
            </w:r>
          </w:p>
        </w:tc>
        <w:tc>
          <w:tcPr>
            <w:tcW w:w="4984" w:type="dxa"/>
          </w:tcPr>
          <w:p w14:paraId="67FE972B" w14:textId="77777777" w:rsidR="00335D38" w:rsidRDefault="00335D38" w:rsidP="00E80F9A">
            <w:pPr>
              <w:keepNext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Arial"/>
                <w:sz w:val="22"/>
                <w:szCs w:val="22"/>
                <w:lang w:eastAsia="en-GB"/>
              </w:rPr>
            </w:pPr>
            <w:r w:rsidRPr="004C5ADD">
              <w:rPr>
                <w:rFonts w:ascii="Verdana" w:hAnsi="Verdana" w:cs="Arial"/>
                <w:color w:val="0000FF"/>
                <w:szCs w:val="24"/>
                <w:lang w:eastAsia="en-GB"/>
              </w:rPr>
              <w:object w:dxaOrig="1440" w:dyaOrig="1125" w14:anchorId="67FE9753">
                <v:shape id="_x0000_i1031" type="#_x0000_t75" style="width:1in;height:56.4pt" o:ole="">
                  <v:imagedata r:id="rId18" o:title=""/>
                </v:shape>
                <o:OLEObject Type="Embed" ProgID="Outlook.FileAttach" ShapeID="_x0000_i1031" DrawAspect="Content" ObjectID="_1531139309" r:id="rId19"/>
              </w:object>
            </w:r>
          </w:p>
        </w:tc>
      </w:tr>
    </w:tbl>
    <w:p w14:paraId="67FE972D" w14:textId="77777777" w:rsidR="00335D38" w:rsidRPr="00335D38" w:rsidRDefault="00335D38" w:rsidP="005E33B1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2E" w14:textId="77777777" w:rsidR="00335D38" w:rsidRPr="00335D38" w:rsidRDefault="00196EA0" w:rsidP="00335D38">
      <w:pPr>
        <w:autoSpaceDE w:val="0"/>
        <w:autoSpaceDN w:val="0"/>
        <w:adjustRightInd w:val="0"/>
        <w:spacing w:after="120"/>
        <w:ind w:left="426" w:hanging="426"/>
        <w:jc w:val="left"/>
        <w:rPr>
          <w:rFonts w:ascii="Verdana" w:hAnsi="Verdana" w:cs="Arial"/>
          <w:sz w:val="22"/>
          <w:szCs w:val="22"/>
        </w:rPr>
      </w:pPr>
      <w:bookmarkStart w:id="1" w:name="_MON_1346230603"/>
      <w:bookmarkEnd w:id="1"/>
      <w:r w:rsidRPr="00335D38">
        <w:rPr>
          <w:rFonts w:ascii="Verdana" w:hAnsi="Verdana" w:cs="Arial"/>
          <w:sz w:val="22"/>
          <w:szCs w:val="22"/>
        </w:rPr>
        <w:t>3)</w:t>
      </w:r>
      <w:r w:rsidR="00335D38" w:rsidRPr="00335D38">
        <w:rPr>
          <w:rFonts w:ascii="Verdana" w:hAnsi="Verdana" w:cs="Arial"/>
          <w:sz w:val="22"/>
          <w:szCs w:val="22"/>
        </w:rPr>
        <w:tab/>
        <w:t xml:space="preserve">The </w:t>
      </w:r>
      <w:r w:rsidR="00335D38" w:rsidRPr="00335D38">
        <w:rPr>
          <w:rFonts w:ascii="Verdana" w:hAnsi="Verdana" w:cs="Arial"/>
          <w:b/>
          <w:sz w:val="22"/>
          <w:szCs w:val="22"/>
        </w:rPr>
        <w:t>language code</w:t>
      </w:r>
      <w:r w:rsidR="00335D38" w:rsidRPr="00335D38">
        <w:rPr>
          <w:rFonts w:ascii="Verdana" w:hAnsi="Verdana" w:cs="Arial"/>
          <w:sz w:val="22"/>
          <w:szCs w:val="22"/>
        </w:rPr>
        <w:t xml:space="preserve">  (usually at the beginning of the document  </w:t>
      </w:r>
      <w:r w:rsidR="00335D38" w:rsidRPr="00335D38">
        <w:rPr>
          <w:rFonts w:ascii="Verdana" w:hAnsi="Verdana" w:cs="Arial"/>
          <w:b/>
          <w:sz w:val="22"/>
          <w:szCs w:val="22"/>
        </w:rPr>
        <w:t>"XX" or "xx"</w:t>
      </w:r>
      <w:r w:rsidR="00335D38" w:rsidRPr="00335D38">
        <w:rPr>
          <w:rFonts w:ascii="Verdana" w:hAnsi="Verdana" w:cs="Arial"/>
          <w:sz w:val="22"/>
          <w:szCs w:val="22"/>
        </w:rPr>
        <w:t>) should be</w:t>
      </w:r>
      <w:r w:rsidR="00335D38" w:rsidRPr="00335D38">
        <w:rPr>
          <w:rFonts w:ascii="Verdana" w:hAnsi="Verdana" w:cs="Arial"/>
          <w:b/>
          <w:sz w:val="22"/>
          <w:szCs w:val="22"/>
        </w:rPr>
        <w:t xml:space="preserve"> changed</w:t>
      </w:r>
      <w:r w:rsidR="00335D38" w:rsidRPr="00335D38">
        <w:rPr>
          <w:rFonts w:ascii="Verdana" w:hAnsi="Verdana" w:cs="Arial"/>
          <w:sz w:val="22"/>
          <w:szCs w:val="22"/>
        </w:rPr>
        <w:t xml:space="preserve"> to </w:t>
      </w:r>
      <w:r w:rsidR="00335D38" w:rsidRPr="00335D38">
        <w:rPr>
          <w:rFonts w:ascii="Verdana" w:hAnsi="Verdana" w:cs="Arial"/>
          <w:b/>
          <w:sz w:val="22"/>
          <w:szCs w:val="22"/>
        </w:rPr>
        <w:t>your language code</w:t>
      </w:r>
      <w:r w:rsidR="00335D38" w:rsidRPr="00335D38">
        <w:rPr>
          <w:rFonts w:ascii="Verdana" w:hAnsi="Verdana" w:cs="Arial"/>
          <w:sz w:val="22"/>
          <w:szCs w:val="22"/>
        </w:rPr>
        <w:t xml:space="preserve">, as in this official list: </w:t>
      </w:r>
    </w:p>
    <w:p w14:paraId="67FE972F" w14:textId="77777777" w:rsidR="00335D38" w:rsidRPr="00335D38" w:rsidRDefault="00335D38" w:rsidP="00335D38">
      <w:pPr>
        <w:autoSpaceDE w:val="0"/>
        <w:autoSpaceDN w:val="0"/>
        <w:adjustRightInd w:val="0"/>
        <w:ind w:left="567"/>
        <w:jc w:val="center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bg cs da de el en es et fi fr ga hr hu it lt lv mt nl pl pt ro sk sl sv</w:t>
      </w:r>
    </w:p>
    <w:p w14:paraId="67FE9730" w14:textId="77777777" w:rsidR="0021156B" w:rsidRPr="00335D38" w:rsidRDefault="00335D38" w:rsidP="00335D38">
      <w:pPr>
        <w:spacing w:after="0"/>
        <w:ind w:left="567" w:hanging="283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This </w:t>
      </w:r>
      <w:r w:rsidRPr="00335D38">
        <w:rPr>
          <w:rFonts w:ascii="Verdana" w:hAnsi="Verdana" w:cs="Arial"/>
          <w:sz w:val="22"/>
          <w:szCs w:val="22"/>
          <w:u w:val="single"/>
        </w:rPr>
        <w:t>does not apply</w:t>
      </w:r>
      <w:r w:rsidRPr="00335D38">
        <w:rPr>
          <w:rFonts w:ascii="Verdana" w:hAnsi="Verdana" w:cs="Arial"/>
          <w:sz w:val="22"/>
          <w:szCs w:val="22"/>
        </w:rPr>
        <w:t xml:space="preserve"> to language codes in hyperlinks!</w:t>
      </w:r>
    </w:p>
    <w:p w14:paraId="67FE9731" w14:textId="77777777" w:rsidR="00601715" w:rsidRPr="00335D38" w:rsidRDefault="00601715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32" w14:textId="77777777" w:rsidR="00AA7713" w:rsidRPr="00335D38" w:rsidRDefault="00601715" w:rsidP="00335D38">
      <w:pPr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4</w:t>
      </w:r>
      <w:r w:rsidR="00AA7713" w:rsidRPr="00335D38">
        <w:rPr>
          <w:rFonts w:ascii="Verdana" w:hAnsi="Verdana" w:cs="Arial"/>
          <w:sz w:val="22"/>
          <w:szCs w:val="22"/>
        </w:rPr>
        <w:t xml:space="preserve">) </w:t>
      </w:r>
      <w:r w:rsidR="00831017" w:rsidRPr="00335D38">
        <w:rPr>
          <w:rFonts w:ascii="Verdana" w:hAnsi="Verdana" w:cs="Arial"/>
          <w:b/>
          <w:sz w:val="22"/>
          <w:szCs w:val="22"/>
        </w:rPr>
        <w:t>D</w:t>
      </w:r>
      <w:r w:rsidR="00AA7713" w:rsidRPr="00335D38">
        <w:rPr>
          <w:rFonts w:ascii="Verdana" w:hAnsi="Verdana" w:cs="Arial"/>
          <w:b/>
          <w:sz w:val="22"/>
          <w:szCs w:val="22"/>
        </w:rPr>
        <w:t>o not modify:</w:t>
      </w:r>
    </w:p>
    <w:p w14:paraId="67FE9733" w14:textId="77777777" w:rsidR="00BC7F16" w:rsidRPr="00335D38" w:rsidRDefault="00AA7713" w:rsidP="00335D38">
      <w:pPr>
        <w:autoSpaceDE w:val="0"/>
        <w:autoSpaceDN w:val="0"/>
        <w:adjustRightInd w:val="0"/>
        <w:spacing w:after="120"/>
        <w:ind w:left="708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- </w:t>
      </w:r>
      <w:r w:rsidR="00BC7F16" w:rsidRPr="00335D38">
        <w:rPr>
          <w:rFonts w:ascii="Verdana" w:hAnsi="Verdana" w:cs="Arial"/>
          <w:sz w:val="22"/>
          <w:szCs w:val="22"/>
        </w:rPr>
        <w:t>any tags</w:t>
      </w:r>
    </w:p>
    <w:p w14:paraId="67FE9734" w14:textId="77777777" w:rsidR="00AA7713" w:rsidRPr="00335D38" w:rsidRDefault="00BC7F16" w:rsidP="00335D38">
      <w:pPr>
        <w:autoSpaceDE w:val="0"/>
        <w:autoSpaceDN w:val="0"/>
        <w:adjustRightInd w:val="0"/>
        <w:spacing w:after="120"/>
        <w:ind w:left="708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- </w:t>
      </w:r>
      <w:r w:rsidR="00AA7713" w:rsidRPr="00335D38">
        <w:rPr>
          <w:rFonts w:ascii="Verdana" w:hAnsi="Verdana" w:cs="Arial"/>
          <w:sz w:val="22"/>
          <w:szCs w:val="22"/>
        </w:rPr>
        <w:t>the style, font etc</w:t>
      </w:r>
      <w:r w:rsidR="00943EC8" w:rsidRPr="00335D38">
        <w:rPr>
          <w:rFonts w:ascii="Verdana" w:hAnsi="Verdana" w:cs="Arial"/>
          <w:sz w:val="22"/>
          <w:szCs w:val="22"/>
        </w:rPr>
        <w:t>.</w:t>
      </w:r>
    </w:p>
    <w:p w14:paraId="67FE9735" w14:textId="77777777" w:rsidR="00014943" w:rsidRDefault="00014943" w:rsidP="00014943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32"/>
          <w:szCs w:val="32"/>
          <w:lang w:eastAsia="en-GB"/>
        </w:rPr>
      </w:pPr>
      <w:r w:rsidRPr="00980C04">
        <w:rPr>
          <w:rFonts w:ascii="Verdana" w:hAnsi="Verdana" w:cs="Courier New"/>
          <w:sz w:val="32"/>
          <w:szCs w:val="32"/>
          <w:lang w:eastAsia="en-GB"/>
        </w:rPr>
        <w:lastRenderedPageBreak/>
        <w:t>File format:</w:t>
      </w:r>
      <w:r>
        <w:rPr>
          <w:rFonts w:ascii="Verdana" w:hAnsi="Verdana" w:cs="Courier New"/>
          <w:b/>
          <w:sz w:val="32"/>
          <w:szCs w:val="32"/>
          <w:lang w:eastAsia="en-GB"/>
        </w:rPr>
        <w:t xml:space="preserve"> XML</w:t>
      </w:r>
    </w:p>
    <w:p w14:paraId="67FE9736" w14:textId="77777777" w:rsidR="00AA7713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37" w14:textId="77777777" w:rsidR="00014943" w:rsidRPr="00335D38" w:rsidRDefault="0001494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38" w14:textId="77777777" w:rsidR="00AA7713" w:rsidRPr="00335D38" w:rsidRDefault="00601715" w:rsidP="00335D38">
      <w:pPr>
        <w:keepNext/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5</w:t>
      </w:r>
      <w:r w:rsidR="00AA7713" w:rsidRPr="00335D38">
        <w:rPr>
          <w:rFonts w:ascii="Verdana" w:hAnsi="Verdana" w:cs="Arial"/>
          <w:sz w:val="22"/>
          <w:szCs w:val="22"/>
        </w:rPr>
        <w:t xml:space="preserve">) </w:t>
      </w:r>
      <w:r w:rsidR="00D40DED" w:rsidRPr="00335D38">
        <w:rPr>
          <w:rFonts w:ascii="Verdana" w:hAnsi="Verdana" w:cs="Arial"/>
          <w:b/>
          <w:sz w:val="22"/>
          <w:szCs w:val="22"/>
        </w:rPr>
        <w:t>Translate</w:t>
      </w:r>
      <w:r w:rsidR="00AA7713" w:rsidRPr="00335D38">
        <w:rPr>
          <w:rFonts w:ascii="Verdana" w:hAnsi="Verdana" w:cs="Arial"/>
          <w:sz w:val="22"/>
          <w:szCs w:val="22"/>
        </w:rPr>
        <w:t>:</w:t>
      </w:r>
    </w:p>
    <w:p w14:paraId="67FE9739" w14:textId="77777777" w:rsidR="00AA7713" w:rsidRPr="00335D38" w:rsidRDefault="00831017" w:rsidP="00335D38">
      <w:pPr>
        <w:keepNext/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O</w:t>
      </w:r>
      <w:r w:rsidR="00DC55E0" w:rsidRPr="00335D38">
        <w:rPr>
          <w:rFonts w:ascii="Verdana" w:hAnsi="Verdana" w:cs="Arial"/>
          <w:sz w:val="22"/>
          <w:szCs w:val="22"/>
        </w:rPr>
        <w:t>pen the .</w:t>
      </w:r>
      <w:r w:rsidR="00FF1B2A" w:rsidRPr="00335D38">
        <w:rPr>
          <w:rFonts w:ascii="Verdana" w:hAnsi="Verdana" w:cs="Arial"/>
          <w:sz w:val="22"/>
          <w:szCs w:val="22"/>
        </w:rPr>
        <w:t>x</w:t>
      </w:r>
      <w:r w:rsidR="00DC55E0" w:rsidRPr="00335D38">
        <w:rPr>
          <w:rFonts w:ascii="Verdana" w:hAnsi="Verdana" w:cs="Arial"/>
          <w:sz w:val="22"/>
          <w:szCs w:val="22"/>
        </w:rPr>
        <w:t>m</w:t>
      </w:r>
      <w:r w:rsidR="005A2531" w:rsidRPr="00335D38">
        <w:rPr>
          <w:rFonts w:ascii="Verdana" w:hAnsi="Verdana" w:cs="Arial"/>
          <w:sz w:val="22"/>
          <w:szCs w:val="22"/>
        </w:rPr>
        <w:t>l</w:t>
      </w:r>
      <w:r w:rsidR="00AA7713" w:rsidRPr="00335D38">
        <w:rPr>
          <w:rFonts w:ascii="Verdana" w:hAnsi="Verdana" w:cs="Arial"/>
          <w:sz w:val="22"/>
          <w:szCs w:val="22"/>
        </w:rPr>
        <w:t xml:space="preserve"> file with </w:t>
      </w:r>
      <w:r w:rsidR="008C0CF5" w:rsidRPr="00335D38">
        <w:rPr>
          <w:rFonts w:ascii="Verdana" w:hAnsi="Verdana" w:cs="Arial"/>
          <w:sz w:val="22"/>
          <w:szCs w:val="22"/>
        </w:rPr>
        <w:t xml:space="preserve">your </w:t>
      </w:r>
      <w:r w:rsidR="008C0CF5" w:rsidRPr="0036122E">
        <w:rPr>
          <w:rFonts w:ascii="Verdana" w:hAnsi="Verdana" w:cs="Arial"/>
          <w:b/>
          <w:sz w:val="22"/>
          <w:szCs w:val="22"/>
        </w:rPr>
        <w:t>editor</w:t>
      </w:r>
      <w:r w:rsidR="007766F1" w:rsidRPr="0036122E">
        <w:rPr>
          <w:rFonts w:ascii="Verdana" w:hAnsi="Verdana" w:cs="Arial"/>
          <w:b/>
          <w:sz w:val="22"/>
          <w:szCs w:val="22"/>
        </w:rPr>
        <w:t>/CAT tool</w:t>
      </w:r>
      <w:r w:rsidR="008C0CF5" w:rsidRPr="00335D38">
        <w:rPr>
          <w:rFonts w:ascii="Verdana" w:hAnsi="Verdana" w:cs="Arial"/>
          <w:sz w:val="22"/>
          <w:szCs w:val="22"/>
        </w:rPr>
        <w:t>.</w:t>
      </w:r>
    </w:p>
    <w:p w14:paraId="67FE973A" w14:textId="77777777" w:rsidR="00FF1B2A" w:rsidRPr="00335D38" w:rsidRDefault="00FF1B2A" w:rsidP="00335D38">
      <w:pPr>
        <w:keepNext/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b/>
          <w:sz w:val="22"/>
          <w:szCs w:val="22"/>
        </w:rPr>
        <w:t>Reproduce all tags</w:t>
      </w:r>
      <w:r w:rsidRPr="00335D38">
        <w:rPr>
          <w:rFonts w:ascii="Verdana" w:hAnsi="Verdana" w:cs="Arial"/>
          <w:sz w:val="22"/>
          <w:szCs w:val="22"/>
        </w:rPr>
        <w:t xml:space="preserve"> as they appear in the original segment.</w:t>
      </w:r>
    </w:p>
    <w:p w14:paraId="67FE973B" w14:textId="77777777" w:rsidR="008052C3" w:rsidRPr="00335D38" w:rsidRDefault="00831017" w:rsidP="00335D3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D</w:t>
      </w:r>
      <w:r w:rsidR="00AA7713" w:rsidRPr="00335D38">
        <w:rPr>
          <w:rFonts w:ascii="Verdana" w:hAnsi="Verdana" w:cs="Arial"/>
          <w:sz w:val="22"/>
          <w:szCs w:val="22"/>
        </w:rPr>
        <w:t>o the translation</w:t>
      </w:r>
      <w:r w:rsidRPr="00335D38">
        <w:rPr>
          <w:rFonts w:ascii="Verdana" w:hAnsi="Verdana" w:cs="Arial"/>
          <w:sz w:val="22"/>
          <w:szCs w:val="22"/>
        </w:rPr>
        <w:t>.</w:t>
      </w:r>
      <w:r w:rsidR="008052C3" w:rsidRPr="00335D38">
        <w:rPr>
          <w:rFonts w:ascii="Verdana" w:hAnsi="Verdana" w:cs="Arial"/>
          <w:sz w:val="22"/>
          <w:szCs w:val="22"/>
        </w:rPr>
        <w:t xml:space="preserve"> </w:t>
      </w:r>
    </w:p>
    <w:p w14:paraId="67FE973C" w14:textId="77777777" w:rsidR="0021156B" w:rsidRPr="00335D38" w:rsidRDefault="0021156B" w:rsidP="00335D3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Translate also link names (the text displayed in browser).</w:t>
      </w:r>
      <w:r w:rsidRPr="00335D38">
        <w:rPr>
          <w:rFonts w:ascii="Verdana" w:hAnsi="Verdana"/>
          <w:sz w:val="22"/>
          <w:szCs w:val="22"/>
        </w:rPr>
        <w:t xml:space="preserve"> The address (URL) of the target page should not be changed, unless requested.</w:t>
      </w:r>
    </w:p>
    <w:p w14:paraId="67FE973D" w14:textId="77777777" w:rsidR="0021156B" w:rsidRPr="00335D38" w:rsidRDefault="008052C3" w:rsidP="00335D38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In the case of </w:t>
      </w:r>
      <w:r w:rsidRPr="00B26AC0">
        <w:rPr>
          <w:rFonts w:ascii="Verdana" w:hAnsi="Verdana" w:cs="Arial"/>
          <w:b/>
          <w:sz w:val="22"/>
          <w:szCs w:val="22"/>
        </w:rPr>
        <w:t>link group</w:t>
      </w:r>
      <w:r w:rsidRPr="00335D38">
        <w:rPr>
          <w:rFonts w:ascii="Verdana" w:hAnsi="Verdana" w:cs="Arial"/>
          <w:sz w:val="22"/>
          <w:szCs w:val="22"/>
        </w:rPr>
        <w:t xml:space="preserve"> files leave </w:t>
      </w:r>
      <w:r w:rsidRPr="00E025FE">
        <w:rPr>
          <w:rFonts w:ascii="Verdana" w:hAnsi="Verdana" w:cs="Arial"/>
          <w:sz w:val="22"/>
          <w:szCs w:val="22"/>
        </w:rPr>
        <w:t>the original language in the left column and translate in the right column</w:t>
      </w:r>
      <w:r w:rsidR="0021156B" w:rsidRPr="00335D38">
        <w:rPr>
          <w:rFonts w:ascii="Verdana" w:hAnsi="Verdana" w:cs="Arial"/>
          <w:sz w:val="22"/>
          <w:szCs w:val="22"/>
        </w:rPr>
        <w:t xml:space="preserve"> </w:t>
      </w:r>
      <w:r w:rsidR="0021156B" w:rsidRPr="00335D38">
        <w:rPr>
          <w:rFonts w:ascii="Verdana" w:hAnsi="Verdana" w:cs="Arial"/>
          <w:i/>
          <w:sz w:val="22"/>
          <w:szCs w:val="22"/>
        </w:rPr>
        <w:t>(stylesheet preview – available if the correct linkgroup</w:t>
      </w:r>
      <w:r w:rsidR="00E025FE">
        <w:rPr>
          <w:rFonts w:ascii="Verdana" w:hAnsi="Verdana" w:cs="Arial"/>
          <w:i/>
          <w:sz w:val="22"/>
          <w:szCs w:val="22"/>
        </w:rPr>
        <w:t>'</w:t>
      </w:r>
      <w:r w:rsidR="0021156B" w:rsidRPr="00335D38">
        <w:rPr>
          <w:rFonts w:ascii="Verdana" w:hAnsi="Verdana" w:cs="Arial"/>
          <w:i/>
          <w:sz w:val="22"/>
          <w:szCs w:val="22"/>
        </w:rPr>
        <w:t>s settings file has been imported)</w:t>
      </w:r>
      <w:r w:rsidR="0021156B" w:rsidRPr="00335D38">
        <w:rPr>
          <w:rFonts w:ascii="Verdana" w:hAnsi="Verdana" w:cs="Arial"/>
          <w:sz w:val="22"/>
          <w:szCs w:val="22"/>
        </w:rPr>
        <w:t>.</w:t>
      </w:r>
    </w:p>
    <w:p w14:paraId="67FE973E" w14:textId="77777777" w:rsidR="00AA7713" w:rsidRPr="00335D38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3F" w14:textId="77777777" w:rsidR="00DC55E0" w:rsidRPr="00335D38" w:rsidRDefault="00601715" w:rsidP="00F41A09">
      <w:pPr>
        <w:autoSpaceDE w:val="0"/>
        <w:autoSpaceDN w:val="0"/>
        <w:adjustRightInd w:val="0"/>
        <w:ind w:left="426" w:hanging="426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6</w:t>
      </w:r>
      <w:r w:rsidR="00335D38" w:rsidRPr="00335D38">
        <w:rPr>
          <w:rFonts w:ascii="Verdana" w:hAnsi="Verdana" w:cs="Arial"/>
          <w:sz w:val="22"/>
          <w:szCs w:val="22"/>
        </w:rPr>
        <w:t>)</w:t>
      </w:r>
      <w:r w:rsidR="00335D38" w:rsidRPr="00335D38">
        <w:rPr>
          <w:rFonts w:ascii="Verdana" w:hAnsi="Verdana" w:cs="Arial"/>
          <w:sz w:val="22"/>
          <w:szCs w:val="22"/>
        </w:rPr>
        <w:tab/>
      </w:r>
      <w:r w:rsidR="00831017" w:rsidRPr="00335D38">
        <w:rPr>
          <w:rFonts w:ascii="Verdana" w:hAnsi="Verdana" w:cs="Arial"/>
          <w:sz w:val="22"/>
          <w:szCs w:val="22"/>
        </w:rPr>
        <w:t>A</w:t>
      </w:r>
      <w:r w:rsidR="00AA7713" w:rsidRPr="00335D38">
        <w:rPr>
          <w:rFonts w:ascii="Verdana" w:hAnsi="Verdana" w:cs="Arial"/>
          <w:sz w:val="22"/>
          <w:szCs w:val="22"/>
        </w:rPr>
        <w:t>fter translation</w:t>
      </w:r>
      <w:r w:rsidR="00FF1E25" w:rsidRPr="00335D38">
        <w:rPr>
          <w:rFonts w:ascii="Verdana" w:hAnsi="Verdana" w:cs="Arial"/>
          <w:sz w:val="22"/>
          <w:szCs w:val="22"/>
        </w:rPr>
        <w:t>,</w:t>
      </w:r>
      <w:r w:rsidR="00AA7713" w:rsidRPr="00335D38">
        <w:rPr>
          <w:rFonts w:ascii="Verdana" w:hAnsi="Verdana" w:cs="Arial"/>
          <w:sz w:val="22"/>
          <w:szCs w:val="22"/>
        </w:rPr>
        <w:t xml:space="preserve"> check the </w:t>
      </w:r>
      <w:r w:rsidR="00373785" w:rsidRPr="00335D38">
        <w:rPr>
          <w:rFonts w:ascii="Verdana" w:hAnsi="Verdana" w:cs="Arial"/>
          <w:b/>
          <w:sz w:val="22"/>
          <w:szCs w:val="22"/>
        </w:rPr>
        <w:t>preview</w:t>
      </w:r>
      <w:r w:rsidR="00831017" w:rsidRPr="00335D38">
        <w:rPr>
          <w:rFonts w:ascii="Verdana" w:hAnsi="Verdana" w:cs="Arial"/>
          <w:sz w:val="22"/>
          <w:szCs w:val="22"/>
        </w:rPr>
        <w:t>. I</w:t>
      </w:r>
      <w:r w:rsidR="00AA7713" w:rsidRPr="00335D38">
        <w:rPr>
          <w:rFonts w:ascii="Verdana" w:hAnsi="Verdana" w:cs="Arial"/>
          <w:sz w:val="22"/>
          <w:szCs w:val="22"/>
        </w:rPr>
        <w:t xml:space="preserve">t must have the </w:t>
      </w:r>
      <w:r w:rsidR="00AA7713" w:rsidRPr="00335D38">
        <w:rPr>
          <w:rFonts w:ascii="Verdana" w:hAnsi="Verdana" w:cs="Arial"/>
          <w:b/>
          <w:sz w:val="22"/>
          <w:szCs w:val="22"/>
        </w:rPr>
        <w:t>same rendering as the original</w:t>
      </w:r>
      <w:r w:rsidR="00DC55E0" w:rsidRPr="00335D38">
        <w:rPr>
          <w:rFonts w:ascii="Verdana" w:hAnsi="Verdana" w:cs="Arial"/>
          <w:sz w:val="22"/>
          <w:szCs w:val="22"/>
        </w:rPr>
        <w:t>.</w:t>
      </w:r>
    </w:p>
    <w:p w14:paraId="67FE9740" w14:textId="77777777" w:rsidR="00382DD7" w:rsidRPr="00335D38" w:rsidRDefault="00601715" w:rsidP="00B26AC0">
      <w:pPr>
        <w:autoSpaceDE w:val="0"/>
        <w:autoSpaceDN w:val="0"/>
        <w:adjustRightInd w:val="0"/>
        <w:ind w:left="426" w:hanging="426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>7</w:t>
      </w:r>
      <w:r w:rsidR="00B26AC0">
        <w:rPr>
          <w:rFonts w:ascii="Verdana" w:hAnsi="Verdana" w:cs="Arial"/>
          <w:sz w:val="22"/>
          <w:szCs w:val="22"/>
        </w:rPr>
        <w:t>)</w:t>
      </w:r>
      <w:r w:rsidR="00B26AC0">
        <w:rPr>
          <w:rFonts w:ascii="Verdana" w:hAnsi="Verdana" w:cs="Arial"/>
          <w:sz w:val="22"/>
          <w:szCs w:val="22"/>
        </w:rPr>
        <w:tab/>
      </w:r>
      <w:r w:rsidR="00351795" w:rsidRPr="00335D38">
        <w:rPr>
          <w:rFonts w:ascii="Verdana" w:hAnsi="Verdana" w:cs="Arial"/>
          <w:sz w:val="22"/>
          <w:szCs w:val="22"/>
        </w:rPr>
        <w:t xml:space="preserve">Save </w:t>
      </w:r>
      <w:r w:rsidR="00351795" w:rsidRPr="00335D38">
        <w:rPr>
          <w:rFonts w:ascii="Verdana" w:hAnsi="Verdana" w:cs="Arial"/>
          <w:b/>
          <w:sz w:val="22"/>
          <w:szCs w:val="22"/>
        </w:rPr>
        <w:t xml:space="preserve">target </w:t>
      </w:r>
      <w:r w:rsidR="00351795" w:rsidRPr="00335D38">
        <w:rPr>
          <w:rFonts w:ascii="Verdana" w:hAnsi="Verdana" w:cs="Arial"/>
          <w:sz w:val="22"/>
          <w:szCs w:val="22"/>
        </w:rPr>
        <w:t xml:space="preserve">/ </w:t>
      </w:r>
      <w:r w:rsidR="00D40DED" w:rsidRPr="00335D38">
        <w:rPr>
          <w:rFonts w:ascii="Verdana" w:hAnsi="Verdana" w:cs="Arial"/>
          <w:sz w:val="22"/>
          <w:szCs w:val="22"/>
        </w:rPr>
        <w:t>P</w:t>
      </w:r>
      <w:r w:rsidR="00382DD7" w:rsidRPr="00335D38">
        <w:rPr>
          <w:rFonts w:ascii="Verdana" w:hAnsi="Verdana" w:cs="Arial"/>
          <w:sz w:val="22"/>
          <w:szCs w:val="22"/>
        </w:rPr>
        <w:t xml:space="preserve">erform </w:t>
      </w:r>
      <w:r w:rsidR="00382DD7" w:rsidRPr="00335D38">
        <w:rPr>
          <w:rFonts w:ascii="Verdana" w:hAnsi="Verdana" w:cs="Arial"/>
          <w:b/>
          <w:sz w:val="22"/>
          <w:szCs w:val="22"/>
        </w:rPr>
        <w:t>clean</w:t>
      </w:r>
      <w:r w:rsidR="00373785" w:rsidRPr="00335D38">
        <w:rPr>
          <w:rFonts w:ascii="Verdana" w:hAnsi="Verdana" w:cs="Arial"/>
          <w:b/>
          <w:sz w:val="22"/>
          <w:szCs w:val="22"/>
        </w:rPr>
        <w:t>-</w:t>
      </w:r>
      <w:r w:rsidR="00382DD7" w:rsidRPr="00335D38">
        <w:rPr>
          <w:rFonts w:ascii="Verdana" w:hAnsi="Verdana" w:cs="Arial"/>
          <w:b/>
          <w:sz w:val="22"/>
          <w:szCs w:val="22"/>
        </w:rPr>
        <w:t>up</w:t>
      </w:r>
      <w:r w:rsidR="00BC4F40" w:rsidRPr="00335D38">
        <w:rPr>
          <w:rFonts w:ascii="Verdana" w:hAnsi="Verdana" w:cs="Arial"/>
          <w:sz w:val="22"/>
          <w:szCs w:val="22"/>
        </w:rPr>
        <w:t xml:space="preserve"> when finished</w:t>
      </w:r>
      <w:r w:rsidR="005F1A0A" w:rsidRPr="00335D38">
        <w:rPr>
          <w:rFonts w:ascii="Verdana" w:hAnsi="Verdana" w:cs="Arial"/>
          <w:sz w:val="22"/>
          <w:szCs w:val="22"/>
        </w:rPr>
        <w:t>.</w:t>
      </w:r>
      <w:r w:rsidR="00373785" w:rsidRPr="00335D38">
        <w:rPr>
          <w:rFonts w:ascii="Verdana" w:hAnsi="Verdana" w:cs="Arial"/>
          <w:sz w:val="22"/>
          <w:szCs w:val="22"/>
        </w:rPr>
        <w:t xml:space="preserve"> After </w:t>
      </w:r>
      <w:r w:rsidR="0002764B" w:rsidRPr="00335D38">
        <w:rPr>
          <w:rFonts w:ascii="Verdana" w:hAnsi="Verdana" w:cs="Arial"/>
          <w:sz w:val="22"/>
          <w:szCs w:val="22"/>
        </w:rPr>
        <w:t>this</w:t>
      </w:r>
      <w:r w:rsidR="00373785" w:rsidRPr="00335D38">
        <w:rPr>
          <w:rFonts w:ascii="Verdana" w:hAnsi="Verdana" w:cs="Arial"/>
          <w:sz w:val="22"/>
          <w:szCs w:val="22"/>
        </w:rPr>
        <w:t xml:space="preserve">, check the translation in your </w:t>
      </w:r>
      <w:r w:rsidR="00373785" w:rsidRPr="00335D38">
        <w:rPr>
          <w:rFonts w:ascii="Verdana" w:hAnsi="Verdana" w:cs="Arial"/>
          <w:b/>
          <w:sz w:val="22"/>
          <w:szCs w:val="22"/>
        </w:rPr>
        <w:t>browser</w:t>
      </w:r>
      <w:r w:rsidR="00373785" w:rsidRPr="00335D38">
        <w:rPr>
          <w:rFonts w:ascii="Verdana" w:hAnsi="Verdana" w:cs="Arial"/>
          <w:sz w:val="22"/>
          <w:szCs w:val="22"/>
        </w:rPr>
        <w:t xml:space="preserve">. It must have the </w:t>
      </w:r>
      <w:r w:rsidR="00373785" w:rsidRPr="00335D38">
        <w:rPr>
          <w:rFonts w:ascii="Verdana" w:hAnsi="Verdana" w:cs="Arial"/>
          <w:b/>
          <w:sz w:val="22"/>
          <w:szCs w:val="22"/>
        </w:rPr>
        <w:t>same rendering as the original</w:t>
      </w:r>
      <w:r w:rsidR="00373785" w:rsidRPr="00335D38">
        <w:rPr>
          <w:rFonts w:ascii="Verdana" w:hAnsi="Verdana" w:cs="Arial"/>
          <w:sz w:val="22"/>
          <w:szCs w:val="22"/>
        </w:rPr>
        <w:t>.</w:t>
      </w:r>
    </w:p>
    <w:p w14:paraId="67FE9741" w14:textId="77777777" w:rsidR="00946AEA" w:rsidRPr="00335D38" w:rsidRDefault="00946AEA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42" w14:textId="77777777" w:rsidR="00B271D4" w:rsidRDefault="001D59B8" w:rsidP="00B271D4">
      <w:pPr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8</w:t>
      </w:r>
      <w:r w:rsidR="00B271D4" w:rsidRPr="00335D38">
        <w:rPr>
          <w:rFonts w:ascii="Verdana" w:hAnsi="Verdana" w:cs="Arial"/>
          <w:sz w:val="22"/>
          <w:szCs w:val="22"/>
        </w:rPr>
        <w:t xml:space="preserve">) Please </w:t>
      </w:r>
      <w:r w:rsidR="00B271D4" w:rsidRPr="00335D38">
        <w:rPr>
          <w:rFonts w:ascii="Verdana" w:hAnsi="Verdana" w:cs="Arial"/>
          <w:b/>
          <w:sz w:val="22"/>
          <w:szCs w:val="22"/>
        </w:rPr>
        <w:t>deliver</w:t>
      </w:r>
      <w:r w:rsidR="00B271D4" w:rsidRPr="00335D38">
        <w:rPr>
          <w:rFonts w:ascii="Verdana" w:hAnsi="Verdana" w:cs="Arial"/>
          <w:sz w:val="22"/>
          <w:szCs w:val="22"/>
        </w:rPr>
        <w:t xml:space="preserve"> </w:t>
      </w:r>
      <w:r w:rsidR="00F31D0E">
        <w:rPr>
          <w:rFonts w:ascii="Verdana" w:hAnsi="Verdana" w:cs="Arial"/>
          <w:sz w:val="22"/>
          <w:szCs w:val="22"/>
        </w:rPr>
        <w:t xml:space="preserve">your translation </w:t>
      </w:r>
      <w:r w:rsidR="00B271D4" w:rsidRPr="00335D38">
        <w:rPr>
          <w:rFonts w:ascii="Verdana" w:hAnsi="Verdana" w:cs="Arial"/>
          <w:sz w:val="22"/>
          <w:szCs w:val="22"/>
        </w:rPr>
        <w:t xml:space="preserve">via the </w:t>
      </w:r>
      <w:r w:rsidR="00B271D4" w:rsidRPr="00F41A09">
        <w:rPr>
          <w:rFonts w:ascii="Verdana" w:hAnsi="Verdana" w:cs="Arial"/>
          <w:b/>
          <w:sz w:val="22"/>
          <w:szCs w:val="22"/>
        </w:rPr>
        <w:t>eXtraPortal</w:t>
      </w:r>
      <w:r w:rsidR="00B271D4" w:rsidRPr="00335D38">
        <w:rPr>
          <w:rFonts w:ascii="Verdana" w:hAnsi="Verdana" w:cs="Arial"/>
          <w:sz w:val="22"/>
          <w:szCs w:val="22"/>
        </w:rPr>
        <w:t xml:space="preserve"> :</w:t>
      </w:r>
    </w:p>
    <w:p w14:paraId="67FE9743" w14:textId="77777777" w:rsidR="00B26AC0" w:rsidRDefault="00F90BEC" w:rsidP="00F90BEC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Under </w:t>
      </w:r>
      <w:r w:rsidRPr="00F2716C">
        <w:rPr>
          <w:rFonts w:ascii="Verdana" w:hAnsi="Verdana" w:cs="Arial"/>
          <w:sz w:val="22"/>
          <w:szCs w:val="22"/>
        </w:rPr>
        <w:t>"</w:t>
      </w:r>
      <w:r w:rsidRPr="00910524">
        <w:rPr>
          <w:rFonts w:ascii="Verdana" w:hAnsi="Verdana" w:cs="Arial"/>
          <w:i/>
          <w:sz w:val="22"/>
          <w:szCs w:val="22"/>
        </w:rPr>
        <w:t>My orders</w:t>
      </w:r>
      <w:r w:rsidRPr="00F2716C">
        <w:rPr>
          <w:rFonts w:ascii="Verdana" w:hAnsi="Verdana" w:cs="Arial"/>
          <w:sz w:val="22"/>
          <w:szCs w:val="22"/>
        </w:rPr>
        <w:t>" in "</w:t>
      </w:r>
      <w:r w:rsidRPr="00910524">
        <w:rPr>
          <w:rFonts w:ascii="Verdana" w:hAnsi="Verdana" w:cs="Arial"/>
          <w:i/>
          <w:sz w:val="22"/>
          <w:szCs w:val="22"/>
        </w:rPr>
        <w:t>My ongoing assignments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>-</w:t>
      </w:r>
      <w:r w:rsidRPr="00F2716C">
        <w:rPr>
          <w:rFonts w:ascii="Verdana" w:hAnsi="Verdana" w:cs="Arial"/>
          <w:sz w:val="22"/>
          <w:szCs w:val="22"/>
        </w:rPr>
        <w:t xml:space="preserve"> "</w:t>
      </w:r>
      <w:r w:rsidRPr="00910524">
        <w:rPr>
          <w:rFonts w:ascii="Verdana" w:hAnsi="Verdana" w:cs="Arial"/>
          <w:i/>
          <w:sz w:val="22"/>
          <w:szCs w:val="22"/>
        </w:rPr>
        <w:t>Order details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 xml:space="preserve">, </w:t>
      </w:r>
      <w:r w:rsidRPr="00DD23EA">
        <w:rPr>
          <w:rFonts w:ascii="Verdana" w:hAnsi="Verdana" w:cs="Arial"/>
          <w:b/>
          <w:sz w:val="22"/>
          <w:szCs w:val="22"/>
        </w:rPr>
        <w:t xml:space="preserve">upload </w:t>
      </w:r>
      <w:r w:rsidRPr="00DD23EA">
        <w:rPr>
          <w:rFonts w:ascii="Verdana" w:hAnsi="Verdana"/>
          <w:b/>
          <w:sz w:val="22"/>
          <w:szCs w:val="22"/>
        </w:rPr>
        <w:t>separately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67FE9744" w14:textId="77777777" w:rsidR="00B26AC0" w:rsidRDefault="00B26AC0" w:rsidP="00B26AC0">
      <w:pPr>
        <w:autoSpaceDE w:val="0"/>
        <w:autoSpaceDN w:val="0"/>
        <w:adjustRightInd w:val="0"/>
        <w:spacing w:after="0"/>
        <w:ind w:left="284"/>
        <w:jc w:val="left"/>
        <w:rPr>
          <w:rFonts w:ascii="Verdana" w:hAnsi="Verdana" w:cs="Arial"/>
          <w:sz w:val="22"/>
          <w:szCs w:val="22"/>
        </w:rPr>
      </w:pPr>
    </w:p>
    <w:p w14:paraId="67FE9745" w14:textId="77777777" w:rsidR="00B26AC0" w:rsidRPr="00F2716C" w:rsidRDefault="00B26AC0" w:rsidP="00B26AC0">
      <w:pPr>
        <w:tabs>
          <w:tab w:val="left" w:pos="284"/>
        </w:tabs>
        <w:autoSpaceDE w:val="0"/>
        <w:autoSpaceDN w:val="0"/>
        <w:adjustRightInd w:val="0"/>
        <w:spacing w:after="120"/>
        <w:ind w:left="568" w:hanging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556739">
        <w:rPr>
          <w:rFonts w:ascii="Verdana" w:hAnsi="Verdana" w:cs="Arial"/>
          <w:sz w:val="22"/>
          <w:szCs w:val="22"/>
        </w:rPr>
        <w:tab/>
      </w:r>
      <w:r w:rsidRPr="00556739">
        <w:rPr>
          <w:rFonts w:ascii="Verdana" w:hAnsi="Verdana"/>
          <w:sz w:val="22"/>
          <w:szCs w:val="22"/>
        </w:rPr>
        <w:t xml:space="preserve">the </w:t>
      </w:r>
      <w:r w:rsidRPr="00556739">
        <w:rPr>
          <w:rFonts w:ascii="Verdana" w:hAnsi="Verdana"/>
          <w:b/>
          <w:sz w:val="22"/>
          <w:szCs w:val="22"/>
        </w:rPr>
        <w:t>finished translation</w:t>
      </w:r>
      <w:r w:rsidRPr="00556739">
        <w:rPr>
          <w:rFonts w:ascii="Verdana" w:hAnsi="Verdana"/>
          <w:sz w:val="22"/>
          <w:szCs w:val="22"/>
        </w:rPr>
        <w:t xml:space="preserve"> in </w:t>
      </w:r>
      <w:r w:rsidRPr="002C08CD">
        <w:rPr>
          <w:rFonts w:ascii="Verdana" w:hAnsi="Verdana"/>
          <w:b/>
          <w:sz w:val="28"/>
          <w:szCs w:val="28"/>
        </w:rPr>
        <w:t>xml</w:t>
      </w:r>
      <w:r w:rsidRPr="00556739">
        <w:rPr>
          <w:rFonts w:ascii="Verdana" w:hAnsi="Verdana"/>
          <w:b/>
          <w:sz w:val="22"/>
          <w:szCs w:val="22"/>
        </w:rPr>
        <w:t xml:space="preserve"> </w:t>
      </w:r>
      <w:r w:rsidRPr="00556739">
        <w:rPr>
          <w:rFonts w:ascii="Verdana" w:hAnsi="Verdana"/>
          <w:sz w:val="22"/>
          <w:szCs w:val="22"/>
        </w:rPr>
        <w:t>file format</w:t>
      </w:r>
      <w:r w:rsidRPr="00556739">
        <w:rPr>
          <w:rFonts w:ascii="Verdana" w:hAnsi="Verdana" w:cs="Arial"/>
          <w:sz w:val="22"/>
          <w:szCs w:val="22"/>
        </w:rPr>
        <w:t xml:space="preserve">. </w:t>
      </w:r>
    </w:p>
    <w:p w14:paraId="67FE9746" w14:textId="77777777" w:rsidR="00B26AC0" w:rsidRPr="006F744E" w:rsidRDefault="00B26AC0" w:rsidP="00C60CE9">
      <w:pPr>
        <w:tabs>
          <w:tab w:val="left" w:pos="851"/>
        </w:tabs>
        <w:autoSpaceDE w:val="0"/>
        <w:autoSpaceDN w:val="0"/>
        <w:adjustRightInd w:val="0"/>
        <w:spacing w:after="0"/>
        <w:ind w:left="1265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r w:rsidRPr="006F744E">
        <w:rPr>
          <w:rFonts w:ascii="Verdana" w:hAnsi="Verdana" w:cs="Arial"/>
          <w:sz w:val="20"/>
        </w:rPr>
        <w:t>click on the [</w:t>
      </w:r>
      <w:r w:rsidRPr="006F744E">
        <w:rPr>
          <w:rFonts w:ascii="Verdana" w:hAnsi="Verdana" w:cs="Arial"/>
          <w:i/>
          <w:sz w:val="20"/>
        </w:rPr>
        <w:t>Upload</w:t>
      </w:r>
      <w:r w:rsidRPr="006F744E">
        <w:rPr>
          <w:rFonts w:ascii="Verdana" w:hAnsi="Verdana" w:cs="Arial"/>
          <w:sz w:val="20"/>
        </w:rPr>
        <w:t xml:space="preserve">] link at the same level as the original document, appearing </w:t>
      </w:r>
      <w:r w:rsidRPr="006F744E">
        <w:rPr>
          <w:rFonts w:ascii="Verdana" w:hAnsi="Verdana" w:cs="Arial"/>
          <w:sz w:val="20"/>
          <w:u w:val="single"/>
        </w:rPr>
        <w:t>after</w:t>
      </w:r>
      <w:r w:rsidRPr="006F744E">
        <w:rPr>
          <w:rFonts w:ascii="Verdana" w:hAnsi="Verdana" w:cs="Arial"/>
          <w:sz w:val="20"/>
        </w:rPr>
        <w:t xml:space="preserve"> all mandatory documents have been uploaded (IPR, FLM, FLA</w:t>
      </w:r>
      <w:r w:rsidR="006F744E">
        <w:rPr>
          <w:rStyle w:val="FootnoteReference"/>
          <w:rFonts w:ascii="Verdana" w:hAnsi="Verdana" w:cs="Arial"/>
          <w:sz w:val="20"/>
        </w:rPr>
        <w:footnoteReference w:id="2"/>
      </w:r>
      <w:r w:rsidRPr="006F744E">
        <w:rPr>
          <w:rFonts w:ascii="Verdana" w:hAnsi="Verdana" w:cs="Arial"/>
          <w:sz w:val="20"/>
        </w:rPr>
        <w:t xml:space="preserve"> (if required))</w:t>
      </w:r>
    </w:p>
    <w:p w14:paraId="67FE9747" w14:textId="77777777" w:rsidR="00B26AC0" w:rsidRPr="00F2716C" w:rsidRDefault="00B26AC0" w:rsidP="00B26AC0">
      <w:pPr>
        <w:autoSpaceDE w:val="0"/>
        <w:autoSpaceDN w:val="0"/>
        <w:adjustRightInd w:val="0"/>
        <w:spacing w:after="0"/>
        <w:ind w:left="568"/>
        <w:jc w:val="left"/>
        <w:rPr>
          <w:rFonts w:ascii="Verdana" w:hAnsi="Verdana" w:cs="Arial"/>
          <w:sz w:val="22"/>
          <w:szCs w:val="22"/>
        </w:rPr>
      </w:pPr>
    </w:p>
    <w:p w14:paraId="67FE9748" w14:textId="77777777" w:rsidR="00B26AC0" w:rsidRPr="00F2716C" w:rsidRDefault="00B26AC0" w:rsidP="00B26AC0">
      <w:pPr>
        <w:tabs>
          <w:tab w:val="left" w:pos="284"/>
        </w:tabs>
        <w:autoSpaceDE w:val="0"/>
        <w:autoSpaceDN w:val="0"/>
        <w:adjustRightInd w:val="0"/>
        <w:spacing w:after="120"/>
        <w:ind w:left="568" w:hanging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F2716C">
        <w:rPr>
          <w:rFonts w:ascii="Verdana" w:hAnsi="Verdana" w:cs="Arial"/>
          <w:sz w:val="22"/>
          <w:szCs w:val="22"/>
        </w:rPr>
        <w:tab/>
      </w:r>
      <w:r w:rsidR="006F744E">
        <w:rPr>
          <w:rFonts w:ascii="Verdana" w:hAnsi="Verdana" w:cs="Arial"/>
          <w:sz w:val="22"/>
          <w:szCs w:val="22"/>
        </w:rPr>
        <w:t xml:space="preserve">the </w:t>
      </w:r>
      <w:r w:rsidRPr="00F2716C">
        <w:rPr>
          <w:rFonts w:ascii="Verdana" w:hAnsi="Verdana" w:cs="Arial"/>
          <w:b/>
          <w:sz w:val="22"/>
          <w:szCs w:val="22"/>
        </w:rPr>
        <w:t>FLM</w:t>
      </w:r>
      <w:r w:rsidRPr="00F2716C">
        <w:rPr>
          <w:rFonts w:ascii="Verdana" w:hAnsi="Verdana" w:cs="Arial"/>
          <w:sz w:val="22"/>
          <w:szCs w:val="22"/>
        </w:rPr>
        <w:t xml:space="preserve"> file</w:t>
      </w:r>
      <w:r w:rsidR="006F744E">
        <w:rPr>
          <w:rFonts w:ascii="Verdana" w:hAnsi="Verdana" w:cs="Arial"/>
          <w:sz w:val="22"/>
          <w:szCs w:val="22"/>
        </w:rPr>
        <w:t>, containing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67FE9749" w14:textId="77777777" w:rsidR="00B26AC0" w:rsidRPr="006F744E" w:rsidRDefault="00B26AC0" w:rsidP="003B5490">
      <w:pPr>
        <w:tabs>
          <w:tab w:val="left" w:pos="851"/>
        </w:tabs>
        <w:autoSpaceDE w:val="0"/>
        <w:autoSpaceDN w:val="0"/>
        <w:adjustRightInd w:val="0"/>
        <w:spacing w:after="120"/>
        <w:ind w:left="1265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r w:rsidRPr="006F744E">
        <w:rPr>
          <w:rFonts w:ascii="Verdana" w:hAnsi="Verdana" w:cs="Arial"/>
          <w:sz w:val="20"/>
        </w:rPr>
        <w:t xml:space="preserve">the bilingual intermediate file ( .xliff or .ttx) and/or the exported memory (.tmx), according to the requirements set down in the </w:t>
      </w:r>
      <w:r w:rsidRPr="006F744E">
        <w:rPr>
          <w:rFonts w:ascii="Verdana" w:hAnsi="Verdana" w:cs="Arial"/>
          <w:i/>
          <w:sz w:val="20"/>
          <w:u w:val="single"/>
        </w:rPr>
        <w:t>information sheet.</w:t>
      </w:r>
      <w:r w:rsidR="006F744E" w:rsidRPr="006F744E">
        <w:rPr>
          <w:rFonts w:ascii="Verdana" w:hAnsi="Verdana" w:cs="Arial"/>
          <w:sz w:val="20"/>
        </w:rPr>
        <w:t xml:space="preserve"> </w:t>
      </w:r>
      <w:r w:rsidR="006F744E">
        <w:rPr>
          <w:rFonts w:ascii="Verdana" w:hAnsi="Verdana" w:cs="Arial"/>
          <w:sz w:val="20"/>
        </w:rPr>
        <w:t>Upload a zip file in case you need to submit several files</w:t>
      </w:r>
      <w:r w:rsidR="00577A65">
        <w:rPr>
          <w:rFonts w:ascii="Verdana" w:hAnsi="Verdana" w:cs="Arial"/>
          <w:sz w:val="20"/>
        </w:rPr>
        <w:t>.</w:t>
      </w:r>
    </w:p>
    <w:p w14:paraId="67FE974A" w14:textId="77777777" w:rsidR="00D40DED" w:rsidRPr="006F744E" w:rsidRDefault="006F744E" w:rsidP="006F744E">
      <w:pPr>
        <w:autoSpaceDE w:val="0"/>
        <w:autoSpaceDN w:val="0"/>
        <w:adjustRightInd w:val="0"/>
        <w:spacing w:after="0"/>
        <w:ind w:left="1288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</w:t>
      </w:r>
      <w:r w:rsidRPr="00914405">
        <w:rPr>
          <w:rFonts w:ascii="Verdana" w:hAnsi="Verdana" w:cs="Arial"/>
          <w:sz w:val="20"/>
        </w:rPr>
        <w:t>lick on the [</w:t>
      </w:r>
      <w:r w:rsidRPr="00914405">
        <w:rPr>
          <w:rFonts w:ascii="Verdana" w:hAnsi="Verdana" w:cs="Arial"/>
          <w:i/>
          <w:sz w:val="20"/>
        </w:rPr>
        <w:t>Upload FLM</w:t>
      </w:r>
      <w:r w:rsidRPr="00914405">
        <w:rPr>
          <w:rFonts w:ascii="Verdana" w:hAnsi="Verdana" w:cs="Arial"/>
          <w:sz w:val="20"/>
        </w:rPr>
        <w:t xml:space="preserve">] link, </w:t>
      </w:r>
      <w:r w:rsidRPr="00914405">
        <w:rPr>
          <w:rFonts w:ascii="Verdana" w:hAnsi="Verdana" w:cs="Arial"/>
          <w:i/>
          <w:sz w:val="20"/>
        </w:rPr>
        <w:t>Browse</w:t>
      </w:r>
      <w:r w:rsidRPr="00914405">
        <w:rPr>
          <w:rFonts w:ascii="Verdana" w:hAnsi="Verdana" w:cs="Arial"/>
          <w:sz w:val="20"/>
        </w:rPr>
        <w:t xml:space="preserve"> and select your (zipped) file</w:t>
      </w:r>
      <w:r>
        <w:rPr>
          <w:rFonts w:ascii="Verdana" w:hAnsi="Verdana" w:cs="Arial"/>
          <w:sz w:val="20"/>
        </w:rPr>
        <w:t>.</w:t>
      </w:r>
    </w:p>
    <w:p w14:paraId="67FE974B" w14:textId="77777777" w:rsidR="00B26AC0" w:rsidRDefault="00B26AC0" w:rsidP="00B26AC0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4C" w14:textId="77777777" w:rsidR="00B26AC0" w:rsidRDefault="00B26AC0" w:rsidP="00B26AC0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4D" w14:textId="77777777" w:rsidR="00B26AC0" w:rsidRPr="00335D38" w:rsidRDefault="00B26AC0" w:rsidP="00B26AC0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67FE974E" w14:textId="77777777" w:rsidR="00D40DED" w:rsidRPr="00335D38" w:rsidRDefault="00D40DED" w:rsidP="00D40DED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b/>
          <w:sz w:val="22"/>
          <w:szCs w:val="22"/>
        </w:rPr>
        <w:t>Help</w:t>
      </w:r>
    </w:p>
    <w:p w14:paraId="67FE974F" w14:textId="77777777" w:rsidR="00D40DED" w:rsidRPr="00335D38" w:rsidRDefault="00D40DED" w:rsidP="00100F5A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 w:rsidRPr="00335D38">
        <w:rPr>
          <w:rFonts w:ascii="Verdana" w:hAnsi="Verdana" w:cs="Arial"/>
          <w:sz w:val="22"/>
          <w:szCs w:val="22"/>
        </w:rPr>
        <w:t xml:space="preserve">For any problems with the eXtra portal: </w:t>
      </w:r>
      <w:hyperlink r:id="rId20" w:history="1">
        <w:r w:rsidR="00EA26FC" w:rsidRPr="00335D38">
          <w:rPr>
            <w:rStyle w:val="Hyperlink"/>
            <w:rFonts w:ascii="Verdana" w:hAnsi="Verdana" w:cs="Arial"/>
            <w:sz w:val="22"/>
            <w:szCs w:val="22"/>
          </w:rPr>
          <w:t>DGT-FL-PORTAL-MANAGER@ec.europa.eu</w:t>
        </w:r>
      </w:hyperlink>
    </w:p>
    <w:sectPr w:rsidR="00D40DED" w:rsidRPr="00335D38" w:rsidSect="00335D38">
      <w:footerReference w:type="default" r:id="rId21"/>
      <w:headerReference w:type="first" r:id="rId22"/>
      <w:pgSz w:w="11906" w:h="16838"/>
      <w:pgMar w:top="851" w:right="1077" w:bottom="851" w:left="1077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E9756" w14:textId="77777777" w:rsidR="00655362" w:rsidRDefault="00655362">
      <w:r>
        <w:separator/>
      </w:r>
    </w:p>
  </w:endnote>
  <w:endnote w:type="continuationSeparator" w:id="0">
    <w:p w14:paraId="67FE9757" w14:textId="77777777" w:rsidR="00655362" w:rsidRDefault="0065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9758" w14:textId="77777777" w:rsidR="008052C3" w:rsidRDefault="008052C3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E076C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E9754" w14:textId="77777777" w:rsidR="00655362" w:rsidRDefault="00655362">
      <w:r>
        <w:separator/>
      </w:r>
    </w:p>
  </w:footnote>
  <w:footnote w:type="continuationSeparator" w:id="0">
    <w:p w14:paraId="67FE9755" w14:textId="77777777" w:rsidR="00655362" w:rsidRDefault="00655362">
      <w:r>
        <w:continuationSeparator/>
      </w:r>
    </w:p>
  </w:footnote>
  <w:footnote w:id="1">
    <w:p w14:paraId="67FE975A" w14:textId="77777777" w:rsidR="00877298" w:rsidRPr="00E16D12" w:rsidRDefault="00877298" w:rsidP="00877298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 w:rsidRPr="00E16D12">
        <w:t xml:space="preserve"> </w:t>
      </w:r>
      <w:r w:rsidR="00213364">
        <w:t>"</w:t>
      </w:r>
      <w:r>
        <w:t>.</w:t>
      </w:r>
      <w:r w:rsidR="00213364">
        <w:t>ini"</w:t>
      </w:r>
      <w:r w:rsidRPr="00E16D12">
        <w:t xml:space="preserve"> files are attached to this reference document, and can be saved directly by right clicking on the icon, selecting "File Object", and "Save As".</w:t>
      </w:r>
      <w:r w:rsidR="00E80F9A">
        <w:t xml:space="preserve"> “sdlftsettings” files can be saved by </w:t>
      </w:r>
      <w:r w:rsidR="008E1833">
        <w:t xml:space="preserve">selecting the settings file and </w:t>
      </w:r>
      <w:r w:rsidR="00E80F9A">
        <w:t xml:space="preserve">doing a </w:t>
      </w:r>
      <w:r w:rsidR="008E1833">
        <w:t>"copy/paste" or</w:t>
      </w:r>
      <w:r w:rsidR="00E80F9A">
        <w:t>“drag and drop”</w:t>
      </w:r>
      <w:r w:rsidR="008E1833">
        <w:t xml:space="preserve"> to a folder on </w:t>
      </w:r>
      <w:r w:rsidR="00213364">
        <w:t xml:space="preserve">your </w:t>
      </w:r>
      <w:r w:rsidR="008E1833">
        <w:t>PC</w:t>
      </w:r>
      <w:r w:rsidR="00E80F9A">
        <w:t xml:space="preserve">. </w:t>
      </w:r>
    </w:p>
  </w:footnote>
  <w:footnote w:id="2">
    <w:p w14:paraId="67FE975B" w14:textId="77777777" w:rsidR="006F744E" w:rsidRPr="006F744E" w:rsidRDefault="006F744E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FR"/>
        </w:rPr>
        <w:t>IPR (Intellectual property rights); FLM (Freelance translation memory/bilingual files); FLA (Freelance annexes)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9759" w14:textId="77777777" w:rsidR="008052C3" w:rsidRDefault="008052C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67D26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DC0CEE"/>
    <w:multiLevelType w:val="multilevel"/>
    <w:tmpl w:val="510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123698"/>
    <w:multiLevelType w:val="hybridMultilevel"/>
    <w:tmpl w:val="4BFEB1A4"/>
    <w:lvl w:ilvl="0" w:tplc="DCEE565E">
      <w:start w:val="1"/>
      <w:numFmt w:val="none"/>
      <w:lvlText w:val="%1-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7">
    <w:nsid w:val="54DB20ED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1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2">
    <w:nsid w:val="6F142EB6"/>
    <w:multiLevelType w:val="hybridMultilevel"/>
    <w:tmpl w:val="72C21728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2173892"/>
    <w:multiLevelType w:val="multilevel"/>
    <w:tmpl w:val="05F293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18"/>
  </w:num>
  <w:num w:numId="10">
    <w:abstractNumId w:val="20"/>
  </w:num>
  <w:num w:numId="11">
    <w:abstractNumId w:val="19"/>
  </w:num>
  <w:num w:numId="12">
    <w:abstractNumId w:val="21"/>
  </w:num>
  <w:num w:numId="13">
    <w:abstractNumId w:val="8"/>
  </w:num>
  <w:num w:numId="14">
    <w:abstractNumId w:val="11"/>
  </w:num>
  <w:num w:numId="15">
    <w:abstractNumId w:val="13"/>
  </w:num>
  <w:num w:numId="16">
    <w:abstractNumId w:val="12"/>
  </w:num>
  <w:num w:numId="17">
    <w:abstractNumId w:val="4"/>
  </w:num>
  <w:num w:numId="18">
    <w:abstractNumId w:val="14"/>
  </w:num>
  <w:num w:numId="19">
    <w:abstractNumId w:val="5"/>
  </w:num>
  <w:num w:numId="20">
    <w:abstractNumId w:val="23"/>
  </w:num>
  <w:num w:numId="21">
    <w:abstractNumId w:val="3"/>
  </w:num>
  <w:num w:numId="22">
    <w:abstractNumId w:val="2"/>
  </w:num>
  <w:num w:numId="23">
    <w:abstractNumId w:val="17"/>
  </w:num>
  <w:num w:numId="24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Level" w:val="Level 1"/>
    <w:docVar w:name="LW_DocType" w:val="NOT"/>
    <w:docVar w:name="NumLevel 1" w:val="(_x0009_)_x0009_2_x0009_0_x0009_0_x0009_-28,35_x0009_28,35_x0009_False"/>
    <w:docVar w:name="NumLevel 2" w:val="(_x0009_)_x0009_a_x0009_0_x0009_0_x0009_-28,35_x0009_56,7_x0009_False"/>
    <w:docVar w:name="NumLevel 3" w:val="_x0009__x0009_●_x0009_0_x0009_0_x0009_-28,35_x0009_85,05_x0009_False"/>
    <w:docVar w:name="NumLevel 4" w:val="_x0009__x0009_–_x0009_0_x0009_0_x0009_-28,35_x0009_113,4_x0009_False"/>
    <w:docVar w:name="NumLevel 5" w:val="_x0009__x0009__x0009_0_x0009_0_x0009_-28,35_x0009_141,75_x0009_False"/>
    <w:docVar w:name="NumLevel 6" w:val="_x0009__x0009__x0009_0_x0009_0_x0009_-28,35_x0009_170,1_x0009_False"/>
    <w:docVar w:name="NumLevel 7" w:val="_x0009__x0009__x0009_0_x0009_0_x0009_-28,35_x0009_198,45_x0009_False"/>
    <w:docVar w:name="NumLevel 8" w:val="_x0009__x0009__x0009_0_x0009_0_x0009_-28,35_x0009_226,8_x0009_False"/>
    <w:docVar w:name="NumLevel 9" w:val="_x0009__x0009__x0009_0_x0009_0_x0009_-28,35_x0009_255,15_x0009_False"/>
  </w:docVars>
  <w:rsids>
    <w:rsidRoot w:val="00AA7713"/>
    <w:rsid w:val="00014943"/>
    <w:rsid w:val="0002764B"/>
    <w:rsid w:val="00100F5A"/>
    <w:rsid w:val="00104DB2"/>
    <w:rsid w:val="001123A2"/>
    <w:rsid w:val="0011289F"/>
    <w:rsid w:val="00126471"/>
    <w:rsid w:val="0014592C"/>
    <w:rsid w:val="00172009"/>
    <w:rsid w:val="00180F35"/>
    <w:rsid w:val="00196EA0"/>
    <w:rsid w:val="001C3DCB"/>
    <w:rsid w:val="001D59B8"/>
    <w:rsid w:val="0021156B"/>
    <w:rsid w:val="00213364"/>
    <w:rsid w:val="002307C5"/>
    <w:rsid w:val="00242D1A"/>
    <w:rsid w:val="002C2F8C"/>
    <w:rsid w:val="002D21F2"/>
    <w:rsid w:val="002E2819"/>
    <w:rsid w:val="002E7B9B"/>
    <w:rsid w:val="002F274E"/>
    <w:rsid w:val="0031090A"/>
    <w:rsid w:val="00335D38"/>
    <w:rsid w:val="00351795"/>
    <w:rsid w:val="0036122E"/>
    <w:rsid w:val="00373785"/>
    <w:rsid w:val="00380E04"/>
    <w:rsid w:val="00382DD7"/>
    <w:rsid w:val="003B5490"/>
    <w:rsid w:val="003C30A0"/>
    <w:rsid w:val="003D1C5F"/>
    <w:rsid w:val="00401F0C"/>
    <w:rsid w:val="00423777"/>
    <w:rsid w:val="004579C6"/>
    <w:rsid w:val="00461EC9"/>
    <w:rsid w:val="0048163B"/>
    <w:rsid w:val="004A6A21"/>
    <w:rsid w:val="004C5ADD"/>
    <w:rsid w:val="0052271A"/>
    <w:rsid w:val="00522EC8"/>
    <w:rsid w:val="0052610D"/>
    <w:rsid w:val="00577A65"/>
    <w:rsid w:val="00593B8B"/>
    <w:rsid w:val="005A2531"/>
    <w:rsid w:val="005E33B1"/>
    <w:rsid w:val="005F1A0A"/>
    <w:rsid w:val="00601715"/>
    <w:rsid w:val="00634360"/>
    <w:rsid w:val="0065325F"/>
    <w:rsid w:val="00655362"/>
    <w:rsid w:val="00676391"/>
    <w:rsid w:val="006A16B9"/>
    <w:rsid w:val="006A4015"/>
    <w:rsid w:val="006D0604"/>
    <w:rsid w:val="006D7558"/>
    <w:rsid w:val="006E3C97"/>
    <w:rsid w:val="006F744E"/>
    <w:rsid w:val="0072597A"/>
    <w:rsid w:val="00773D16"/>
    <w:rsid w:val="00774EE4"/>
    <w:rsid w:val="007766F1"/>
    <w:rsid w:val="00776FA5"/>
    <w:rsid w:val="00782BA0"/>
    <w:rsid w:val="007E5494"/>
    <w:rsid w:val="008052C3"/>
    <w:rsid w:val="00831017"/>
    <w:rsid w:val="00843AE0"/>
    <w:rsid w:val="00846709"/>
    <w:rsid w:val="00862F3D"/>
    <w:rsid w:val="00877298"/>
    <w:rsid w:val="008C0CF5"/>
    <w:rsid w:val="008C5488"/>
    <w:rsid w:val="008E1833"/>
    <w:rsid w:val="008E3DC6"/>
    <w:rsid w:val="008F3154"/>
    <w:rsid w:val="008F590A"/>
    <w:rsid w:val="00900494"/>
    <w:rsid w:val="009111C4"/>
    <w:rsid w:val="00920B3A"/>
    <w:rsid w:val="00937535"/>
    <w:rsid w:val="00943EC8"/>
    <w:rsid w:val="00946AEA"/>
    <w:rsid w:val="00946B83"/>
    <w:rsid w:val="00980C04"/>
    <w:rsid w:val="009810F0"/>
    <w:rsid w:val="009812A2"/>
    <w:rsid w:val="009E1773"/>
    <w:rsid w:val="009E354A"/>
    <w:rsid w:val="009E5987"/>
    <w:rsid w:val="00A041D5"/>
    <w:rsid w:val="00A23B87"/>
    <w:rsid w:val="00A60511"/>
    <w:rsid w:val="00A65584"/>
    <w:rsid w:val="00AA7713"/>
    <w:rsid w:val="00AF21F1"/>
    <w:rsid w:val="00B26AC0"/>
    <w:rsid w:val="00B271D4"/>
    <w:rsid w:val="00B87AA5"/>
    <w:rsid w:val="00BC4F40"/>
    <w:rsid w:val="00BC7F16"/>
    <w:rsid w:val="00BD5C78"/>
    <w:rsid w:val="00C05494"/>
    <w:rsid w:val="00C35198"/>
    <w:rsid w:val="00C60CE9"/>
    <w:rsid w:val="00CA72C6"/>
    <w:rsid w:val="00D20B2E"/>
    <w:rsid w:val="00D40DED"/>
    <w:rsid w:val="00D4189A"/>
    <w:rsid w:val="00D42032"/>
    <w:rsid w:val="00DC55E0"/>
    <w:rsid w:val="00DD5D69"/>
    <w:rsid w:val="00E02342"/>
    <w:rsid w:val="00E025FE"/>
    <w:rsid w:val="00E076C5"/>
    <w:rsid w:val="00E22B39"/>
    <w:rsid w:val="00E470E8"/>
    <w:rsid w:val="00E72D3D"/>
    <w:rsid w:val="00E80F9A"/>
    <w:rsid w:val="00E93282"/>
    <w:rsid w:val="00EA26FC"/>
    <w:rsid w:val="00EB034F"/>
    <w:rsid w:val="00ED3E00"/>
    <w:rsid w:val="00ED7C8F"/>
    <w:rsid w:val="00F05074"/>
    <w:rsid w:val="00F15617"/>
    <w:rsid w:val="00F31D0E"/>
    <w:rsid w:val="00F41A09"/>
    <w:rsid w:val="00F7213F"/>
    <w:rsid w:val="00F8597D"/>
    <w:rsid w:val="00F90BEC"/>
    <w:rsid w:val="00FF1B2A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67FE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styleId="FootnoteReference">
    <w:name w:val="footnote reference"/>
    <w:rsid w:val="00877298"/>
    <w:rPr>
      <w:vertAlign w:val="superscript"/>
    </w:rPr>
  </w:style>
  <w:style w:type="table" w:styleId="TableGrid">
    <w:name w:val="Table Grid"/>
    <w:basedOn w:val="TableNormal"/>
    <w:rsid w:val="00335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styleId="FootnoteReference">
    <w:name w:val="footnote reference"/>
    <w:rsid w:val="00877298"/>
    <w:rPr>
      <w:vertAlign w:val="superscript"/>
    </w:rPr>
  </w:style>
  <w:style w:type="table" w:styleId="TableGrid">
    <w:name w:val="Table Grid"/>
    <w:basedOn w:val="TableNormal"/>
    <w:rsid w:val="00335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183">
      <w:bodyDiv w:val="1"/>
      <w:marLeft w:val="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70341">
              <w:marLeft w:val="0"/>
              <w:marRight w:val="0"/>
              <w:marTop w:val="0"/>
              <w:marBottom w:val="0"/>
              <w:divBdr>
                <w:top w:val="outset" w:sz="2" w:space="0" w:color="E0E0E0"/>
                <w:left w:val="outset" w:sz="2" w:space="0" w:color="E0E0E0"/>
                <w:bottom w:val="outset" w:sz="2" w:space="0" w:color="E0E0E0"/>
                <w:right w:val="outset" w:sz="2" w:space="0" w:color="E0E0E0"/>
              </w:divBdr>
            </w:div>
          </w:divsChild>
        </w:div>
      </w:divsChild>
    </w:div>
    <w:div w:id="1431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yperlink" Target="mailto:DGT-FL-Portal-manager@ec.europa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oleObject" Target="embeddings/oleObject4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7A44CD85B94CB00033935C30B977" ma:contentTypeVersion="1" ma:contentTypeDescription="Create a new document." ma:contentTypeScope="" ma:versionID="484cd54f2f309d72316ad5ba220a297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7FF29-33FD-4610-BBBA-C49A0CF9C46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sharepoint/v3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5AF648B-2CC1-4248-9AFC-85C219F0E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EAFB0-CB14-4E95-BAB9-660B09D26F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CCFA80-D860-4043-955E-79E57B5E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</TotalTime>
  <Pages>2</Pages>
  <Words>441</Words>
  <Characters>2519</Characters>
  <Application>Microsoft Office Word</Application>
  <DocSecurity>4</DocSecurity>
  <PresentationFormat>Microsoft Word 11.0</PresentationFormat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2955</CharactersWithSpaces>
  <SharedDoc>false</SharedDoc>
  <HLinks>
    <vt:vector size="6" baseType="variant">
      <vt:variant>
        <vt:i4>1376288</vt:i4>
      </vt:variant>
      <vt:variant>
        <vt:i4>21</vt:i4>
      </vt:variant>
      <vt:variant>
        <vt:i4>0</vt:i4>
      </vt:variant>
      <vt:variant>
        <vt:i4>5</vt:i4>
      </vt:variant>
      <vt:variant>
        <vt:lpwstr>mailto:DGT-S-2-FREELANCE-BRU@ec.europa.eu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Sluitfo</dc:creator>
  <cp:keywords>EL4</cp:keywords>
  <cp:lastModifiedBy>MATAS Ojdana (DGT)</cp:lastModifiedBy>
  <cp:revision>2</cp:revision>
  <cp:lastPrinted>2016-07-07T09:58:00Z</cp:lastPrinted>
  <dcterms:created xsi:type="dcterms:W3CDTF">2016-07-27T13:42:00Z</dcterms:created>
  <dcterms:modified xsi:type="dcterms:W3CDTF">2016-07-27T13:42:00Z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Rodríguez Sau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  <property fmtid="{D5CDD505-2E9C-101B-9397-08002B2CF9AE}" pid="13" name="ContentTypeId">
    <vt:lpwstr>0x01010041747A44CD85B94CB00033935C30B977</vt:lpwstr>
  </property>
</Properties>
</file>