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37" w:rsidRDefault="00017665" w:rsidP="005F2AF6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076FA327AEF34AD2982BF682380A1C85" style="width:450.6pt;height:325.2pt">
            <v:imagedata r:id="rId8" o:title=""/>
          </v:shape>
        </w:pict>
      </w:r>
    </w:p>
    <w:p w:rsidR="005F2AF6" w:rsidRPr="00CE199F" w:rsidRDefault="005F2AF6" w:rsidP="00823416">
      <w:pPr>
        <w:sectPr w:rsidR="005F2AF6" w:rsidRPr="00CE199F" w:rsidSect="005F2AF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5F2AF6" w:rsidRPr="00CE199F" w:rsidRDefault="005F2AF6" w:rsidP="005F2AF6">
      <w:pPr>
        <w:pStyle w:val="Typedudocument"/>
      </w:pPr>
      <w:r w:rsidRPr="005F2AF6">
        <w:lastRenderedPageBreak/>
        <w:t>REGULAMENTO DE EXECUÇÃO (UE) …/... DA COMISSÃO</w:t>
      </w:r>
    </w:p>
    <w:p w:rsidR="005F2AF6" w:rsidRPr="00CE199F" w:rsidRDefault="005F2AF6" w:rsidP="005F2AF6">
      <w:pPr>
        <w:pStyle w:val="Datedadoption"/>
      </w:pPr>
      <w:proofErr w:type="gramStart"/>
      <w:r w:rsidRPr="005F2AF6">
        <w:t>de</w:t>
      </w:r>
      <w:proofErr w:type="gramEnd"/>
      <w:r w:rsidRPr="005F2AF6">
        <w:t xml:space="preserve"> </w:t>
      </w:r>
      <w:proofErr w:type="spellStart"/>
      <w:r w:rsidRPr="005F2AF6">
        <w:rPr>
          <w:rStyle w:val="Marker2"/>
        </w:rPr>
        <w:t>XXX</w:t>
      </w:r>
      <w:proofErr w:type="spellEnd"/>
    </w:p>
    <w:p w:rsidR="005F2AF6" w:rsidRPr="00CE199F" w:rsidRDefault="005F2AF6" w:rsidP="005F2AF6">
      <w:pPr>
        <w:pStyle w:val="Titreobjet"/>
      </w:pPr>
      <w:proofErr w:type="gramStart"/>
      <w:r w:rsidRPr="005F2AF6">
        <w:t>relativo</w:t>
      </w:r>
      <w:proofErr w:type="gramEnd"/>
      <w:r w:rsidRPr="005F2AF6">
        <w:t xml:space="preserve"> a </w:t>
      </w:r>
      <w:r w:rsidRPr="005F2AF6">
        <w:rPr>
          <w:rStyle w:val="Marker"/>
        </w:rPr>
        <w:t>[…]</w:t>
      </w:r>
      <w:r w:rsidRPr="005F2AF6">
        <w:t xml:space="preserve">/que </w:t>
      </w:r>
      <w:r w:rsidRPr="005F2AF6">
        <w:rPr>
          <w:rStyle w:val="Marker"/>
        </w:rPr>
        <w:t>[…]</w:t>
      </w:r>
    </w:p>
    <w:p w:rsidR="005F2AF6" w:rsidRPr="00CE199F" w:rsidRDefault="005F2AF6" w:rsidP="00C94905">
      <w:pPr>
        <w:pStyle w:val="Institutionquiagit"/>
      </w:pPr>
      <w:r w:rsidRPr="00CE199F">
        <w:t>A COMISSÃO EUROPEIA,</w:t>
      </w:r>
    </w:p>
    <w:p w:rsidR="005F2AF6" w:rsidRPr="00CE199F" w:rsidRDefault="005F2AF6" w:rsidP="00C94905">
      <w:r w:rsidRPr="00CE199F">
        <w:t>Tendo em conta o Tratado sobre o Funcionamento da União Europeia,</w:t>
      </w:r>
    </w:p>
    <w:p w:rsidR="005F2AF6" w:rsidRDefault="005F2AF6" w:rsidP="00C94905">
      <w:r w:rsidRPr="00CE199F">
        <w:t xml:space="preserve">Tendo em conta </w:t>
      </w:r>
      <w:r w:rsidRPr="00CE199F">
        <w:rPr>
          <w:rStyle w:val="Marker"/>
        </w:rPr>
        <w:t>[…]</w:t>
      </w:r>
      <w:r w:rsidRPr="00CE199F">
        <w:rPr>
          <w:rStyle w:val="FootnoteReference"/>
        </w:rPr>
        <w:footnoteReference w:id="1"/>
      </w:r>
      <w:r w:rsidRPr="00CE199F">
        <w:t xml:space="preserve">, </w:t>
      </w:r>
      <w:proofErr w:type="gramStart"/>
      <w:r w:rsidRPr="00CE199F">
        <w:t>nomeadamente</w:t>
      </w:r>
      <w:proofErr w:type="gramEnd"/>
      <w:r w:rsidRPr="00CE199F">
        <w:t xml:space="preserve"> </w:t>
      </w:r>
      <w:proofErr w:type="spellStart"/>
      <w:r w:rsidRPr="00CE199F">
        <w:t>o(s</w:t>
      </w:r>
      <w:proofErr w:type="spellEnd"/>
      <w:r w:rsidRPr="00CE199F">
        <w:t xml:space="preserve">) </w:t>
      </w:r>
      <w:proofErr w:type="spellStart"/>
      <w:r w:rsidRPr="00CE199F">
        <w:t>artigo(s</w:t>
      </w:r>
      <w:proofErr w:type="spellEnd"/>
      <w:r w:rsidRPr="00CE199F">
        <w:t xml:space="preserve">) </w:t>
      </w:r>
      <w:r w:rsidRPr="00CE199F">
        <w:rPr>
          <w:rStyle w:val="Marker"/>
        </w:rPr>
        <w:t>[…]</w:t>
      </w:r>
      <w:r w:rsidRPr="00CE199F">
        <w:t>,</w:t>
      </w:r>
    </w:p>
    <w:p w:rsidR="005F2AF6" w:rsidRPr="00017665" w:rsidRDefault="005F2AF6" w:rsidP="00C94905">
      <w:pPr>
        <w:rPr>
          <w:lang w:val="en-GB"/>
        </w:rPr>
      </w:pPr>
      <w:proofErr w:type="spellStart"/>
      <w:r w:rsidRPr="008563BC">
        <w:rPr>
          <w:lang w:val="en-GB"/>
        </w:rPr>
        <w:t>Após</w:t>
      </w:r>
      <w:proofErr w:type="spellEnd"/>
      <w:r w:rsidRPr="008563BC">
        <w:rPr>
          <w:lang w:val="en-GB"/>
        </w:rPr>
        <w:t xml:space="preserve"> </w:t>
      </w:r>
      <w:proofErr w:type="spellStart"/>
      <w:r w:rsidRPr="008563BC">
        <w:rPr>
          <w:lang w:val="en-GB"/>
        </w:rPr>
        <w:t>consulta</w:t>
      </w:r>
      <w:proofErr w:type="spellEnd"/>
      <w:r w:rsidRPr="008563BC">
        <w:rPr>
          <w:lang w:val="en-GB"/>
        </w:rPr>
        <w:t xml:space="preserve"> do </w:t>
      </w:r>
      <w:proofErr w:type="spellStart"/>
      <w:r w:rsidRPr="008563BC">
        <w:rPr>
          <w:lang w:val="en-GB"/>
        </w:rPr>
        <w:t>Comité</w:t>
      </w:r>
      <w:proofErr w:type="spellEnd"/>
      <w:r w:rsidRPr="008563BC">
        <w:rPr>
          <w:lang w:val="en-GB"/>
        </w:rPr>
        <w:t xml:space="preserve"> </w:t>
      </w:r>
      <w:r w:rsidRPr="00A3744F">
        <w:rPr>
          <w:rStyle w:val="Marker"/>
          <w:lang w:val="en-GB"/>
        </w:rPr>
        <w:t>[…]</w:t>
      </w:r>
      <w:r w:rsidRPr="008563BC">
        <w:rPr>
          <w:lang w:val="en-GB"/>
        </w:rPr>
        <w:t>,</w:t>
      </w:r>
    </w:p>
    <w:p w:rsidR="005F2AF6" w:rsidRPr="00CE199F" w:rsidRDefault="005F2AF6" w:rsidP="00C94905">
      <w:r w:rsidRPr="00CE199F">
        <w:t>Considerando o seguinte:</w:t>
      </w:r>
    </w:p>
    <w:p w:rsidR="005F2AF6" w:rsidRPr="00CE199F" w:rsidRDefault="005F2AF6" w:rsidP="005F2AF6">
      <w:pPr>
        <w:pStyle w:val="Considrant"/>
        <w:numPr>
          <w:ilvl w:val="0"/>
          <w:numId w:val="31"/>
        </w:numPr>
      </w:pPr>
      <w:r w:rsidRPr="001E5012">
        <w:rPr>
          <w:rStyle w:val="Marker"/>
        </w:rPr>
        <w:t>[Começar com maiúscula …]</w:t>
      </w:r>
      <w:r w:rsidRPr="00CE199F">
        <w:t>.</w:t>
      </w:r>
    </w:p>
    <w:p w:rsidR="005F2AF6" w:rsidRPr="00CE199F" w:rsidRDefault="005F2AF6" w:rsidP="005F2AF6">
      <w:pPr>
        <w:pStyle w:val="Considrant"/>
      </w:pPr>
      <w:r w:rsidRPr="00CE199F">
        <w:rPr>
          <w:rStyle w:val="Marker"/>
        </w:rPr>
        <w:t>[Começar com maiúscula …]</w:t>
      </w:r>
      <w:r w:rsidRPr="00CE199F">
        <w:t>.</w:t>
      </w:r>
    </w:p>
    <w:p w:rsidR="005F2AF6" w:rsidRPr="00CE199F" w:rsidRDefault="005F2AF6" w:rsidP="005F2AF6">
      <w:pPr>
        <w:pStyle w:val="Considrant"/>
      </w:pPr>
      <w:r w:rsidRPr="00CE199F">
        <w:t xml:space="preserve">As medidas previstas no presente regulamento estão em conformidade com o parecer do Comité </w:t>
      </w:r>
      <w:r w:rsidRPr="00CE199F">
        <w:rPr>
          <w:rStyle w:val="Marker"/>
        </w:rPr>
        <w:t>[…]</w:t>
      </w:r>
      <w:r w:rsidRPr="00CE199F">
        <w:t>,</w:t>
      </w:r>
    </w:p>
    <w:p w:rsidR="005F2AF6" w:rsidRPr="00CE199F" w:rsidRDefault="005F2AF6" w:rsidP="00C94905">
      <w:pPr>
        <w:pStyle w:val="Formuledadoption"/>
      </w:pPr>
      <w:r w:rsidRPr="00CE199F">
        <w:t>ADOTOU O PRESENTE REGULAMENTO:</w:t>
      </w:r>
    </w:p>
    <w:p w:rsidR="005F2AF6" w:rsidRPr="00CE199F" w:rsidRDefault="005F2AF6" w:rsidP="00C94905">
      <w:pPr>
        <w:pStyle w:val="Titrearticle"/>
      </w:pPr>
      <w:r w:rsidRPr="00CE199F">
        <w:t>Artigo 1.º</w:t>
      </w:r>
    </w:p>
    <w:p w:rsidR="005F2AF6" w:rsidRPr="00CE199F" w:rsidRDefault="005F2AF6" w:rsidP="00C94905">
      <w:r w:rsidRPr="00CE199F">
        <w:rPr>
          <w:rStyle w:val="Marker"/>
        </w:rPr>
        <w:t>[…]</w:t>
      </w:r>
    </w:p>
    <w:p w:rsidR="005F2AF6" w:rsidRPr="00CE199F" w:rsidRDefault="005F2AF6" w:rsidP="00C94905">
      <w:pPr>
        <w:pStyle w:val="Titrearticle"/>
      </w:pPr>
      <w:r w:rsidRPr="00CE199F">
        <w:t xml:space="preserve">Artigo </w:t>
      </w:r>
      <w:r w:rsidRPr="00CE199F">
        <w:rPr>
          <w:rStyle w:val="Marker"/>
        </w:rPr>
        <w:t>[…]</w:t>
      </w:r>
    </w:p>
    <w:p w:rsidR="005F2AF6" w:rsidRPr="00CE199F" w:rsidRDefault="005F2AF6" w:rsidP="00C94905">
      <w:r w:rsidRPr="00CE199F">
        <w:t xml:space="preserve">O presente regulamento entra em vigor no </w:t>
      </w:r>
      <w:r w:rsidRPr="00CE199F">
        <w:rPr>
          <w:rStyle w:val="Marker"/>
        </w:rPr>
        <w:t>[…]</w:t>
      </w:r>
      <w:r w:rsidRPr="00CE199F">
        <w:t xml:space="preserve"> dia seguinte ao da sua publicação no </w:t>
      </w:r>
      <w:r w:rsidRPr="00CE199F">
        <w:rPr>
          <w:i/>
        </w:rPr>
        <w:t>Jornal Oficial da União Europeia</w:t>
      </w:r>
      <w:r w:rsidRPr="00CE199F">
        <w:t>.</w:t>
      </w:r>
    </w:p>
    <w:p w:rsidR="005F2AF6" w:rsidRPr="00CE199F" w:rsidRDefault="005F2AF6" w:rsidP="00C94905">
      <w:pPr>
        <w:pStyle w:val="Applicationdirecte"/>
        <w:pageBreakBefore/>
      </w:pPr>
      <w:r w:rsidRPr="00CE199F">
        <w:t>O presente regulamento é obrigatório em todos os seus elementos e diretamente aplicável em todos os Estados-Membros.</w:t>
      </w:r>
    </w:p>
    <w:p w:rsidR="005F2AF6" w:rsidRDefault="005F2AF6" w:rsidP="00C94905">
      <w:pPr>
        <w:pStyle w:val="Applicationdirecte"/>
      </w:pPr>
      <w:r w:rsidRPr="00CE199F">
        <w:t>O presente regulamento é obrigatório em todos os seus elementos e diretamente aplicável nos Estados-Membros</w:t>
      </w:r>
      <w:r>
        <w:t>,</w:t>
      </w:r>
      <w:r w:rsidRPr="00CE199F">
        <w:t xml:space="preserve"> em conformidade com os Tratados.</w:t>
      </w:r>
    </w:p>
    <w:p w:rsidR="005F2AF6" w:rsidRDefault="005F2AF6" w:rsidP="005F2AF6">
      <w:pPr>
        <w:pStyle w:val="Fait"/>
      </w:pPr>
      <w:r w:rsidRPr="005F2AF6">
        <w:t xml:space="preserve">Feito em Bruxelas, </w:t>
      </w:r>
      <w:proofErr w:type="gramStart"/>
      <w:r w:rsidRPr="005F2AF6">
        <w:t>em</w:t>
      </w:r>
      <w:proofErr w:type="gramEnd"/>
    </w:p>
    <w:p w:rsidR="005F2AF6" w:rsidRDefault="005F2AF6" w:rsidP="005F2AF6">
      <w:pPr>
        <w:pStyle w:val="Institutionquisigne"/>
      </w:pPr>
      <w:r w:rsidRPr="005F2AF6">
        <w:tab/>
        <w:t>Pela Comissão</w:t>
      </w:r>
    </w:p>
    <w:p w:rsidR="005F2AF6" w:rsidRPr="005F2AF6" w:rsidRDefault="005F2AF6" w:rsidP="005F2AF6">
      <w:pPr>
        <w:pStyle w:val="Personnequisigne"/>
      </w:pPr>
      <w:r w:rsidRPr="005F2AF6">
        <w:tab/>
      </w:r>
      <w:r w:rsidRPr="005F2AF6">
        <w:rPr>
          <w:lang w:val="en-GB"/>
        </w:rPr>
        <w:t xml:space="preserve">O </w:t>
      </w:r>
      <w:proofErr w:type="spellStart"/>
      <w:r w:rsidRPr="005F2AF6">
        <w:rPr>
          <w:lang w:val="en-GB"/>
        </w:rPr>
        <w:t>Presidente</w:t>
      </w:r>
      <w:proofErr w:type="spellEnd"/>
      <w:r w:rsidRPr="005F2AF6">
        <w:rPr>
          <w:lang w:val="en-GB"/>
        </w:rPr>
        <w:br/>
      </w:r>
      <w:r w:rsidRPr="005F2AF6">
        <w:rPr>
          <w:lang w:val="en-GB"/>
        </w:rPr>
        <w:tab/>
      </w:r>
      <w:r w:rsidRPr="005F2AF6">
        <w:rPr>
          <w:rStyle w:val="Marker"/>
          <w:lang w:val="en-GB"/>
        </w:rPr>
        <w:t>[…]</w:t>
      </w:r>
      <w:r w:rsidRPr="005F2AF6">
        <w:rPr>
          <w:lang w:val="en-GB"/>
        </w:rPr>
        <w:br/>
      </w:r>
      <w:r w:rsidRPr="005F2AF6">
        <w:rPr>
          <w:lang w:val="en-GB"/>
        </w:rPr>
        <w:tab/>
      </w:r>
      <w:r w:rsidRPr="005F2AF6">
        <w:rPr>
          <w:lang w:val="en-GB"/>
        </w:rPr>
        <w:br/>
      </w:r>
      <w:r w:rsidRPr="005F2AF6">
        <w:rPr>
          <w:rStyle w:val="Marker1"/>
          <w:lang w:val="en-GB"/>
        </w:rPr>
        <w:tab/>
      </w:r>
      <w:r w:rsidRPr="005F2AF6">
        <w:rPr>
          <w:rStyle w:val="Marker1"/>
          <w:lang w:val="en-GB"/>
        </w:rPr>
        <w:br/>
      </w:r>
      <w:r w:rsidRPr="005F2AF6">
        <w:rPr>
          <w:lang w:val="en-GB"/>
        </w:rPr>
        <w:tab/>
      </w:r>
      <w:r w:rsidRPr="005F2AF6">
        <w:t>Em nome do Presidente,</w:t>
      </w:r>
      <w:r w:rsidRPr="005F2AF6">
        <w:br/>
      </w:r>
      <w:r w:rsidRPr="005F2AF6">
        <w:tab/>
      </w:r>
      <w:r w:rsidRPr="005F2AF6">
        <w:rPr>
          <w:rStyle w:val="Marker"/>
        </w:rPr>
        <w:t>[…]</w:t>
      </w:r>
      <w:r w:rsidRPr="005F2AF6">
        <w:br/>
      </w:r>
      <w:bookmarkStart w:id="0" w:name="_GoBack"/>
      <w:bookmarkEnd w:id="0"/>
      <w:r w:rsidRPr="005F2AF6">
        <w:tab/>
      </w:r>
      <w:r w:rsidRPr="005F2AF6">
        <w:rPr>
          <w:rStyle w:val="Marker"/>
        </w:rPr>
        <w:t>[Cargo]</w:t>
      </w:r>
    </w:p>
    <w:sectPr w:rsidR="005F2AF6" w:rsidRPr="005F2AF6" w:rsidSect="005F2AF6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AF6" w:rsidRDefault="005F2AF6" w:rsidP="005F2AF6">
      <w:pPr>
        <w:spacing w:before="0" w:after="0"/>
      </w:pPr>
      <w:r>
        <w:separator/>
      </w:r>
    </w:p>
  </w:endnote>
  <w:endnote w:type="continuationSeparator" w:id="0">
    <w:p w:rsidR="005F2AF6" w:rsidRDefault="005F2AF6" w:rsidP="005F2AF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65" w:rsidRDefault="000176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AF6" w:rsidRPr="005F2AF6" w:rsidRDefault="005F2AF6" w:rsidP="005F2AF6">
    <w:pPr>
      <w:pStyle w:val="Footer"/>
      <w:rPr>
        <w:rFonts w:ascii="Arial" w:hAnsi="Arial" w:cs="Arial"/>
        <w:b/>
        <w:sz w:val="48"/>
      </w:rPr>
    </w:pPr>
    <w:r w:rsidRPr="005F2AF6">
      <w:rPr>
        <w:rFonts w:ascii="Arial" w:hAnsi="Arial" w:cs="Arial"/>
        <w:b/>
        <w:sz w:val="48"/>
      </w:rPr>
      <w:t>PT</w:t>
    </w:r>
    <w:r w:rsidRPr="005F2AF6">
      <w:rPr>
        <w:rFonts w:ascii="Arial" w:hAnsi="Arial" w:cs="Arial"/>
        <w:b/>
        <w:sz w:val="48"/>
      </w:rPr>
      <w:tab/>
    </w:r>
    <w:r w:rsidRPr="005F2AF6">
      <w:rPr>
        <w:rFonts w:ascii="Arial" w:hAnsi="Arial" w:cs="Arial"/>
        <w:b/>
        <w:sz w:val="48"/>
      </w:rPr>
      <w:tab/>
    </w:r>
    <w:r w:rsidR="00F9436D">
      <w:fldChar w:fldCharType="begin"/>
    </w:r>
    <w:r w:rsidR="00F9436D">
      <w:instrText xml:space="preserve"> DOCVARIABLE "LW_Confidence" \* MERGEFORMAT </w:instrText>
    </w:r>
    <w:r w:rsidR="00F9436D">
      <w:fldChar w:fldCharType="separate"/>
    </w:r>
    <w:r>
      <w:t xml:space="preserve"> </w:t>
    </w:r>
    <w:r w:rsidR="00F9436D">
      <w:fldChar w:fldCharType="end"/>
    </w:r>
    <w:r w:rsidRPr="005F2AF6">
      <w:tab/>
    </w:r>
    <w:proofErr w:type="spellStart"/>
    <w:r w:rsidRPr="005F2AF6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65" w:rsidRDefault="00017665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AF6" w:rsidRPr="005F2AF6" w:rsidRDefault="005F2AF6" w:rsidP="005F2AF6">
    <w:pPr>
      <w:pStyle w:val="Footer"/>
      <w:rPr>
        <w:rFonts w:ascii="Arial" w:hAnsi="Arial" w:cs="Arial"/>
        <w:b/>
        <w:sz w:val="48"/>
      </w:rPr>
    </w:pPr>
    <w:r w:rsidRPr="005F2AF6">
      <w:rPr>
        <w:rFonts w:ascii="Arial" w:hAnsi="Arial" w:cs="Arial"/>
        <w:b/>
        <w:sz w:val="48"/>
      </w:rPr>
      <w:t>PT</w:t>
    </w:r>
    <w:r w:rsidRPr="005F2AF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9436D">
      <w:rPr>
        <w:noProof/>
      </w:rPr>
      <w:t>3</w:t>
    </w:r>
    <w:r>
      <w:fldChar w:fldCharType="end"/>
    </w:r>
    <w:r>
      <w:tab/>
    </w:r>
    <w:r w:rsidR="00F9436D">
      <w:fldChar w:fldCharType="begin"/>
    </w:r>
    <w:r w:rsidR="00F9436D">
      <w:instrText xml:space="preserve"> DOCVARIABLE "LW_Confidence" \* MERGEFORMAT </w:instrText>
    </w:r>
    <w:r w:rsidR="00F9436D">
      <w:fldChar w:fldCharType="separate"/>
    </w:r>
    <w:r>
      <w:t xml:space="preserve"> </w:t>
    </w:r>
    <w:r w:rsidR="00F9436D">
      <w:fldChar w:fldCharType="end"/>
    </w:r>
    <w:r w:rsidRPr="005F2AF6">
      <w:tab/>
    </w:r>
    <w:r w:rsidRPr="005F2AF6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AF6" w:rsidRPr="005F2AF6" w:rsidRDefault="005F2AF6" w:rsidP="005F2A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AF6" w:rsidRDefault="005F2AF6" w:rsidP="005F2AF6">
      <w:pPr>
        <w:spacing w:before="0" w:after="0"/>
      </w:pPr>
      <w:r>
        <w:separator/>
      </w:r>
    </w:p>
  </w:footnote>
  <w:footnote w:type="continuationSeparator" w:id="0">
    <w:p w:rsidR="005F2AF6" w:rsidRDefault="005F2AF6" w:rsidP="005F2AF6">
      <w:pPr>
        <w:spacing w:before="0" w:after="0"/>
      </w:pPr>
      <w:r>
        <w:continuationSeparator/>
      </w:r>
    </w:p>
  </w:footnote>
  <w:footnote w:id="1">
    <w:p w:rsidR="005F2AF6" w:rsidRDefault="005F2AF6" w:rsidP="00C94905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L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65" w:rsidRDefault="000176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65" w:rsidRDefault="000176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7665" w:rsidRDefault="000176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CC708EC4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F2F2E60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EC52C47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99CCD0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DBF4B60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3118E88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D1E7C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A5C61A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CB00CF7"/>
    <w:multiLevelType w:val="singleLevel"/>
    <w:tmpl w:val="FC7CE1F0"/>
    <w:lvl w:ilvl="0">
      <w:start w:val="1"/>
      <w:numFmt w:val="bullet"/>
      <w:lvlRestart w:val="0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>
    <w:nsid w:val="5D9B6005"/>
    <w:multiLevelType w:val="singleLevel"/>
    <w:tmpl w:val="43E2927E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1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11"/>
  </w:num>
  <w:num w:numId="5">
    <w:abstractNumId w:val="13"/>
  </w:num>
  <w:num w:numId="6">
    <w:abstractNumId w:val="9"/>
  </w:num>
  <w:num w:numId="7">
    <w:abstractNumId w:val="21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3"/>
  </w:num>
  <w:num w:numId="15">
    <w:abstractNumId w:val="19"/>
  </w:num>
  <w:num w:numId="16">
    <w:abstractNumId w:val="20"/>
  </w:num>
  <w:num w:numId="17">
    <w:abstractNumId w:val="18"/>
  </w:num>
  <w:num w:numId="18">
    <w:abstractNumId w:val="12"/>
  </w:num>
  <w:num w:numId="19">
    <w:abstractNumId w:val="22"/>
  </w:num>
  <w:num w:numId="20">
    <w:abstractNumId w:val="11"/>
  </w:num>
  <w:num w:numId="21">
    <w:abstractNumId w:val="13"/>
  </w:num>
  <w:num w:numId="22">
    <w:abstractNumId w:val="9"/>
  </w:num>
  <w:num w:numId="23">
    <w:abstractNumId w:val="21"/>
  </w:num>
  <w:num w:numId="24">
    <w:abstractNumId w:val="8"/>
  </w:num>
  <w:num w:numId="25">
    <w:abstractNumId w:val="14"/>
  </w:num>
  <w:num w:numId="26">
    <w:abstractNumId w:val="16"/>
  </w:num>
  <w:num w:numId="27">
    <w:abstractNumId w:val="17"/>
  </w:num>
  <w:num w:numId="28">
    <w:abstractNumId w:val="10"/>
  </w:num>
  <w:num w:numId="29">
    <w:abstractNumId w:val="15"/>
  </w:num>
  <w:num w:numId="30">
    <w:abstractNumId w:val="23"/>
  </w:num>
  <w:num w:numId="31">
    <w:abstractNumId w:val="23"/>
    <w:lvlOverride w:ilvl="0">
      <w:startOverride w:val="1"/>
    </w:lvlOverride>
  </w:num>
  <w:num w:numId="32">
    <w:abstractNumId w:val="7"/>
  </w:num>
  <w:num w:numId="33">
    <w:abstractNumId w:val="5"/>
  </w:num>
  <w:num w:numId="34">
    <w:abstractNumId w:val="4"/>
  </w:num>
  <w:num w:numId="35">
    <w:abstractNumId w:val="3"/>
  </w:num>
  <w:num w:numId="36">
    <w:abstractNumId w:val="6"/>
  </w:num>
  <w:num w:numId="37">
    <w:abstractNumId w:val="2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08:32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076FA327AEF34AD2982BF682380A1C85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&lt;UNUSED&gt;"/>
    <w:docVar w:name="LW_LANGUE" w:val="PT"/>
    <w:docVar w:name="LW_LANGUESFAISANTFOI.CP" w:val="&lt;UNUSED&gt;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UPERTITRE" w:val="&lt;UNUSED&gt;"/>
    <w:docVar w:name="LW_TITRE.OBJ.CP" w:val="relativo a [\u8230?]/que [\u8230?]"/>
    <w:docVar w:name="LW_TYPE.DOC.CP" w:val="REGULAMENTO DE EXECUÇÃO (UE) \u8230?/... DA COMISSÃO"/>
  </w:docVars>
  <w:rsids>
    <w:rsidRoot w:val="005F2AF6"/>
    <w:rsid w:val="00017665"/>
    <w:rsid w:val="000A6BA1"/>
    <w:rsid w:val="000D3B73"/>
    <w:rsid w:val="00171635"/>
    <w:rsid w:val="001C5A8C"/>
    <w:rsid w:val="0034445E"/>
    <w:rsid w:val="003C09FC"/>
    <w:rsid w:val="003C33DE"/>
    <w:rsid w:val="00460C9F"/>
    <w:rsid w:val="004B2C4E"/>
    <w:rsid w:val="005C29AB"/>
    <w:rsid w:val="005F2AF6"/>
    <w:rsid w:val="00673264"/>
    <w:rsid w:val="00715D61"/>
    <w:rsid w:val="00751070"/>
    <w:rsid w:val="007D53B6"/>
    <w:rsid w:val="007F7FA9"/>
    <w:rsid w:val="00820527"/>
    <w:rsid w:val="009369DA"/>
    <w:rsid w:val="009C1B5E"/>
    <w:rsid w:val="00B04DCA"/>
    <w:rsid w:val="00B44CFD"/>
    <w:rsid w:val="00C120E1"/>
    <w:rsid w:val="00C809B6"/>
    <w:rsid w:val="00DC2257"/>
    <w:rsid w:val="00F87183"/>
    <w:rsid w:val="00F9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7"/>
      </w:numPr>
    </w:pPr>
  </w:style>
  <w:style w:type="paragraph" w:customStyle="1" w:styleId="Tiret1">
    <w:name w:val="Tiret 1"/>
    <w:basedOn w:val="Point1"/>
    <w:rsid w:val="007D53B6"/>
    <w:pPr>
      <w:numPr>
        <w:numId w:val="18"/>
      </w:numPr>
    </w:pPr>
  </w:style>
  <w:style w:type="paragraph" w:customStyle="1" w:styleId="Tiret2">
    <w:name w:val="Tiret 2"/>
    <w:basedOn w:val="Point2"/>
    <w:rsid w:val="007D53B6"/>
    <w:pPr>
      <w:numPr>
        <w:numId w:val="19"/>
      </w:numPr>
    </w:pPr>
  </w:style>
  <w:style w:type="paragraph" w:customStyle="1" w:styleId="Tiret3">
    <w:name w:val="Tiret 3"/>
    <w:basedOn w:val="Point3"/>
    <w:rsid w:val="007D53B6"/>
    <w:pPr>
      <w:numPr>
        <w:numId w:val="20"/>
      </w:numPr>
    </w:pPr>
  </w:style>
  <w:style w:type="paragraph" w:customStyle="1" w:styleId="Tiret4">
    <w:name w:val="Tiret 4"/>
    <w:basedOn w:val="Point4"/>
    <w:rsid w:val="007D53B6"/>
    <w:pPr>
      <w:numPr>
        <w:numId w:val="2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4"/>
      </w:numPr>
    </w:pPr>
  </w:style>
  <w:style w:type="paragraph" w:customStyle="1" w:styleId="Bullet0">
    <w:name w:val="Bullet 0"/>
    <w:basedOn w:val="Normal"/>
    <w:rsid w:val="007D53B6"/>
    <w:pPr>
      <w:numPr>
        <w:numId w:val="25"/>
      </w:numPr>
    </w:pPr>
  </w:style>
  <w:style w:type="paragraph" w:customStyle="1" w:styleId="Bullet1">
    <w:name w:val="Bullet 1"/>
    <w:basedOn w:val="Normal"/>
    <w:rsid w:val="007D53B6"/>
    <w:pPr>
      <w:numPr>
        <w:numId w:val="26"/>
      </w:numPr>
    </w:pPr>
  </w:style>
  <w:style w:type="paragraph" w:customStyle="1" w:styleId="Bullet2">
    <w:name w:val="Bullet 2"/>
    <w:basedOn w:val="Normal"/>
    <w:rsid w:val="007D53B6"/>
    <w:pPr>
      <w:numPr>
        <w:numId w:val="27"/>
      </w:numPr>
    </w:pPr>
  </w:style>
  <w:style w:type="paragraph" w:customStyle="1" w:styleId="Bullet3">
    <w:name w:val="Bullet 3"/>
    <w:basedOn w:val="Normal"/>
    <w:rsid w:val="007D53B6"/>
    <w:pPr>
      <w:numPr>
        <w:numId w:val="28"/>
      </w:numPr>
    </w:pPr>
  </w:style>
  <w:style w:type="paragraph" w:customStyle="1" w:styleId="Bullet4">
    <w:name w:val="Bullet 4"/>
    <w:basedOn w:val="Normal"/>
    <w:rsid w:val="007D53B6"/>
    <w:pPr>
      <w:numPr>
        <w:numId w:val="2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17665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17665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017665"/>
    <w:pPr>
      <w:numPr>
        <w:numId w:val="3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17665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17665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17665"/>
    <w:pPr>
      <w:numPr>
        <w:numId w:val="3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17665"/>
    <w:pPr>
      <w:numPr>
        <w:numId w:val="3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17665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17665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17665"/>
    <w:pPr>
      <w:numPr>
        <w:numId w:val="3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7"/>
      </w:numPr>
    </w:pPr>
  </w:style>
  <w:style w:type="paragraph" w:customStyle="1" w:styleId="Tiret1">
    <w:name w:val="Tiret 1"/>
    <w:basedOn w:val="Point1"/>
    <w:rsid w:val="007D53B6"/>
    <w:pPr>
      <w:numPr>
        <w:numId w:val="18"/>
      </w:numPr>
    </w:pPr>
  </w:style>
  <w:style w:type="paragraph" w:customStyle="1" w:styleId="Tiret2">
    <w:name w:val="Tiret 2"/>
    <w:basedOn w:val="Point2"/>
    <w:rsid w:val="007D53B6"/>
    <w:pPr>
      <w:numPr>
        <w:numId w:val="19"/>
      </w:numPr>
    </w:pPr>
  </w:style>
  <w:style w:type="paragraph" w:customStyle="1" w:styleId="Tiret3">
    <w:name w:val="Tiret 3"/>
    <w:basedOn w:val="Point3"/>
    <w:rsid w:val="007D53B6"/>
    <w:pPr>
      <w:numPr>
        <w:numId w:val="20"/>
      </w:numPr>
    </w:pPr>
  </w:style>
  <w:style w:type="paragraph" w:customStyle="1" w:styleId="Tiret4">
    <w:name w:val="Tiret 4"/>
    <w:basedOn w:val="Point4"/>
    <w:rsid w:val="007D53B6"/>
    <w:pPr>
      <w:numPr>
        <w:numId w:val="2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4"/>
      </w:numPr>
    </w:pPr>
  </w:style>
  <w:style w:type="paragraph" w:customStyle="1" w:styleId="Bullet0">
    <w:name w:val="Bullet 0"/>
    <w:basedOn w:val="Normal"/>
    <w:rsid w:val="007D53B6"/>
    <w:pPr>
      <w:numPr>
        <w:numId w:val="25"/>
      </w:numPr>
    </w:pPr>
  </w:style>
  <w:style w:type="paragraph" w:customStyle="1" w:styleId="Bullet1">
    <w:name w:val="Bullet 1"/>
    <w:basedOn w:val="Normal"/>
    <w:rsid w:val="007D53B6"/>
    <w:pPr>
      <w:numPr>
        <w:numId w:val="26"/>
      </w:numPr>
    </w:pPr>
  </w:style>
  <w:style w:type="paragraph" w:customStyle="1" w:styleId="Bullet2">
    <w:name w:val="Bullet 2"/>
    <w:basedOn w:val="Normal"/>
    <w:rsid w:val="007D53B6"/>
    <w:pPr>
      <w:numPr>
        <w:numId w:val="27"/>
      </w:numPr>
    </w:pPr>
  </w:style>
  <w:style w:type="paragraph" w:customStyle="1" w:styleId="Bullet3">
    <w:name w:val="Bullet 3"/>
    <w:basedOn w:val="Normal"/>
    <w:rsid w:val="007D53B6"/>
    <w:pPr>
      <w:numPr>
        <w:numId w:val="28"/>
      </w:numPr>
    </w:pPr>
  </w:style>
  <w:style w:type="paragraph" w:customStyle="1" w:styleId="Bullet4">
    <w:name w:val="Bullet 4"/>
    <w:basedOn w:val="Normal"/>
    <w:rsid w:val="007D53B6"/>
    <w:pPr>
      <w:numPr>
        <w:numId w:val="2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017665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017665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017665"/>
    <w:pPr>
      <w:numPr>
        <w:numId w:val="3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017665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017665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017665"/>
    <w:pPr>
      <w:numPr>
        <w:numId w:val="3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017665"/>
    <w:pPr>
      <w:numPr>
        <w:numId w:val="3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017665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017665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017665"/>
    <w:pPr>
      <w:numPr>
        <w:numId w:val="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149</Words>
  <Characters>806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2016-11-10T10:08:00Z</dcterms:created>
  <dcterms:modified xsi:type="dcterms:W3CDTF">2016-11-10T10:09:00Z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SJ-004</vt:lpwstr>
  </property>
  <property fmtid="{D5CDD505-2E9C-101B-9397-08002B2CF9AE}" pid="10" name="DQCStatus">
    <vt:lpwstr>Yellow (DQC version 03)</vt:lpwstr>
  </property>
</Properties>
</file>