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411" w:rsidRPr="00EA0517" w:rsidRDefault="00107411">
      <w:pPr>
        <w:rPr>
          <w:color w:val="FF0000"/>
        </w:rPr>
      </w:pPr>
      <w:bookmarkStart w:id="0" w:name="_GoBack"/>
      <w:bookmarkEnd w:id="0"/>
      <w:r w:rsidRPr="005C3CA0">
        <w:br/>
      </w:r>
      <w:r w:rsidRPr="00EA0517">
        <w:rPr>
          <w:color w:val="FF0000"/>
        </w:rPr>
        <w:t>(No formulário preenchido é omitido o texto entre parênteses rectos.)</w:t>
      </w:r>
    </w:p>
    <w:p w:rsidR="00107411" w:rsidRPr="005C3CA0" w:rsidRDefault="00107411">
      <w:r w:rsidRPr="005C3CA0">
        <w:rPr>
          <w:b/>
          <w:smallCaps/>
          <w:sz w:val="28"/>
        </w:rPr>
        <w:t>Pedido de registo de uma ETG</w:t>
      </w:r>
      <w:r w:rsidRPr="005C3CA0">
        <w:t xml:space="preserve"> </w:t>
      </w:r>
    </w:p>
    <w:p w:rsidR="00107411" w:rsidRPr="005C3CA0" w:rsidRDefault="00107411">
      <w:r w:rsidRPr="005C3CA0">
        <w:t>Regulamento (CE) n.º 509/2006 do Conselho relativo às especialidades tradicionais garantidas dos produtos agrícolas e dos géneros alimentícios</w:t>
      </w:r>
    </w:p>
    <w:p w:rsidR="00107411" w:rsidRPr="005C3CA0" w:rsidRDefault="00107411">
      <w:r w:rsidRPr="00EA0517">
        <w:rPr>
          <w:color w:val="FF0000"/>
        </w:rPr>
        <w:t>[Inserir aqui a denominação indicada no ponto 3.1:]</w:t>
      </w:r>
      <w:r w:rsidR="0083249B">
        <w:rPr>
          <w:color w:val="FF0000"/>
        </w:rPr>
        <w:t xml:space="preserve"> </w:t>
      </w:r>
      <w:r w:rsidR="0083249B" w:rsidRPr="0083249B">
        <w:t>«</w:t>
      </w: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  <w:r w:rsidR="0083249B">
        <w:t>»</w:t>
      </w:r>
    </w:p>
    <w:p w:rsidR="00107411" w:rsidRPr="005C3CA0" w:rsidRDefault="00107411">
      <w:pPr>
        <w:rPr>
          <w:b/>
        </w:rPr>
      </w:pPr>
      <w:r w:rsidRPr="005C3CA0">
        <w:t xml:space="preserve">N.º </w:t>
      </w:r>
      <w:r w:rsidR="00EA0517">
        <w:t>UE</w:t>
      </w:r>
      <w:r w:rsidRPr="005C3CA0">
        <w:t xml:space="preserve">: </w:t>
      </w:r>
      <w:r w:rsidRPr="00EA0517">
        <w:rPr>
          <w:b/>
          <w:color w:val="FF0000"/>
        </w:rPr>
        <w:t xml:space="preserve">[unicamente para uso </w:t>
      </w:r>
      <w:r w:rsidR="00EA0517">
        <w:rPr>
          <w:b/>
          <w:color w:val="FF0000"/>
        </w:rPr>
        <w:t>UE</w:t>
      </w:r>
      <w:r w:rsidRPr="00EA0517">
        <w:rPr>
          <w:b/>
          <w:color w:val="FF0000"/>
        </w:rPr>
        <w:t>]</w:t>
      </w:r>
    </w:p>
    <w:p w:rsidR="005C3CA0" w:rsidRPr="005C3CA0" w:rsidRDefault="00107411" w:rsidP="005C3CA0">
      <w:pPr>
        <w:pStyle w:val="Heading1"/>
      </w:pPr>
      <w:r w:rsidRPr="005C3CA0">
        <w:t>Nome e endereço do agrupamento</w:t>
      </w:r>
    </w:p>
    <w:p w:rsidR="00107411" w:rsidRPr="00EA0517" w:rsidRDefault="00107411">
      <w:pPr>
        <w:pStyle w:val="Text1"/>
        <w:rPr>
          <w:color w:val="FF0000"/>
        </w:rPr>
      </w:pPr>
      <w:r w:rsidRPr="00EA0517">
        <w:rPr>
          <w:color w:val="FF0000"/>
        </w:rPr>
        <w:t>[Se estiverem em causa vários agrupamentos requerentes, fornecer informações relativas a cada um deles]</w:t>
      </w:r>
    </w:p>
    <w:p w:rsidR="00107411" w:rsidRPr="005C3CA0" w:rsidRDefault="00107411">
      <w:pPr>
        <w:pStyle w:val="Text1"/>
      </w:pPr>
      <w:r w:rsidRPr="005C3CA0">
        <w:t>–</w:t>
      </w:r>
      <w:r w:rsidRPr="005C3CA0">
        <w:tab/>
        <w:t>Nome do agrupamento ou organização (se for caso disso):</w:t>
      </w:r>
    </w:p>
    <w:p w:rsidR="00107411" w:rsidRPr="005C3CA0" w:rsidRDefault="00107411">
      <w:pPr>
        <w:pStyle w:val="Text1"/>
      </w:pPr>
      <w:r w:rsidRPr="005C3CA0">
        <w:t>–</w:t>
      </w:r>
      <w:r w:rsidRPr="005C3CA0">
        <w:tab/>
        <w:t>Endereço:</w:t>
      </w:r>
    </w:p>
    <w:p w:rsidR="00107411" w:rsidRPr="005C3CA0" w:rsidRDefault="00107411">
      <w:pPr>
        <w:pStyle w:val="Text1"/>
      </w:pPr>
      <w:r w:rsidRPr="005C3CA0">
        <w:t>–</w:t>
      </w:r>
      <w:r w:rsidRPr="005C3CA0">
        <w:tab/>
        <w:t>Telefone:</w:t>
      </w:r>
    </w:p>
    <w:p w:rsidR="00107411" w:rsidRPr="005C3CA0" w:rsidRDefault="00107411">
      <w:pPr>
        <w:pStyle w:val="Text1"/>
      </w:pPr>
      <w:r w:rsidRPr="005C3CA0">
        <w:t>–</w:t>
      </w:r>
      <w:r w:rsidRPr="005C3CA0">
        <w:tab/>
        <w:t>E-mail:</w:t>
      </w:r>
    </w:p>
    <w:p w:rsidR="005C3CA0" w:rsidRPr="005C3CA0" w:rsidRDefault="00107411" w:rsidP="005C3CA0">
      <w:pPr>
        <w:pStyle w:val="Heading1"/>
      </w:pPr>
      <w:r w:rsidRPr="005C3CA0">
        <w:t>Estado-Membro ou País Terceiro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5C3CA0" w:rsidRPr="005C3CA0" w:rsidRDefault="00107411" w:rsidP="005C3CA0">
      <w:pPr>
        <w:pStyle w:val="Heading1"/>
      </w:pPr>
      <w:r w:rsidRPr="005C3CA0">
        <w:t>Caderno de especificações</w:t>
      </w:r>
    </w:p>
    <w:p w:rsidR="005C3CA0" w:rsidRPr="005C3CA0" w:rsidRDefault="00107411" w:rsidP="005C3CA0">
      <w:pPr>
        <w:pStyle w:val="Heading2"/>
      </w:pPr>
      <w:r w:rsidRPr="005C3CA0">
        <w:t xml:space="preserve">Denominação/denominações a registar (artigo 2.º do Regulamento </w:t>
      </w:r>
      <w:r w:rsidR="00BB48A0">
        <w:t xml:space="preserve">(CE) n.º </w:t>
      </w:r>
      <w:r w:rsidR="00EA0517">
        <w:t>1216</w:t>
      </w:r>
      <w:r w:rsidR="00BB48A0">
        <w:t>/</w:t>
      </w:r>
      <w:r w:rsidRPr="005C3CA0">
        <w:t>/2007 da Comissão)</w:t>
      </w:r>
    </w:p>
    <w:p w:rsidR="00107411" w:rsidRPr="00EA0517" w:rsidRDefault="00107411">
      <w:pPr>
        <w:pStyle w:val="Text2"/>
        <w:rPr>
          <w:color w:val="FF0000"/>
        </w:rPr>
      </w:pPr>
      <w:r w:rsidRPr="00EA0517">
        <w:rPr>
          <w:color w:val="FF0000"/>
        </w:rPr>
        <w:t xml:space="preserve">[Se o registo for pedido em mais de uma língua, incluir todas as versões da denominação a utilizar. Quando for aplicado o </w:t>
      </w:r>
      <w:r w:rsidR="00EA0517" w:rsidRPr="00EA0517">
        <w:rPr>
          <w:color w:val="FF0000"/>
        </w:rPr>
        <w:t>artigo 13.º</w:t>
      </w:r>
      <w:r w:rsidR="00EA0517">
        <w:rPr>
          <w:color w:val="FF0000"/>
        </w:rPr>
        <w:t>,</w:t>
      </w:r>
      <w:r w:rsidR="00EA0517" w:rsidRPr="00EA0517">
        <w:rPr>
          <w:color w:val="FF0000"/>
        </w:rPr>
        <w:t xml:space="preserve"> </w:t>
      </w:r>
      <w:r w:rsidRPr="00EA0517">
        <w:rPr>
          <w:color w:val="FF0000"/>
        </w:rPr>
        <w:t>n.º 3</w:t>
      </w:r>
      <w:r w:rsidR="00EA0517">
        <w:rPr>
          <w:color w:val="FF0000"/>
        </w:rPr>
        <w:t>,</w:t>
      </w:r>
      <w:r w:rsidRPr="00EA0517">
        <w:rPr>
          <w:color w:val="FF0000"/>
        </w:rPr>
        <w:t xml:space="preserve"> do Regulamento (CE) n.º 509/2006, </w:t>
      </w:r>
      <w:r w:rsidR="00BB48A0" w:rsidRPr="00EA0517">
        <w:rPr>
          <w:color w:val="FF0000"/>
        </w:rPr>
        <w:t>isto é, quando</w:t>
      </w:r>
      <w:r w:rsidRPr="00EA0517">
        <w:rPr>
          <w:color w:val="FF0000"/>
        </w:rPr>
        <w:t xml:space="preserve"> o agrupamento preveja que, na comercialização do produto, </w:t>
      </w:r>
      <w:r w:rsidRPr="00EA0517">
        <w:rPr>
          <w:color w:val="FF0000"/>
          <w:sz w:val="22"/>
        </w:rPr>
        <w:t xml:space="preserve">o rótulo contenha, para além da denominação do produto na língua original, uma indicação nas outras línguas oficiais de que o produto foi obtido de acordo com a tradição da região, do Estado-Membro ou do país terceiro de onde o pedido é originário, </w:t>
      </w:r>
      <w:r w:rsidRPr="00EA0517">
        <w:rPr>
          <w:color w:val="FF0000"/>
        </w:rPr>
        <w:t>incluir também a indicação a traduzir nas outras línguas oficiais.]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5C3CA0" w:rsidRPr="005C3CA0" w:rsidRDefault="00107411" w:rsidP="005C3CA0">
      <w:pPr>
        <w:pStyle w:val="Heading2"/>
      </w:pPr>
      <w:r w:rsidRPr="005C3CA0">
        <w:t>A denominação</w:t>
      </w:r>
    </w:p>
    <w:p w:rsidR="00107411" w:rsidRPr="00EA0517" w:rsidRDefault="00107411">
      <w:pPr>
        <w:pStyle w:val="Text1"/>
        <w:rPr>
          <w:color w:val="FF0000"/>
        </w:rPr>
      </w:pPr>
      <w:r w:rsidRPr="00EA0517">
        <w:rPr>
          <w:color w:val="FF0000"/>
        </w:rPr>
        <w:t>[Assinalar com X a opção pertinente]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É específica por si mesmo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Exprime a especificidade do produto agrícola ou do género alimentício</w:t>
      </w:r>
    </w:p>
    <w:p w:rsidR="00107411" w:rsidRPr="00EA0517" w:rsidRDefault="00107411">
      <w:pPr>
        <w:pStyle w:val="Text2"/>
        <w:rPr>
          <w:color w:val="FF0000"/>
        </w:rPr>
      </w:pPr>
      <w:r w:rsidRPr="00EA0517">
        <w:rPr>
          <w:color w:val="FF0000"/>
        </w:rPr>
        <w:lastRenderedPageBreak/>
        <w:t>[Justificar]</w:t>
      </w:r>
    </w:p>
    <w:p w:rsidR="005C3CA0" w:rsidRPr="005C3CA0" w:rsidRDefault="00107411" w:rsidP="005C3CA0">
      <w:pPr>
        <w:pStyle w:val="Heading2"/>
      </w:pPr>
      <w:r w:rsidRPr="005C3CA0">
        <w:t xml:space="preserve">Reserva da denominação ao abrigo do </w:t>
      </w:r>
      <w:r w:rsidR="00EA0517" w:rsidRPr="005C3CA0">
        <w:t>artigo 13.º</w:t>
      </w:r>
      <w:r w:rsidR="00EA0517">
        <w:t>,</w:t>
      </w:r>
      <w:r w:rsidR="00EA0517" w:rsidRPr="005C3CA0">
        <w:t xml:space="preserve"> </w:t>
      </w:r>
      <w:r w:rsidRPr="005C3CA0">
        <w:t>n.º 2</w:t>
      </w:r>
      <w:r w:rsidR="00EA0517">
        <w:t>,</w:t>
      </w:r>
      <w:r w:rsidRPr="005C3CA0">
        <w:t xml:space="preserve"> do Regulamento (CE) n.º 509/2006</w:t>
      </w:r>
    </w:p>
    <w:p w:rsidR="00107411" w:rsidRPr="00EA0517" w:rsidRDefault="00107411">
      <w:pPr>
        <w:pStyle w:val="Text1"/>
        <w:rPr>
          <w:color w:val="FF0000"/>
        </w:rPr>
      </w:pPr>
      <w:r w:rsidRPr="00EA0517">
        <w:rPr>
          <w:color w:val="FF0000"/>
        </w:rPr>
        <w:t>[Ass</w:t>
      </w:r>
      <w:r w:rsidR="00BB48A0" w:rsidRPr="00EA0517">
        <w:rPr>
          <w:color w:val="FF0000"/>
        </w:rPr>
        <w:t>inalar com X a opção pertinente</w:t>
      </w:r>
      <w:r w:rsidRPr="00EA0517">
        <w:rPr>
          <w:color w:val="FF0000"/>
        </w:rPr>
        <w:t>]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Registo </w:t>
      </w:r>
      <w:r w:rsidRPr="005C3CA0">
        <w:rPr>
          <w:u w:val="single"/>
        </w:rPr>
        <w:t>com</w:t>
      </w:r>
      <w:r w:rsidRPr="005C3CA0">
        <w:t xml:space="preserve"> reserva da denominação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Registo </w:t>
      </w:r>
      <w:r w:rsidRPr="005C3CA0">
        <w:rPr>
          <w:u w:val="single"/>
        </w:rPr>
        <w:t>sem</w:t>
      </w:r>
      <w:r w:rsidRPr="005C3CA0">
        <w:t xml:space="preserve"> reserva da denominação</w:t>
      </w:r>
    </w:p>
    <w:p w:rsidR="005C3CA0" w:rsidRPr="005C3CA0" w:rsidRDefault="00107411" w:rsidP="005C3CA0">
      <w:pPr>
        <w:pStyle w:val="Heading2"/>
      </w:pPr>
      <w:r w:rsidRPr="005C3CA0">
        <w:t>Tipo de produto [em conformidade com o anexo II]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5C3CA0" w:rsidRPr="005C3CA0" w:rsidRDefault="00107411" w:rsidP="005C3CA0">
      <w:pPr>
        <w:pStyle w:val="Heading2"/>
      </w:pPr>
      <w:r w:rsidRPr="005C3CA0">
        <w:t>Descrição do produto agrícola ou género alimentício cuja denominação consta do ponto 3.1 (</w:t>
      </w:r>
      <w:r w:rsidR="00EA0517" w:rsidRPr="005C3CA0">
        <w:t>artigo 3.º</w:t>
      </w:r>
      <w:r w:rsidR="00EA0517">
        <w:t>,</w:t>
      </w:r>
      <w:r w:rsidR="00EA0517" w:rsidRPr="005C3CA0">
        <w:t xml:space="preserve"> </w:t>
      </w:r>
      <w:r w:rsidRPr="005C3CA0">
        <w:t>n.º 1</w:t>
      </w:r>
      <w:r w:rsidR="00EA0517">
        <w:t>,</w:t>
      </w:r>
      <w:r w:rsidRPr="005C3CA0">
        <w:t xml:space="preserve"> do Regulamento (CE) n</w:t>
      </w:r>
      <w:r w:rsidR="00EA0517">
        <w:t>.</w:t>
      </w:r>
      <w:r w:rsidRPr="005C3CA0">
        <w:t xml:space="preserve">º </w:t>
      </w:r>
      <w:r w:rsidR="00EA0517">
        <w:t>1216</w:t>
      </w:r>
      <w:r w:rsidRPr="005C3CA0">
        <w:t xml:space="preserve">//2007 da Comissão) 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5C3CA0" w:rsidRPr="005C3CA0" w:rsidRDefault="00107411" w:rsidP="005C3CA0">
      <w:pPr>
        <w:pStyle w:val="Heading2"/>
      </w:pPr>
      <w:r w:rsidRPr="005C3CA0">
        <w:t xml:space="preserve">Descrição do método de produção do produto </w:t>
      </w:r>
      <w:r w:rsidR="00BB48A0" w:rsidRPr="005C3CA0">
        <w:t xml:space="preserve">agrícola ou género alimentício </w:t>
      </w:r>
      <w:r w:rsidRPr="005C3CA0">
        <w:t>cuja denominação consta do ponto 3.1 (</w:t>
      </w:r>
      <w:r w:rsidR="00EA0517" w:rsidRPr="005C3CA0">
        <w:t>artigo 3.º</w:t>
      </w:r>
      <w:r w:rsidR="00EA0517">
        <w:t>,</w:t>
      </w:r>
      <w:r w:rsidR="00EA0517" w:rsidRPr="005C3CA0">
        <w:t xml:space="preserve"> </w:t>
      </w:r>
      <w:r w:rsidRPr="005C3CA0">
        <w:t>n.º 2</w:t>
      </w:r>
      <w:r w:rsidR="00EA0517">
        <w:t>,</w:t>
      </w:r>
      <w:r w:rsidRPr="005C3CA0">
        <w:t xml:space="preserve"> do Regulamento (CE) n</w:t>
      </w:r>
      <w:r w:rsidR="00EA0517">
        <w:t>.</w:t>
      </w:r>
      <w:r w:rsidRPr="005C3CA0">
        <w:t xml:space="preserve">º </w:t>
      </w:r>
      <w:r w:rsidR="00EA0517">
        <w:t>1216</w:t>
      </w:r>
      <w:r w:rsidRPr="005C3CA0">
        <w:t xml:space="preserve">//2007 da Comissão) 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5C3CA0" w:rsidRPr="005C3CA0" w:rsidRDefault="00107411" w:rsidP="005C3CA0">
      <w:pPr>
        <w:pStyle w:val="Heading2"/>
      </w:pPr>
      <w:r w:rsidRPr="005C3CA0">
        <w:t>Especificidade do produto agrícola ou género alimentício (</w:t>
      </w:r>
      <w:r w:rsidR="00EA0517" w:rsidRPr="005C3CA0">
        <w:t>artigo 3.º</w:t>
      </w:r>
      <w:r w:rsidR="00EA0517">
        <w:t>,</w:t>
      </w:r>
      <w:r w:rsidR="00EA0517" w:rsidRPr="005C3CA0">
        <w:t xml:space="preserve"> </w:t>
      </w:r>
      <w:r w:rsidRPr="005C3CA0">
        <w:t>n.º 3</w:t>
      </w:r>
      <w:r w:rsidR="00EA0517">
        <w:t>,</w:t>
      </w:r>
      <w:r w:rsidRPr="005C3CA0">
        <w:t xml:space="preserve"> do Regulamento (CE) n</w:t>
      </w:r>
      <w:r w:rsidR="00EA0517">
        <w:t>.</w:t>
      </w:r>
      <w:r w:rsidRPr="005C3CA0">
        <w:t xml:space="preserve">º </w:t>
      </w:r>
      <w:r w:rsidR="00EA0517">
        <w:t>1216</w:t>
      </w:r>
      <w:r w:rsidRPr="005C3CA0">
        <w:t>//2007 da Comissão)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5C3CA0" w:rsidRPr="005C3CA0" w:rsidRDefault="00107411" w:rsidP="005C3CA0">
      <w:pPr>
        <w:pStyle w:val="Heading2"/>
      </w:pPr>
      <w:r w:rsidRPr="005C3CA0">
        <w:t>Carácter tradicional do produto agrícola ou género alimentício (</w:t>
      </w:r>
      <w:r w:rsidR="00EA0517" w:rsidRPr="005C3CA0">
        <w:t>artigo 3.º</w:t>
      </w:r>
      <w:r w:rsidR="00EA0517">
        <w:t>,</w:t>
      </w:r>
      <w:r w:rsidR="00EA0517" w:rsidRPr="005C3CA0">
        <w:t xml:space="preserve"> </w:t>
      </w:r>
      <w:r w:rsidRPr="005C3CA0">
        <w:t>n.º 4</w:t>
      </w:r>
      <w:r w:rsidR="00EA0517">
        <w:t>,</w:t>
      </w:r>
      <w:r w:rsidRPr="005C3CA0">
        <w:t xml:space="preserve"> do Regulamento (CE) n</w:t>
      </w:r>
      <w:r w:rsidR="00EA0517">
        <w:t>.</w:t>
      </w:r>
      <w:r w:rsidRPr="005C3CA0">
        <w:t xml:space="preserve">º </w:t>
      </w:r>
      <w:r w:rsidR="00EA0517">
        <w:t>1216</w:t>
      </w:r>
      <w:r w:rsidRPr="005C3CA0">
        <w:t>//2007 da Comissão)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5C3CA0" w:rsidRPr="005C3CA0" w:rsidRDefault="00107411" w:rsidP="005C3CA0">
      <w:pPr>
        <w:pStyle w:val="Heading2"/>
      </w:pPr>
      <w:r w:rsidRPr="005C3CA0">
        <w:t>Exigências mínimas e procedimentos de controlo da especificidade (artigo 4.º do Regulamento (CE) n</w:t>
      </w:r>
      <w:r w:rsidR="00EA0517">
        <w:t>.</w:t>
      </w:r>
      <w:r w:rsidRPr="005C3CA0">
        <w:t xml:space="preserve">º </w:t>
      </w:r>
      <w:r w:rsidR="00EA0517">
        <w:t>1216</w:t>
      </w:r>
      <w:r w:rsidRPr="005C3CA0">
        <w:t>//2007 da Comissão)</w:t>
      </w:r>
    </w:p>
    <w:p w:rsidR="00107411" w:rsidRPr="005C3CA0" w:rsidRDefault="00107411">
      <w:pPr>
        <w:pStyle w:val="Text1"/>
      </w:pP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5C3CA0" w:rsidRPr="005C3CA0" w:rsidRDefault="00107411" w:rsidP="005C3CA0">
      <w:pPr>
        <w:pStyle w:val="Heading1"/>
      </w:pPr>
      <w:r w:rsidRPr="005C3CA0">
        <w:t>Autoridades ou organismos que verificam a observância do caderno de especificações</w:t>
      </w:r>
    </w:p>
    <w:p w:rsidR="00107411" w:rsidRPr="00EA0517" w:rsidRDefault="00107411">
      <w:pPr>
        <w:pStyle w:val="Text1"/>
        <w:rPr>
          <w:color w:val="FF0000"/>
        </w:rPr>
      </w:pPr>
      <w:r w:rsidRPr="00EA0517">
        <w:rPr>
          <w:color w:val="FF0000"/>
        </w:rPr>
        <w:t>[Se a observância do caderno de especificações for verificada por mais de uma autoridade ou organismo, incluir as informações respeitantes a cada um deles.]</w:t>
      </w:r>
    </w:p>
    <w:p w:rsidR="005C3CA0" w:rsidRPr="005C3CA0" w:rsidRDefault="00107411" w:rsidP="005C3CA0">
      <w:pPr>
        <w:pStyle w:val="Heading2"/>
      </w:pPr>
      <w:r w:rsidRPr="005C3CA0">
        <w:t>Nome e endereço</w:t>
      </w:r>
    </w:p>
    <w:p w:rsidR="00107411" w:rsidRPr="005C3CA0" w:rsidRDefault="00107411">
      <w:pPr>
        <w:pStyle w:val="Text1"/>
      </w:pPr>
      <w:r w:rsidRPr="005C3CA0">
        <w:t>–</w:t>
      </w:r>
      <w:r w:rsidRPr="005C3CA0">
        <w:tab/>
        <w:t xml:space="preserve">Nome: </w:t>
      </w: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107411" w:rsidRPr="005C3CA0" w:rsidRDefault="00107411">
      <w:pPr>
        <w:pStyle w:val="Text1"/>
      </w:pPr>
      <w:r w:rsidRPr="005C3CA0">
        <w:t>–</w:t>
      </w:r>
      <w:r w:rsidRPr="005C3CA0">
        <w:tab/>
        <w:t xml:space="preserve">Endereço: </w:t>
      </w: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107411" w:rsidRPr="005C3CA0" w:rsidRDefault="00107411">
      <w:pPr>
        <w:pStyle w:val="Text1"/>
      </w:pPr>
      <w:r w:rsidRPr="005C3CA0">
        <w:t>–</w:t>
      </w:r>
      <w:r w:rsidRPr="005C3CA0">
        <w:tab/>
        <w:t xml:space="preserve">Telefone: </w:t>
      </w: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107411" w:rsidRPr="005C3CA0" w:rsidRDefault="00107411">
      <w:pPr>
        <w:pStyle w:val="Text1"/>
      </w:pPr>
      <w:r w:rsidRPr="005C3CA0">
        <w:lastRenderedPageBreak/>
        <w:t>–</w:t>
      </w:r>
      <w:r w:rsidRPr="005C3CA0">
        <w:tab/>
        <w:t xml:space="preserve">E-mail: </w:t>
      </w:r>
      <w:r w:rsidRPr="005C3CA0">
        <w:fldChar w:fldCharType="begin">
          <w:ffData>
            <w:name w:val="Texte1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107411" w:rsidRPr="005C3CA0" w:rsidRDefault="00107411">
      <w:bookmarkStart w:id="1" w:name="CaseACocher1"/>
      <w:bookmarkStart w:id="2" w:name="CaseACocher2"/>
      <w:r w:rsidRPr="00EA0517">
        <w:rPr>
          <w:b/>
          <w:color w:val="FF0000"/>
        </w:rPr>
        <w:t>[Assinalar com X a opção pertinente:]</w:t>
      </w:r>
      <w:r w:rsidRPr="005C3CA0">
        <w:t xml:space="preserve"> </w:t>
      </w:r>
      <w:r w:rsidRPr="005C3CA0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Público</w:t>
      </w:r>
      <w:r w:rsidRPr="005C3CA0">
        <w:tab/>
      </w:r>
      <w:r w:rsidRPr="005C3CA0"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Privado</w:t>
      </w:r>
    </w:p>
    <w:bookmarkEnd w:id="1"/>
    <w:bookmarkEnd w:id="2"/>
    <w:p w:rsidR="005C3CA0" w:rsidRPr="005C3CA0" w:rsidRDefault="00107411" w:rsidP="005C3CA0">
      <w:pPr>
        <w:pStyle w:val="Heading2"/>
      </w:pPr>
      <w:r w:rsidRPr="005C3CA0">
        <w:t>Missões específicas da autoridade ou organismo</w:t>
      </w:r>
    </w:p>
    <w:p w:rsidR="00107411" w:rsidRPr="00EA0517" w:rsidRDefault="00107411">
      <w:pPr>
        <w:pStyle w:val="Text1"/>
        <w:rPr>
          <w:color w:val="FF0000"/>
        </w:rPr>
      </w:pPr>
      <w:r w:rsidRPr="00EA0517">
        <w:rPr>
          <w:color w:val="FF0000"/>
        </w:rPr>
        <w:t>[Apenas as missões relacionadas com a verificação da observância das disposições do caderno de especificações]</w:t>
      </w:r>
    </w:p>
    <w:sectPr w:rsidR="00107411" w:rsidRPr="00EA0517" w:rsidSect="00480AA5">
      <w:pgSz w:w="11907" w:h="16839"/>
      <w:pgMar w:top="1134" w:right="1417" w:bottom="1134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923" w:rsidRDefault="00990923">
      <w:r>
        <w:separator/>
      </w:r>
    </w:p>
  </w:endnote>
  <w:endnote w:type="continuationSeparator" w:id="0">
    <w:p w:rsidR="00990923" w:rsidRDefault="0099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923" w:rsidRDefault="00990923">
      <w:r>
        <w:separator/>
      </w:r>
    </w:p>
  </w:footnote>
  <w:footnote w:type="continuationSeparator" w:id="0">
    <w:p w:rsidR="00990923" w:rsidRDefault="00990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8B4D0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6BDC6F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17E86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023884"/>
    <w:multiLevelType w:val="multilevel"/>
    <w:tmpl w:val="5AD07574"/>
    <w:name w:val="__4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390552F"/>
    <w:multiLevelType w:val="multilevel"/>
    <w:tmpl w:val="BD8080EC"/>
    <w:name w:val="Heading__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046F33CE"/>
    <w:multiLevelType w:val="multilevel"/>
    <w:tmpl w:val="F76ED738"/>
    <w:name w:val="List Bullet 1"/>
    <w:lvl w:ilvl="0">
      <w:start w:val="1"/>
      <w:numFmt w:val="decimal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062C6A95"/>
    <w:multiLevelType w:val="singleLevel"/>
    <w:tmpl w:val="02BAFA82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7">
    <w:nsid w:val="07B60DDA"/>
    <w:multiLevelType w:val="singleLevel"/>
    <w:tmpl w:val="56BAB064"/>
    <w:name w:val="__2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8">
    <w:nsid w:val="086F37DE"/>
    <w:multiLevelType w:val="multilevel"/>
    <w:tmpl w:val="285C9CA8"/>
    <w:name w:val="List Number 2"/>
    <w:lvl w:ilvl="0">
      <w:start w:val="1"/>
      <w:numFmt w:val="decimal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0CDA2F71"/>
    <w:multiLevelType w:val="singleLevel"/>
    <w:tmpl w:val="29C487D4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0">
    <w:nsid w:val="0CE85528"/>
    <w:multiLevelType w:val="singleLevel"/>
    <w:tmpl w:val="7BA29BAC"/>
    <w:name w:val="List Number 3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1">
    <w:nsid w:val="0E557D20"/>
    <w:multiLevelType w:val="singleLevel"/>
    <w:tmpl w:val="29AE4C22"/>
    <w:name w:val="List Bullet 3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2">
    <w:nsid w:val="128364B0"/>
    <w:multiLevelType w:val="singleLevel"/>
    <w:tmpl w:val="D084FB54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3">
    <w:nsid w:val="13E4330B"/>
    <w:multiLevelType w:val="multilevel"/>
    <w:tmpl w:val="875C4416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77349BE"/>
    <w:multiLevelType w:val="singleLevel"/>
    <w:tmpl w:val="63CC21A2"/>
    <w:name w:val="Considérant"/>
    <w:lvl w:ilvl="0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5">
    <w:nsid w:val="18F82A41"/>
    <w:multiLevelType w:val="multilevel"/>
    <w:tmpl w:val="52A03670"/>
    <w:name w:val="List Dash 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1C145FCB"/>
    <w:multiLevelType w:val="singleLevel"/>
    <w:tmpl w:val="BEF68DA6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>
    <w:nsid w:val="20E63D8F"/>
    <w:multiLevelType w:val="multilevel"/>
    <w:tmpl w:val="283282C8"/>
    <w:name w:val="__5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26D45914"/>
    <w:multiLevelType w:val="multilevel"/>
    <w:tmpl w:val="502E713E"/>
    <w:name w:val="__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27AA4D49"/>
    <w:multiLevelType w:val="multilevel"/>
    <w:tmpl w:val="362490F8"/>
    <w:name w:val="Tiret 1__1"/>
    <w:lvl w:ilvl="0">
      <w:start w:val="1"/>
      <w:numFmt w:val="decimal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27AC36E4"/>
    <w:multiLevelType w:val="multilevel"/>
    <w:tmpl w:val="8ABCF82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CD34FFD"/>
    <w:multiLevelType w:val="singleLevel"/>
    <w:tmpl w:val="40B842A2"/>
    <w:name w:val="Default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2D820C1F"/>
    <w:multiLevelType w:val="singleLevel"/>
    <w:tmpl w:val="7896AADE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3">
    <w:nsid w:val="2F191641"/>
    <w:multiLevelType w:val="multilevel"/>
    <w:tmpl w:val="B67C4E92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1CD398A"/>
    <w:multiLevelType w:val="singleLevel"/>
    <w:tmpl w:val="0276BF00"/>
    <w:name w:val="List Dash 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>
    <w:nsid w:val="332F50C4"/>
    <w:multiLevelType w:val="singleLevel"/>
    <w:tmpl w:val="CF7C6E98"/>
    <w:name w:val="List Number 4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>
    <w:nsid w:val="34474570"/>
    <w:multiLevelType w:val="multilevel"/>
    <w:tmpl w:val="E6C6DE66"/>
    <w:name w:val="__3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398C015E"/>
    <w:multiLevelType w:val="multilevel"/>
    <w:tmpl w:val="027A66BA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3CBC2859"/>
    <w:multiLevelType w:val="multilevel"/>
    <w:tmpl w:val="A738782E"/>
    <w:name w:val="Tiret 2"/>
    <w:lvl w:ilvl="0">
      <w:start w:val="1"/>
      <w:numFmt w:val="decimal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>
    <w:nsid w:val="415B7EDE"/>
    <w:multiLevelType w:val="singleLevel"/>
    <w:tmpl w:val="9226487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0">
    <w:nsid w:val="43A85611"/>
    <w:multiLevelType w:val="multilevel"/>
    <w:tmpl w:val="18667D1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5842BB8"/>
    <w:multiLevelType w:val="singleLevel"/>
    <w:tmpl w:val="9EB6589E"/>
    <w:name w:val="Tiret 1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2">
    <w:nsid w:val="489D74ED"/>
    <w:multiLevelType w:val="singleLevel"/>
    <w:tmpl w:val="C2E2F936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>
    <w:nsid w:val="48CB69A7"/>
    <w:multiLevelType w:val="hybridMultilevel"/>
    <w:tmpl w:val="DEB445BE"/>
    <w:name w:val="List Number 1"/>
    <w:lvl w:ilvl="0" w:tplc="FFFFFFFF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9045E25"/>
    <w:multiLevelType w:val="singleLevel"/>
    <w:tmpl w:val="1B36363C"/>
    <w:name w:val="__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5">
    <w:nsid w:val="4D0C058A"/>
    <w:multiLevelType w:val="singleLevel"/>
    <w:tmpl w:val="01184B00"/>
    <w:name w:val="List Dash 1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6">
    <w:nsid w:val="4F1A5EEB"/>
    <w:multiLevelType w:val="singleLevel"/>
    <w:tmpl w:val="E90C02CE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>
    <w:nsid w:val="542A1204"/>
    <w:multiLevelType w:val="multilevel"/>
    <w:tmpl w:val="BC1E8404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5AF823DB"/>
    <w:multiLevelType w:val="multilevel"/>
    <w:tmpl w:val="8ABCF822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5B0B0635"/>
    <w:multiLevelType w:val="singleLevel"/>
    <w:tmpl w:val="017E7CEE"/>
    <w:name w:val="List Bullet 4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0">
    <w:nsid w:val="5DF84969"/>
    <w:multiLevelType w:val="singleLevel"/>
    <w:tmpl w:val="1E12021A"/>
    <w:name w:val="List Bullet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41">
    <w:nsid w:val="696C278A"/>
    <w:multiLevelType w:val="singleLevel"/>
    <w:tmpl w:val="443639EC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>
    <w:nsid w:val="71F06166"/>
    <w:multiLevelType w:val="multilevel"/>
    <w:tmpl w:val="C08066D2"/>
    <w:name w:val="List Number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73D73F7A"/>
    <w:multiLevelType w:val="singleLevel"/>
    <w:tmpl w:val="26365734"/>
    <w:name w:val="List Bullet 2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4">
    <w:nsid w:val="76BC5C11"/>
    <w:multiLevelType w:val="singleLevel"/>
    <w:tmpl w:val="E44CE82E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5">
    <w:nsid w:val="78D71649"/>
    <w:multiLevelType w:val="multilevel"/>
    <w:tmpl w:val="D266108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>
    <w:nsid w:val="7E474D4E"/>
    <w:multiLevelType w:val="singleLevel"/>
    <w:tmpl w:val="1A6608A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"/>
  </w:num>
  <w:num w:numId="2">
    <w:abstractNumId w:val="45"/>
  </w:num>
  <w:num w:numId="3">
    <w:abstractNumId w:val="18"/>
  </w:num>
  <w:num w:numId="4">
    <w:abstractNumId w:val="41"/>
  </w:num>
  <w:num w:numId="5">
    <w:abstractNumId w:val="36"/>
  </w:num>
  <w:num w:numId="6">
    <w:abstractNumId w:val="9"/>
  </w:num>
  <w:num w:numId="7">
    <w:abstractNumId w:val="16"/>
  </w:num>
  <w:num w:numId="8">
    <w:abstractNumId w:val="29"/>
  </w:num>
  <w:num w:numId="9">
    <w:abstractNumId w:val="30"/>
  </w:num>
  <w:num w:numId="10">
    <w:abstractNumId w:val="38"/>
  </w:num>
  <w:num w:numId="11">
    <w:abstractNumId w:val="40"/>
  </w:num>
  <w:num w:numId="12">
    <w:abstractNumId w:val="6"/>
  </w:num>
  <w:num w:numId="13">
    <w:abstractNumId w:val="43"/>
  </w:num>
  <w:num w:numId="14">
    <w:abstractNumId w:val="44"/>
  </w:num>
  <w:num w:numId="15">
    <w:abstractNumId w:val="39"/>
  </w:num>
  <w:num w:numId="16">
    <w:abstractNumId w:val="22"/>
  </w:num>
  <w:num w:numId="17">
    <w:abstractNumId w:val="35"/>
  </w:num>
  <w:num w:numId="18">
    <w:abstractNumId w:val="32"/>
  </w:num>
  <w:num w:numId="19">
    <w:abstractNumId w:val="12"/>
  </w:num>
  <w:num w:numId="20">
    <w:abstractNumId w:val="24"/>
  </w:num>
  <w:num w:numId="21">
    <w:abstractNumId w:val="42"/>
  </w:num>
  <w:num w:numId="22">
    <w:abstractNumId w:val="13"/>
  </w:num>
  <w:num w:numId="23">
    <w:abstractNumId w:val="27"/>
  </w:num>
  <w:num w:numId="24">
    <w:abstractNumId w:val="23"/>
  </w:num>
  <w:num w:numId="25">
    <w:abstractNumId w:val="37"/>
  </w:num>
  <w:num w:numId="26">
    <w:abstractNumId w:val="46"/>
  </w:num>
  <w:num w:numId="27">
    <w:abstractNumId w:val="1"/>
  </w:num>
  <w:num w:numId="28">
    <w:abstractNumId w:val="0"/>
  </w:num>
  <w:num w:numId="29">
    <w:abstractNumId w:val="38"/>
  </w:num>
  <w:num w:numId="30">
    <w:abstractNumId w:val="38"/>
  </w:num>
  <w:num w:numId="31">
    <w:abstractNumId w:val="38"/>
  </w:num>
  <w:num w:numId="32">
    <w:abstractNumId w:val="38"/>
  </w:num>
  <w:num w:numId="33">
    <w:abstractNumId w:val="38"/>
  </w:num>
  <w:num w:numId="34">
    <w:abstractNumId w:val="38"/>
  </w:num>
  <w:num w:numId="35">
    <w:abstractNumId w:val="38"/>
  </w:num>
  <w:num w:numId="36">
    <w:abstractNumId w:val="38"/>
  </w:num>
  <w:num w:numId="37">
    <w:abstractNumId w:val="38"/>
  </w:num>
  <w:num w:numId="38">
    <w:abstractNumId w:val="38"/>
  </w:num>
  <w:num w:numId="39">
    <w:abstractNumId w:val="38"/>
  </w:num>
  <w:num w:numId="40">
    <w:abstractNumId w:val="38"/>
  </w:num>
  <w:num w:numId="41">
    <w:abstractNumId w:val="38"/>
  </w:num>
  <w:num w:numId="42">
    <w:abstractNumId w:val="38"/>
  </w:num>
  <w:num w:numId="43">
    <w:abstractNumId w:val="38"/>
  </w:num>
  <w:num w:numId="44">
    <w:abstractNumId w:val="38"/>
  </w:num>
  <w:num w:numId="45">
    <w:abstractNumId w:val="38"/>
  </w:num>
  <w:num w:numId="46">
    <w:abstractNumId w:val="38"/>
  </w:num>
  <w:num w:numId="47">
    <w:abstractNumId w:val="20"/>
  </w:num>
  <w:num w:numId="4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Lw5x\Copylist\CecCons\Template"/>
    <w:docVar w:name="LW_DocType" w:val="COM"/>
    <w:docVar w:name="VSSDB_IniPath" w:val="\\at100\user\wovo\SEILEG\vss\srcsafe.ini"/>
    <w:docVar w:name="VSSDB_ProjectPath" w:val="$/LegisWrite/DOT/COM"/>
  </w:docVars>
  <w:rsids>
    <w:rsidRoot w:val="00F02D1B"/>
    <w:rsid w:val="000001D8"/>
    <w:rsid w:val="00002DEB"/>
    <w:rsid w:val="00005ADC"/>
    <w:rsid w:val="00006A9F"/>
    <w:rsid w:val="00017F23"/>
    <w:rsid w:val="00031923"/>
    <w:rsid w:val="00031A5E"/>
    <w:rsid w:val="0004503D"/>
    <w:rsid w:val="000510B9"/>
    <w:rsid w:val="00051380"/>
    <w:rsid w:val="00051D4B"/>
    <w:rsid w:val="00053FEE"/>
    <w:rsid w:val="000615FC"/>
    <w:rsid w:val="00064A8C"/>
    <w:rsid w:val="00070A6C"/>
    <w:rsid w:val="000733CA"/>
    <w:rsid w:val="00075D0D"/>
    <w:rsid w:val="00081A48"/>
    <w:rsid w:val="0008307A"/>
    <w:rsid w:val="00093D1C"/>
    <w:rsid w:val="000A1E54"/>
    <w:rsid w:val="000A1EA8"/>
    <w:rsid w:val="000A2741"/>
    <w:rsid w:val="000A27B1"/>
    <w:rsid w:val="000A4737"/>
    <w:rsid w:val="000A63D6"/>
    <w:rsid w:val="000A7085"/>
    <w:rsid w:val="000B280B"/>
    <w:rsid w:val="000B382F"/>
    <w:rsid w:val="000B4394"/>
    <w:rsid w:val="000B488B"/>
    <w:rsid w:val="000B5418"/>
    <w:rsid w:val="000B691B"/>
    <w:rsid w:val="000C11D7"/>
    <w:rsid w:val="000C3047"/>
    <w:rsid w:val="000C318C"/>
    <w:rsid w:val="000C3976"/>
    <w:rsid w:val="000C477F"/>
    <w:rsid w:val="000C4BC4"/>
    <w:rsid w:val="000C6B00"/>
    <w:rsid w:val="000D44DD"/>
    <w:rsid w:val="000E4365"/>
    <w:rsid w:val="000E5B89"/>
    <w:rsid w:val="000F070B"/>
    <w:rsid w:val="000F143D"/>
    <w:rsid w:val="000F14A3"/>
    <w:rsid w:val="000F45F0"/>
    <w:rsid w:val="000F62EF"/>
    <w:rsid w:val="0010366C"/>
    <w:rsid w:val="00106A62"/>
    <w:rsid w:val="00107411"/>
    <w:rsid w:val="0010760A"/>
    <w:rsid w:val="001114A9"/>
    <w:rsid w:val="00136FF2"/>
    <w:rsid w:val="00142C72"/>
    <w:rsid w:val="00146602"/>
    <w:rsid w:val="0014754C"/>
    <w:rsid w:val="00156D96"/>
    <w:rsid w:val="001623E1"/>
    <w:rsid w:val="00164051"/>
    <w:rsid w:val="00167AF7"/>
    <w:rsid w:val="00172678"/>
    <w:rsid w:val="0017368F"/>
    <w:rsid w:val="001755FB"/>
    <w:rsid w:val="00181C4A"/>
    <w:rsid w:val="00182068"/>
    <w:rsid w:val="00195C36"/>
    <w:rsid w:val="001963AD"/>
    <w:rsid w:val="001A0091"/>
    <w:rsid w:val="001A0DBB"/>
    <w:rsid w:val="001A566A"/>
    <w:rsid w:val="001A76CA"/>
    <w:rsid w:val="001B3301"/>
    <w:rsid w:val="001C1532"/>
    <w:rsid w:val="001C2316"/>
    <w:rsid w:val="001C2CEF"/>
    <w:rsid w:val="001C464D"/>
    <w:rsid w:val="001C4B1E"/>
    <w:rsid w:val="001C5453"/>
    <w:rsid w:val="001C70CA"/>
    <w:rsid w:val="001D4EFB"/>
    <w:rsid w:val="001E08C0"/>
    <w:rsid w:val="001E0940"/>
    <w:rsid w:val="001E4E0D"/>
    <w:rsid w:val="001E7459"/>
    <w:rsid w:val="001F7F47"/>
    <w:rsid w:val="00203BFC"/>
    <w:rsid w:val="00206429"/>
    <w:rsid w:val="002130CA"/>
    <w:rsid w:val="00217892"/>
    <w:rsid w:val="00221FDA"/>
    <w:rsid w:val="0022503E"/>
    <w:rsid w:val="00225371"/>
    <w:rsid w:val="00225B7B"/>
    <w:rsid w:val="0023035A"/>
    <w:rsid w:val="00232851"/>
    <w:rsid w:val="00235CD8"/>
    <w:rsid w:val="00235F14"/>
    <w:rsid w:val="002434FE"/>
    <w:rsid w:val="00244ED4"/>
    <w:rsid w:val="00247EE9"/>
    <w:rsid w:val="002541CC"/>
    <w:rsid w:val="00256859"/>
    <w:rsid w:val="00261830"/>
    <w:rsid w:val="002760A3"/>
    <w:rsid w:val="00292A53"/>
    <w:rsid w:val="00292B1F"/>
    <w:rsid w:val="002A1918"/>
    <w:rsid w:val="002A198B"/>
    <w:rsid w:val="002A63DB"/>
    <w:rsid w:val="002B0D65"/>
    <w:rsid w:val="002B22E5"/>
    <w:rsid w:val="002B4B7E"/>
    <w:rsid w:val="002C0421"/>
    <w:rsid w:val="002C0A06"/>
    <w:rsid w:val="002C2231"/>
    <w:rsid w:val="002C33EC"/>
    <w:rsid w:val="002C3A1C"/>
    <w:rsid w:val="002C529C"/>
    <w:rsid w:val="002C5A80"/>
    <w:rsid w:val="002C746A"/>
    <w:rsid w:val="002C7EC4"/>
    <w:rsid w:val="002D0142"/>
    <w:rsid w:val="002D0582"/>
    <w:rsid w:val="002D37F7"/>
    <w:rsid w:val="002D3D74"/>
    <w:rsid w:val="002D47BC"/>
    <w:rsid w:val="002D5CB3"/>
    <w:rsid w:val="002D620A"/>
    <w:rsid w:val="002D7366"/>
    <w:rsid w:val="002E2ED7"/>
    <w:rsid w:val="002E34D8"/>
    <w:rsid w:val="002F3048"/>
    <w:rsid w:val="002F36F2"/>
    <w:rsid w:val="00302DED"/>
    <w:rsid w:val="00305A55"/>
    <w:rsid w:val="0031002B"/>
    <w:rsid w:val="00311A0C"/>
    <w:rsid w:val="00314143"/>
    <w:rsid w:val="003233BE"/>
    <w:rsid w:val="00326DAA"/>
    <w:rsid w:val="0032796B"/>
    <w:rsid w:val="00327E7D"/>
    <w:rsid w:val="00330B83"/>
    <w:rsid w:val="00331FC4"/>
    <w:rsid w:val="003358F5"/>
    <w:rsid w:val="00343882"/>
    <w:rsid w:val="0034526A"/>
    <w:rsid w:val="003455FF"/>
    <w:rsid w:val="00346F02"/>
    <w:rsid w:val="00356FAB"/>
    <w:rsid w:val="00360E87"/>
    <w:rsid w:val="00364F1C"/>
    <w:rsid w:val="00365386"/>
    <w:rsid w:val="00365BEB"/>
    <w:rsid w:val="003675E5"/>
    <w:rsid w:val="0037050E"/>
    <w:rsid w:val="0038453B"/>
    <w:rsid w:val="003854A6"/>
    <w:rsid w:val="0038658F"/>
    <w:rsid w:val="00397363"/>
    <w:rsid w:val="003A0833"/>
    <w:rsid w:val="003A18CC"/>
    <w:rsid w:val="003A5943"/>
    <w:rsid w:val="003C23AA"/>
    <w:rsid w:val="003C25BA"/>
    <w:rsid w:val="003C27A9"/>
    <w:rsid w:val="003D2CA1"/>
    <w:rsid w:val="003D515A"/>
    <w:rsid w:val="003D557E"/>
    <w:rsid w:val="003E3DBF"/>
    <w:rsid w:val="003E57AF"/>
    <w:rsid w:val="003E5F6D"/>
    <w:rsid w:val="003E7F71"/>
    <w:rsid w:val="003F02A6"/>
    <w:rsid w:val="003F0664"/>
    <w:rsid w:val="003F39CD"/>
    <w:rsid w:val="003F3E7D"/>
    <w:rsid w:val="00406850"/>
    <w:rsid w:val="0041669E"/>
    <w:rsid w:val="00425A51"/>
    <w:rsid w:val="00435353"/>
    <w:rsid w:val="00437415"/>
    <w:rsid w:val="0044479B"/>
    <w:rsid w:val="004447C4"/>
    <w:rsid w:val="00446760"/>
    <w:rsid w:val="004474F0"/>
    <w:rsid w:val="004531CE"/>
    <w:rsid w:val="00453A01"/>
    <w:rsid w:val="00461734"/>
    <w:rsid w:val="00463100"/>
    <w:rsid w:val="004701D1"/>
    <w:rsid w:val="00472521"/>
    <w:rsid w:val="004725C4"/>
    <w:rsid w:val="00476C29"/>
    <w:rsid w:val="00480944"/>
    <w:rsid w:val="00480AA5"/>
    <w:rsid w:val="0048427E"/>
    <w:rsid w:val="00484F79"/>
    <w:rsid w:val="0049032D"/>
    <w:rsid w:val="00492B46"/>
    <w:rsid w:val="004A06B1"/>
    <w:rsid w:val="004A29F6"/>
    <w:rsid w:val="004C4B74"/>
    <w:rsid w:val="004D3D56"/>
    <w:rsid w:val="004D3EC8"/>
    <w:rsid w:val="004D5456"/>
    <w:rsid w:val="004E3EA9"/>
    <w:rsid w:val="004E6535"/>
    <w:rsid w:val="004E7508"/>
    <w:rsid w:val="004F1CD0"/>
    <w:rsid w:val="004F625F"/>
    <w:rsid w:val="005008B1"/>
    <w:rsid w:val="00501945"/>
    <w:rsid w:val="005031CE"/>
    <w:rsid w:val="00505AFB"/>
    <w:rsid w:val="00507E40"/>
    <w:rsid w:val="00511DC1"/>
    <w:rsid w:val="00512E99"/>
    <w:rsid w:val="00517EC4"/>
    <w:rsid w:val="00524587"/>
    <w:rsid w:val="00525272"/>
    <w:rsid w:val="005349C0"/>
    <w:rsid w:val="00543E34"/>
    <w:rsid w:val="00546A41"/>
    <w:rsid w:val="00552C19"/>
    <w:rsid w:val="00561C98"/>
    <w:rsid w:val="005630C7"/>
    <w:rsid w:val="0056582D"/>
    <w:rsid w:val="00571C30"/>
    <w:rsid w:val="005751F2"/>
    <w:rsid w:val="00582762"/>
    <w:rsid w:val="00586C90"/>
    <w:rsid w:val="005875EF"/>
    <w:rsid w:val="00587B84"/>
    <w:rsid w:val="00592DFA"/>
    <w:rsid w:val="0059471E"/>
    <w:rsid w:val="005A2B60"/>
    <w:rsid w:val="005A7767"/>
    <w:rsid w:val="005B11FF"/>
    <w:rsid w:val="005B247C"/>
    <w:rsid w:val="005C05EB"/>
    <w:rsid w:val="005C3CA0"/>
    <w:rsid w:val="005C7355"/>
    <w:rsid w:val="005C7A35"/>
    <w:rsid w:val="005D2BDB"/>
    <w:rsid w:val="005D5EB0"/>
    <w:rsid w:val="005E220E"/>
    <w:rsid w:val="005E2CFA"/>
    <w:rsid w:val="005E4A0A"/>
    <w:rsid w:val="005E4A23"/>
    <w:rsid w:val="005F46C8"/>
    <w:rsid w:val="005F4E7D"/>
    <w:rsid w:val="005F5490"/>
    <w:rsid w:val="005F7800"/>
    <w:rsid w:val="00601811"/>
    <w:rsid w:val="00610275"/>
    <w:rsid w:val="00612C62"/>
    <w:rsid w:val="00622973"/>
    <w:rsid w:val="0063672B"/>
    <w:rsid w:val="00643197"/>
    <w:rsid w:val="006458F4"/>
    <w:rsid w:val="00647F59"/>
    <w:rsid w:val="006532B1"/>
    <w:rsid w:val="006536FC"/>
    <w:rsid w:val="00654FF8"/>
    <w:rsid w:val="00660EF5"/>
    <w:rsid w:val="0066362D"/>
    <w:rsid w:val="006716BA"/>
    <w:rsid w:val="0067217E"/>
    <w:rsid w:val="00672410"/>
    <w:rsid w:val="006851AF"/>
    <w:rsid w:val="00685D1D"/>
    <w:rsid w:val="00687570"/>
    <w:rsid w:val="00687E57"/>
    <w:rsid w:val="00690524"/>
    <w:rsid w:val="00690C95"/>
    <w:rsid w:val="00694846"/>
    <w:rsid w:val="00696922"/>
    <w:rsid w:val="00697A39"/>
    <w:rsid w:val="006A02FF"/>
    <w:rsid w:val="006A2E8A"/>
    <w:rsid w:val="006A5E4F"/>
    <w:rsid w:val="006B2C4D"/>
    <w:rsid w:val="006B4DC2"/>
    <w:rsid w:val="006B5087"/>
    <w:rsid w:val="006C2E2B"/>
    <w:rsid w:val="006C46A0"/>
    <w:rsid w:val="006D3A9B"/>
    <w:rsid w:val="006D3FF2"/>
    <w:rsid w:val="006D4222"/>
    <w:rsid w:val="006D53A6"/>
    <w:rsid w:val="006D633D"/>
    <w:rsid w:val="006D6FC8"/>
    <w:rsid w:val="006E0B27"/>
    <w:rsid w:val="006E1788"/>
    <w:rsid w:val="006E221F"/>
    <w:rsid w:val="006E43BB"/>
    <w:rsid w:val="006F0917"/>
    <w:rsid w:val="006F4945"/>
    <w:rsid w:val="006F5F78"/>
    <w:rsid w:val="006F6185"/>
    <w:rsid w:val="0070461F"/>
    <w:rsid w:val="00707D6A"/>
    <w:rsid w:val="007128AF"/>
    <w:rsid w:val="00715581"/>
    <w:rsid w:val="00721755"/>
    <w:rsid w:val="007222B0"/>
    <w:rsid w:val="00722DF6"/>
    <w:rsid w:val="00724998"/>
    <w:rsid w:val="00724BAC"/>
    <w:rsid w:val="00733706"/>
    <w:rsid w:val="00734BA1"/>
    <w:rsid w:val="00741279"/>
    <w:rsid w:val="007416B5"/>
    <w:rsid w:val="007419E8"/>
    <w:rsid w:val="007421F9"/>
    <w:rsid w:val="00744BCD"/>
    <w:rsid w:val="007470A2"/>
    <w:rsid w:val="0075045A"/>
    <w:rsid w:val="00751D23"/>
    <w:rsid w:val="00754D5C"/>
    <w:rsid w:val="00760DE8"/>
    <w:rsid w:val="00762007"/>
    <w:rsid w:val="007624EB"/>
    <w:rsid w:val="00763583"/>
    <w:rsid w:val="007764A5"/>
    <w:rsid w:val="00776AD7"/>
    <w:rsid w:val="007772EB"/>
    <w:rsid w:val="00780900"/>
    <w:rsid w:val="00781238"/>
    <w:rsid w:val="00785D61"/>
    <w:rsid w:val="00797E04"/>
    <w:rsid w:val="007A484D"/>
    <w:rsid w:val="007B01EB"/>
    <w:rsid w:val="007B465C"/>
    <w:rsid w:val="007B61B3"/>
    <w:rsid w:val="007B657D"/>
    <w:rsid w:val="007C0E2E"/>
    <w:rsid w:val="007C6CA0"/>
    <w:rsid w:val="007C73BF"/>
    <w:rsid w:val="007D0478"/>
    <w:rsid w:val="007D4DBD"/>
    <w:rsid w:val="007D71AF"/>
    <w:rsid w:val="007E0D6A"/>
    <w:rsid w:val="007E4987"/>
    <w:rsid w:val="007E75CE"/>
    <w:rsid w:val="007F2D39"/>
    <w:rsid w:val="007F5164"/>
    <w:rsid w:val="007F55E4"/>
    <w:rsid w:val="007F5B7C"/>
    <w:rsid w:val="007F72D0"/>
    <w:rsid w:val="007F7A53"/>
    <w:rsid w:val="008008BE"/>
    <w:rsid w:val="00802338"/>
    <w:rsid w:val="00815517"/>
    <w:rsid w:val="00815AAA"/>
    <w:rsid w:val="00816541"/>
    <w:rsid w:val="00817222"/>
    <w:rsid w:val="0082351B"/>
    <w:rsid w:val="008260C9"/>
    <w:rsid w:val="00827708"/>
    <w:rsid w:val="0083249B"/>
    <w:rsid w:val="0083625E"/>
    <w:rsid w:val="00841D97"/>
    <w:rsid w:val="00845CD5"/>
    <w:rsid w:val="00857F77"/>
    <w:rsid w:val="00862335"/>
    <w:rsid w:val="0086452F"/>
    <w:rsid w:val="00877FE7"/>
    <w:rsid w:val="00880708"/>
    <w:rsid w:val="0088222C"/>
    <w:rsid w:val="008839BF"/>
    <w:rsid w:val="00883C73"/>
    <w:rsid w:val="008861B7"/>
    <w:rsid w:val="00886847"/>
    <w:rsid w:val="00887D85"/>
    <w:rsid w:val="0089111D"/>
    <w:rsid w:val="00896148"/>
    <w:rsid w:val="008A077B"/>
    <w:rsid w:val="008A191B"/>
    <w:rsid w:val="008B0C01"/>
    <w:rsid w:val="008B1BB4"/>
    <w:rsid w:val="008B1ECD"/>
    <w:rsid w:val="008B3555"/>
    <w:rsid w:val="008C30AB"/>
    <w:rsid w:val="008C6439"/>
    <w:rsid w:val="008C732A"/>
    <w:rsid w:val="008C76D8"/>
    <w:rsid w:val="008D1857"/>
    <w:rsid w:val="008D1A1D"/>
    <w:rsid w:val="008D4F30"/>
    <w:rsid w:val="008D5E44"/>
    <w:rsid w:val="008E0E27"/>
    <w:rsid w:val="008E0F5C"/>
    <w:rsid w:val="008E3FA8"/>
    <w:rsid w:val="008E6ECF"/>
    <w:rsid w:val="008F07D4"/>
    <w:rsid w:val="008F1FC2"/>
    <w:rsid w:val="008F67D1"/>
    <w:rsid w:val="008F7079"/>
    <w:rsid w:val="008F742A"/>
    <w:rsid w:val="0090039C"/>
    <w:rsid w:val="00900907"/>
    <w:rsid w:val="00904334"/>
    <w:rsid w:val="0090682C"/>
    <w:rsid w:val="00907928"/>
    <w:rsid w:val="009101C7"/>
    <w:rsid w:val="00913E09"/>
    <w:rsid w:val="009211B7"/>
    <w:rsid w:val="00924A37"/>
    <w:rsid w:val="00933D22"/>
    <w:rsid w:val="009377A3"/>
    <w:rsid w:val="00942206"/>
    <w:rsid w:val="00942B09"/>
    <w:rsid w:val="009476A5"/>
    <w:rsid w:val="00947EF0"/>
    <w:rsid w:val="00962B82"/>
    <w:rsid w:val="00965763"/>
    <w:rsid w:val="0096623C"/>
    <w:rsid w:val="00970FE4"/>
    <w:rsid w:val="00973000"/>
    <w:rsid w:val="0097671F"/>
    <w:rsid w:val="00981A64"/>
    <w:rsid w:val="00983BF9"/>
    <w:rsid w:val="00990923"/>
    <w:rsid w:val="00991C49"/>
    <w:rsid w:val="00994BC5"/>
    <w:rsid w:val="00997970"/>
    <w:rsid w:val="009A4459"/>
    <w:rsid w:val="009A7859"/>
    <w:rsid w:val="009B027B"/>
    <w:rsid w:val="009B64FE"/>
    <w:rsid w:val="009C0A32"/>
    <w:rsid w:val="009C1B12"/>
    <w:rsid w:val="009D0810"/>
    <w:rsid w:val="009D2C11"/>
    <w:rsid w:val="009D3204"/>
    <w:rsid w:val="009D36BC"/>
    <w:rsid w:val="009D3FFA"/>
    <w:rsid w:val="009D539B"/>
    <w:rsid w:val="009D6079"/>
    <w:rsid w:val="009D6F83"/>
    <w:rsid w:val="009F2946"/>
    <w:rsid w:val="009F5038"/>
    <w:rsid w:val="009F57A4"/>
    <w:rsid w:val="00A00B2D"/>
    <w:rsid w:val="00A0108D"/>
    <w:rsid w:val="00A0434D"/>
    <w:rsid w:val="00A0600E"/>
    <w:rsid w:val="00A11403"/>
    <w:rsid w:val="00A13CB6"/>
    <w:rsid w:val="00A23C7A"/>
    <w:rsid w:val="00A251AC"/>
    <w:rsid w:val="00A26A79"/>
    <w:rsid w:val="00A30EC6"/>
    <w:rsid w:val="00A3751F"/>
    <w:rsid w:val="00A37D77"/>
    <w:rsid w:val="00A47930"/>
    <w:rsid w:val="00A5027F"/>
    <w:rsid w:val="00A52B06"/>
    <w:rsid w:val="00A5343B"/>
    <w:rsid w:val="00A55C50"/>
    <w:rsid w:val="00A56746"/>
    <w:rsid w:val="00A57239"/>
    <w:rsid w:val="00A618F2"/>
    <w:rsid w:val="00A61B55"/>
    <w:rsid w:val="00A66038"/>
    <w:rsid w:val="00A665F7"/>
    <w:rsid w:val="00A666A0"/>
    <w:rsid w:val="00A71B99"/>
    <w:rsid w:val="00A7570D"/>
    <w:rsid w:val="00A80B01"/>
    <w:rsid w:val="00A86760"/>
    <w:rsid w:val="00A94885"/>
    <w:rsid w:val="00A95052"/>
    <w:rsid w:val="00AA21C3"/>
    <w:rsid w:val="00AB064A"/>
    <w:rsid w:val="00AB6BEF"/>
    <w:rsid w:val="00AD0330"/>
    <w:rsid w:val="00AD51D2"/>
    <w:rsid w:val="00AD6AE6"/>
    <w:rsid w:val="00AE3944"/>
    <w:rsid w:val="00AE45D5"/>
    <w:rsid w:val="00AF1BBD"/>
    <w:rsid w:val="00AF30E8"/>
    <w:rsid w:val="00AF58BC"/>
    <w:rsid w:val="00AF5F1A"/>
    <w:rsid w:val="00B02F8D"/>
    <w:rsid w:val="00B03AB3"/>
    <w:rsid w:val="00B10E02"/>
    <w:rsid w:val="00B20D6F"/>
    <w:rsid w:val="00B23B2F"/>
    <w:rsid w:val="00B27208"/>
    <w:rsid w:val="00B27EEC"/>
    <w:rsid w:val="00B35298"/>
    <w:rsid w:val="00B4063D"/>
    <w:rsid w:val="00B43BFD"/>
    <w:rsid w:val="00B446DD"/>
    <w:rsid w:val="00B52A72"/>
    <w:rsid w:val="00B53DB3"/>
    <w:rsid w:val="00B53ED9"/>
    <w:rsid w:val="00B56AC2"/>
    <w:rsid w:val="00B61182"/>
    <w:rsid w:val="00B63B1F"/>
    <w:rsid w:val="00B659B0"/>
    <w:rsid w:val="00B67A73"/>
    <w:rsid w:val="00B67FC6"/>
    <w:rsid w:val="00B71BB5"/>
    <w:rsid w:val="00B73687"/>
    <w:rsid w:val="00B77E8C"/>
    <w:rsid w:val="00B81000"/>
    <w:rsid w:val="00B85E09"/>
    <w:rsid w:val="00B964DB"/>
    <w:rsid w:val="00BA6314"/>
    <w:rsid w:val="00BB2A16"/>
    <w:rsid w:val="00BB48A0"/>
    <w:rsid w:val="00BB4FA9"/>
    <w:rsid w:val="00BC5338"/>
    <w:rsid w:val="00BD50E6"/>
    <w:rsid w:val="00BD6E3E"/>
    <w:rsid w:val="00BE08AF"/>
    <w:rsid w:val="00BE2FCE"/>
    <w:rsid w:val="00BE3736"/>
    <w:rsid w:val="00BF0844"/>
    <w:rsid w:val="00BF6056"/>
    <w:rsid w:val="00BF6CF0"/>
    <w:rsid w:val="00BF7A11"/>
    <w:rsid w:val="00C01D5D"/>
    <w:rsid w:val="00C0351C"/>
    <w:rsid w:val="00C06AD4"/>
    <w:rsid w:val="00C130AA"/>
    <w:rsid w:val="00C13886"/>
    <w:rsid w:val="00C15180"/>
    <w:rsid w:val="00C17ECF"/>
    <w:rsid w:val="00C204EF"/>
    <w:rsid w:val="00C2309B"/>
    <w:rsid w:val="00C302B2"/>
    <w:rsid w:val="00C31C47"/>
    <w:rsid w:val="00C326C7"/>
    <w:rsid w:val="00C32A32"/>
    <w:rsid w:val="00C34E75"/>
    <w:rsid w:val="00C36F97"/>
    <w:rsid w:val="00C412A1"/>
    <w:rsid w:val="00C41AAF"/>
    <w:rsid w:val="00C46334"/>
    <w:rsid w:val="00C47FA7"/>
    <w:rsid w:val="00C544AF"/>
    <w:rsid w:val="00C642EE"/>
    <w:rsid w:val="00C767E3"/>
    <w:rsid w:val="00C774DC"/>
    <w:rsid w:val="00CA1CBE"/>
    <w:rsid w:val="00CA24A9"/>
    <w:rsid w:val="00CA27E1"/>
    <w:rsid w:val="00CA2E7F"/>
    <w:rsid w:val="00CA6C69"/>
    <w:rsid w:val="00CC0502"/>
    <w:rsid w:val="00CC0709"/>
    <w:rsid w:val="00CC5EAE"/>
    <w:rsid w:val="00CC6C81"/>
    <w:rsid w:val="00CD09AF"/>
    <w:rsid w:val="00CD0B8F"/>
    <w:rsid w:val="00CD3A38"/>
    <w:rsid w:val="00CD46C0"/>
    <w:rsid w:val="00CD4ECB"/>
    <w:rsid w:val="00CD7B50"/>
    <w:rsid w:val="00CE2128"/>
    <w:rsid w:val="00CE3667"/>
    <w:rsid w:val="00CE3C11"/>
    <w:rsid w:val="00CE4490"/>
    <w:rsid w:val="00CE7370"/>
    <w:rsid w:val="00CF5EF0"/>
    <w:rsid w:val="00D025EB"/>
    <w:rsid w:val="00D0310E"/>
    <w:rsid w:val="00D11F11"/>
    <w:rsid w:val="00D15D46"/>
    <w:rsid w:val="00D17A90"/>
    <w:rsid w:val="00D323FF"/>
    <w:rsid w:val="00D42406"/>
    <w:rsid w:val="00D5309F"/>
    <w:rsid w:val="00D5460F"/>
    <w:rsid w:val="00D57478"/>
    <w:rsid w:val="00D64442"/>
    <w:rsid w:val="00D703D9"/>
    <w:rsid w:val="00D773F2"/>
    <w:rsid w:val="00D83AEB"/>
    <w:rsid w:val="00D86CA1"/>
    <w:rsid w:val="00D9556E"/>
    <w:rsid w:val="00D95E9C"/>
    <w:rsid w:val="00D960CA"/>
    <w:rsid w:val="00DA480E"/>
    <w:rsid w:val="00DB45F1"/>
    <w:rsid w:val="00DB4799"/>
    <w:rsid w:val="00DB51AB"/>
    <w:rsid w:val="00DC27DE"/>
    <w:rsid w:val="00DC414C"/>
    <w:rsid w:val="00DC5CCA"/>
    <w:rsid w:val="00DD0B20"/>
    <w:rsid w:val="00DD32C5"/>
    <w:rsid w:val="00DD553B"/>
    <w:rsid w:val="00DE2283"/>
    <w:rsid w:val="00DF1A1A"/>
    <w:rsid w:val="00DF1C72"/>
    <w:rsid w:val="00DF3513"/>
    <w:rsid w:val="00DF4ACF"/>
    <w:rsid w:val="00E01208"/>
    <w:rsid w:val="00E0138B"/>
    <w:rsid w:val="00E01B45"/>
    <w:rsid w:val="00E01FDF"/>
    <w:rsid w:val="00E02445"/>
    <w:rsid w:val="00E033E5"/>
    <w:rsid w:val="00E11A0B"/>
    <w:rsid w:val="00E16534"/>
    <w:rsid w:val="00E20775"/>
    <w:rsid w:val="00E23E07"/>
    <w:rsid w:val="00E34811"/>
    <w:rsid w:val="00E36EF6"/>
    <w:rsid w:val="00E4084D"/>
    <w:rsid w:val="00E45682"/>
    <w:rsid w:val="00E46AD8"/>
    <w:rsid w:val="00E81645"/>
    <w:rsid w:val="00E82B31"/>
    <w:rsid w:val="00E9123D"/>
    <w:rsid w:val="00E94FD5"/>
    <w:rsid w:val="00EA0517"/>
    <w:rsid w:val="00EA3E42"/>
    <w:rsid w:val="00EB00F4"/>
    <w:rsid w:val="00EB132C"/>
    <w:rsid w:val="00EB5A76"/>
    <w:rsid w:val="00EC49EF"/>
    <w:rsid w:val="00ED32D4"/>
    <w:rsid w:val="00ED43CE"/>
    <w:rsid w:val="00ED483B"/>
    <w:rsid w:val="00ED4C34"/>
    <w:rsid w:val="00ED638D"/>
    <w:rsid w:val="00EE52C1"/>
    <w:rsid w:val="00EE54A5"/>
    <w:rsid w:val="00EE6FD0"/>
    <w:rsid w:val="00EF197D"/>
    <w:rsid w:val="00EF74E0"/>
    <w:rsid w:val="00F00612"/>
    <w:rsid w:val="00F01AE1"/>
    <w:rsid w:val="00F02D1B"/>
    <w:rsid w:val="00F1346C"/>
    <w:rsid w:val="00F17289"/>
    <w:rsid w:val="00F232F4"/>
    <w:rsid w:val="00F25364"/>
    <w:rsid w:val="00F30964"/>
    <w:rsid w:val="00F33FC0"/>
    <w:rsid w:val="00F36F53"/>
    <w:rsid w:val="00F419B2"/>
    <w:rsid w:val="00F44383"/>
    <w:rsid w:val="00F508EA"/>
    <w:rsid w:val="00F5244A"/>
    <w:rsid w:val="00F54E59"/>
    <w:rsid w:val="00F55B71"/>
    <w:rsid w:val="00F62A8C"/>
    <w:rsid w:val="00F6508E"/>
    <w:rsid w:val="00F65AE8"/>
    <w:rsid w:val="00F6657C"/>
    <w:rsid w:val="00F70958"/>
    <w:rsid w:val="00F73294"/>
    <w:rsid w:val="00F741C7"/>
    <w:rsid w:val="00F74615"/>
    <w:rsid w:val="00F75DBF"/>
    <w:rsid w:val="00F764B7"/>
    <w:rsid w:val="00F80083"/>
    <w:rsid w:val="00F83690"/>
    <w:rsid w:val="00F83B73"/>
    <w:rsid w:val="00F859EE"/>
    <w:rsid w:val="00F932FD"/>
    <w:rsid w:val="00F96D7D"/>
    <w:rsid w:val="00FA0B29"/>
    <w:rsid w:val="00FA6090"/>
    <w:rsid w:val="00FA73B5"/>
    <w:rsid w:val="00FC019F"/>
    <w:rsid w:val="00FC1369"/>
    <w:rsid w:val="00FC1972"/>
    <w:rsid w:val="00FC1D0F"/>
    <w:rsid w:val="00FC39A6"/>
    <w:rsid w:val="00FD5796"/>
    <w:rsid w:val="00FD618E"/>
    <w:rsid w:val="00FD7475"/>
    <w:rsid w:val="00FE16E7"/>
    <w:rsid w:val="00FE19BF"/>
    <w:rsid w:val="00FE4845"/>
    <w:rsid w:val="00FE5E78"/>
    <w:rsid w:val="00FE6613"/>
    <w:rsid w:val="00FF1370"/>
    <w:rsid w:val="00FF3674"/>
    <w:rsid w:val="00FF6DA8"/>
    <w:rsid w:val="00FF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C3CA0"/>
    <w:pPr>
      <w:spacing w:before="120" w:after="120"/>
      <w:jc w:val="both"/>
    </w:pPr>
    <w:rPr>
      <w:sz w:val="24"/>
      <w:szCs w:val="24"/>
      <w:lang w:eastAsia="de-DE"/>
    </w:rPr>
  </w:style>
  <w:style w:type="paragraph" w:styleId="Heading1">
    <w:name w:val="heading 1"/>
    <w:basedOn w:val="Normal"/>
    <w:next w:val="Text1"/>
    <w:qFormat/>
    <w:rsid w:val="005C3CA0"/>
    <w:pPr>
      <w:keepNext/>
      <w:numPr>
        <w:numId w:val="10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Text2"/>
    <w:qFormat/>
    <w:rsid w:val="005C3CA0"/>
    <w:pPr>
      <w:keepNext/>
      <w:numPr>
        <w:ilvl w:val="1"/>
        <w:numId w:val="10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Text3"/>
    <w:qFormat/>
    <w:rsid w:val="005C3CA0"/>
    <w:pPr>
      <w:keepNext/>
      <w:numPr>
        <w:ilvl w:val="2"/>
        <w:numId w:val="10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Text4"/>
    <w:qFormat/>
    <w:rsid w:val="005C3CA0"/>
    <w:pPr>
      <w:keepNext/>
      <w:numPr>
        <w:ilvl w:val="3"/>
        <w:numId w:val="10"/>
      </w:numPr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5C3CA0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5C3CA0"/>
  </w:style>
  <w:style w:type="paragraph" w:styleId="Header">
    <w:name w:val="header"/>
    <w:basedOn w:val="Normal"/>
    <w:rsid w:val="005C3CA0"/>
    <w:pPr>
      <w:tabs>
        <w:tab w:val="right" w:pos="9071"/>
      </w:tabs>
    </w:pPr>
  </w:style>
  <w:style w:type="paragraph" w:styleId="Footer">
    <w:name w:val="footer"/>
    <w:basedOn w:val="Normal"/>
    <w:rsid w:val="005C3CA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rsid w:val="005C3CA0"/>
    <w:pPr>
      <w:spacing w:before="0" w:after="0"/>
      <w:ind w:left="720" w:hanging="720"/>
    </w:pPr>
    <w:rPr>
      <w:sz w:val="20"/>
      <w:szCs w:val="20"/>
    </w:rPr>
  </w:style>
  <w:style w:type="paragraph" w:styleId="ListBullet">
    <w:name w:val="List Bullet"/>
    <w:basedOn w:val="Normal"/>
    <w:rsid w:val="005C3CA0"/>
    <w:pPr>
      <w:numPr>
        <w:numId w:val="11"/>
      </w:numPr>
    </w:pPr>
  </w:style>
  <w:style w:type="paragraph" w:styleId="ListBullet2">
    <w:name w:val="List Bullet 2"/>
    <w:basedOn w:val="Normal"/>
    <w:rsid w:val="005C3CA0"/>
    <w:pPr>
      <w:numPr>
        <w:numId w:val="13"/>
      </w:numPr>
    </w:pPr>
  </w:style>
  <w:style w:type="paragraph" w:styleId="ListBullet3">
    <w:name w:val="List Bullet 3"/>
    <w:basedOn w:val="Normal"/>
    <w:rsid w:val="005C3CA0"/>
    <w:pPr>
      <w:numPr>
        <w:numId w:val="14"/>
      </w:numPr>
    </w:pPr>
  </w:style>
  <w:style w:type="paragraph" w:styleId="ListBullet4">
    <w:name w:val="List Bullet 4"/>
    <w:basedOn w:val="Normal"/>
    <w:rsid w:val="005C3CA0"/>
    <w:pPr>
      <w:numPr>
        <w:numId w:val="15"/>
      </w:numPr>
    </w:pPr>
  </w:style>
  <w:style w:type="paragraph" w:styleId="ListNumber">
    <w:name w:val="List Number"/>
    <w:basedOn w:val="Normal"/>
    <w:rsid w:val="005C3CA0"/>
    <w:pPr>
      <w:numPr>
        <w:numId w:val="21"/>
      </w:numPr>
    </w:pPr>
  </w:style>
  <w:style w:type="paragraph" w:styleId="ListNumber2">
    <w:name w:val="List Number 2"/>
    <w:basedOn w:val="Normal"/>
    <w:rsid w:val="005C3CA0"/>
    <w:pPr>
      <w:numPr>
        <w:numId w:val="23"/>
      </w:numPr>
    </w:pPr>
  </w:style>
  <w:style w:type="paragraph" w:styleId="ListNumber3">
    <w:name w:val="List Number 3"/>
    <w:basedOn w:val="Normal"/>
    <w:rsid w:val="005C3CA0"/>
    <w:pPr>
      <w:numPr>
        <w:numId w:val="24"/>
      </w:numPr>
    </w:pPr>
  </w:style>
  <w:style w:type="paragraph" w:styleId="ListNumber4">
    <w:name w:val="List Number 4"/>
    <w:basedOn w:val="Normal"/>
    <w:rsid w:val="005C3CA0"/>
    <w:pPr>
      <w:numPr>
        <w:numId w:val="25"/>
      </w:numPr>
    </w:pPr>
  </w:style>
  <w:style w:type="paragraph" w:styleId="TOC1">
    <w:name w:val="toc 1"/>
    <w:basedOn w:val="Normal"/>
    <w:next w:val="Normal"/>
    <w:semiHidden/>
    <w:rsid w:val="005C3CA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5C3CA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5C3CA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5C3CA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5C3CA0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5C3CA0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5C3CA0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5C3CA0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5C3CA0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5C3CA0"/>
    <w:pPr>
      <w:tabs>
        <w:tab w:val="right" w:pos="14003"/>
      </w:tabs>
    </w:pPr>
  </w:style>
  <w:style w:type="paragraph" w:customStyle="1" w:styleId="FooterLandscape">
    <w:name w:val="FooterLandscape"/>
    <w:basedOn w:val="Normal"/>
    <w:rsid w:val="005C3CA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sid w:val="005C3CA0"/>
    <w:rPr>
      <w:vertAlign w:val="superscript"/>
    </w:rPr>
  </w:style>
  <w:style w:type="paragraph" w:customStyle="1" w:styleId="Text1">
    <w:name w:val="Text 1"/>
    <w:basedOn w:val="Normal"/>
    <w:rsid w:val="005C3CA0"/>
    <w:pPr>
      <w:ind w:left="850"/>
    </w:pPr>
  </w:style>
  <w:style w:type="paragraph" w:customStyle="1" w:styleId="Text2">
    <w:name w:val="Text 2"/>
    <w:basedOn w:val="Normal"/>
    <w:rsid w:val="005C3CA0"/>
    <w:pPr>
      <w:ind w:left="850"/>
    </w:pPr>
  </w:style>
  <w:style w:type="paragraph" w:customStyle="1" w:styleId="Text3">
    <w:name w:val="Text 3"/>
    <w:basedOn w:val="Normal"/>
    <w:rsid w:val="005C3CA0"/>
    <w:pPr>
      <w:ind w:left="850"/>
    </w:pPr>
  </w:style>
  <w:style w:type="paragraph" w:customStyle="1" w:styleId="Text4">
    <w:name w:val="Text 4"/>
    <w:basedOn w:val="Normal"/>
    <w:rsid w:val="005C3CA0"/>
    <w:pPr>
      <w:ind w:left="850"/>
    </w:pPr>
  </w:style>
  <w:style w:type="paragraph" w:customStyle="1" w:styleId="NormalCentered">
    <w:name w:val="Normal Centered"/>
    <w:basedOn w:val="Normal"/>
    <w:rsid w:val="005C3CA0"/>
    <w:pPr>
      <w:jc w:val="center"/>
    </w:pPr>
  </w:style>
  <w:style w:type="paragraph" w:customStyle="1" w:styleId="NormalLeft">
    <w:name w:val="Normal Left"/>
    <w:basedOn w:val="Normal"/>
    <w:rsid w:val="005C3CA0"/>
    <w:pPr>
      <w:jc w:val="left"/>
    </w:pPr>
  </w:style>
  <w:style w:type="paragraph" w:customStyle="1" w:styleId="NormalRight">
    <w:name w:val="Normal Right"/>
    <w:basedOn w:val="Normal"/>
    <w:rsid w:val="005C3CA0"/>
    <w:pPr>
      <w:jc w:val="right"/>
    </w:pPr>
  </w:style>
  <w:style w:type="paragraph" w:customStyle="1" w:styleId="QuotedText">
    <w:name w:val="Quoted Text"/>
    <w:basedOn w:val="Normal"/>
    <w:rsid w:val="005C3CA0"/>
    <w:pPr>
      <w:ind w:left="1417"/>
    </w:pPr>
  </w:style>
  <w:style w:type="paragraph" w:customStyle="1" w:styleId="Point0">
    <w:name w:val="Point 0"/>
    <w:basedOn w:val="Normal"/>
    <w:rsid w:val="005C3CA0"/>
    <w:pPr>
      <w:ind w:left="850" w:hanging="850"/>
    </w:pPr>
  </w:style>
  <w:style w:type="paragraph" w:customStyle="1" w:styleId="Point1">
    <w:name w:val="Point 1"/>
    <w:basedOn w:val="Normal"/>
    <w:rsid w:val="005C3CA0"/>
    <w:pPr>
      <w:ind w:left="1417" w:hanging="567"/>
    </w:pPr>
  </w:style>
  <w:style w:type="paragraph" w:customStyle="1" w:styleId="Point2">
    <w:name w:val="Point 2"/>
    <w:basedOn w:val="Normal"/>
    <w:rsid w:val="005C3CA0"/>
    <w:pPr>
      <w:ind w:left="1984" w:hanging="567"/>
    </w:pPr>
  </w:style>
  <w:style w:type="paragraph" w:customStyle="1" w:styleId="Point3">
    <w:name w:val="Point 3"/>
    <w:basedOn w:val="Normal"/>
    <w:rsid w:val="005C3CA0"/>
    <w:pPr>
      <w:ind w:left="2551" w:hanging="567"/>
    </w:pPr>
  </w:style>
  <w:style w:type="paragraph" w:customStyle="1" w:styleId="Point4">
    <w:name w:val="Point 4"/>
    <w:basedOn w:val="Normal"/>
    <w:rsid w:val="005C3CA0"/>
    <w:pPr>
      <w:ind w:left="3118" w:hanging="567"/>
    </w:pPr>
  </w:style>
  <w:style w:type="paragraph" w:customStyle="1" w:styleId="Tiret0">
    <w:name w:val="Tiret 0"/>
    <w:basedOn w:val="Point0"/>
    <w:rsid w:val="005C3CA0"/>
    <w:pPr>
      <w:numPr>
        <w:numId w:val="4"/>
      </w:numPr>
    </w:pPr>
  </w:style>
  <w:style w:type="paragraph" w:customStyle="1" w:styleId="Tiret1">
    <w:name w:val="Tiret 1"/>
    <w:basedOn w:val="Point1"/>
    <w:rsid w:val="005C3CA0"/>
    <w:pPr>
      <w:numPr>
        <w:numId w:val="5"/>
      </w:numPr>
    </w:pPr>
  </w:style>
  <w:style w:type="paragraph" w:customStyle="1" w:styleId="Tiret2">
    <w:name w:val="Tiret 2"/>
    <w:basedOn w:val="Point2"/>
    <w:rsid w:val="005C3CA0"/>
    <w:pPr>
      <w:numPr>
        <w:numId w:val="6"/>
      </w:numPr>
    </w:pPr>
  </w:style>
  <w:style w:type="paragraph" w:customStyle="1" w:styleId="Tiret3">
    <w:name w:val="Tiret 3"/>
    <w:basedOn w:val="Point3"/>
    <w:rsid w:val="005C3CA0"/>
    <w:pPr>
      <w:numPr>
        <w:numId w:val="7"/>
      </w:numPr>
    </w:pPr>
  </w:style>
  <w:style w:type="paragraph" w:customStyle="1" w:styleId="Tiret4">
    <w:name w:val="Tiret 4"/>
    <w:basedOn w:val="Point4"/>
    <w:rsid w:val="005C3CA0"/>
    <w:pPr>
      <w:numPr>
        <w:numId w:val="8"/>
      </w:numPr>
    </w:pPr>
  </w:style>
  <w:style w:type="paragraph" w:customStyle="1" w:styleId="PointDouble0">
    <w:name w:val="PointDouble 0"/>
    <w:basedOn w:val="Normal"/>
    <w:rsid w:val="005C3CA0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C3CA0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C3CA0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C3CA0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C3CA0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C3CA0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C3CA0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C3CA0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C3CA0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C3CA0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5C3CA0"/>
    <w:pPr>
      <w:numPr>
        <w:numId w:val="9"/>
      </w:numPr>
    </w:pPr>
  </w:style>
  <w:style w:type="paragraph" w:customStyle="1" w:styleId="NumPar2">
    <w:name w:val="NumPar 2"/>
    <w:basedOn w:val="Normal"/>
    <w:next w:val="Text2"/>
    <w:rsid w:val="005C3CA0"/>
    <w:pPr>
      <w:numPr>
        <w:ilvl w:val="1"/>
        <w:numId w:val="9"/>
      </w:numPr>
    </w:pPr>
  </w:style>
  <w:style w:type="paragraph" w:customStyle="1" w:styleId="NumPar3">
    <w:name w:val="NumPar 3"/>
    <w:basedOn w:val="Normal"/>
    <w:next w:val="Text3"/>
    <w:rsid w:val="005C3CA0"/>
    <w:pPr>
      <w:numPr>
        <w:ilvl w:val="2"/>
        <w:numId w:val="9"/>
      </w:numPr>
    </w:pPr>
  </w:style>
  <w:style w:type="paragraph" w:customStyle="1" w:styleId="NumPar4">
    <w:name w:val="NumPar 4"/>
    <w:basedOn w:val="Normal"/>
    <w:next w:val="Text4"/>
    <w:rsid w:val="005C3CA0"/>
    <w:pPr>
      <w:numPr>
        <w:ilvl w:val="3"/>
        <w:numId w:val="9"/>
      </w:numPr>
    </w:pPr>
  </w:style>
  <w:style w:type="paragraph" w:customStyle="1" w:styleId="ManualNumPar1">
    <w:name w:val="Manual NumPar 1"/>
    <w:basedOn w:val="Normal"/>
    <w:next w:val="Text1"/>
    <w:rsid w:val="005C3CA0"/>
    <w:pPr>
      <w:ind w:left="850" w:hanging="850"/>
    </w:pPr>
  </w:style>
  <w:style w:type="paragraph" w:customStyle="1" w:styleId="ManualNumPar2">
    <w:name w:val="Manual NumPar 2"/>
    <w:basedOn w:val="Normal"/>
    <w:next w:val="Text2"/>
    <w:rsid w:val="005C3CA0"/>
    <w:pPr>
      <w:ind w:left="850" w:hanging="850"/>
    </w:pPr>
  </w:style>
  <w:style w:type="paragraph" w:customStyle="1" w:styleId="ManualNumPar3">
    <w:name w:val="Manual NumPar 3"/>
    <w:basedOn w:val="Normal"/>
    <w:next w:val="Text3"/>
    <w:rsid w:val="005C3CA0"/>
    <w:pPr>
      <w:ind w:left="850" w:hanging="850"/>
    </w:pPr>
  </w:style>
  <w:style w:type="paragraph" w:customStyle="1" w:styleId="ManualNumPar4">
    <w:name w:val="Manual NumPar 4"/>
    <w:basedOn w:val="Normal"/>
    <w:next w:val="Text4"/>
    <w:rsid w:val="005C3CA0"/>
    <w:pPr>
      <w:ind w:left="850" w:hanging="850"/>
    </w:pPr>
  </w:style>
  <w:style w:type="paragraph" w:customStyle="1" w:styleId="QuotedNumPar">
    <w:name w:val="Quoted NumPar"/>
    <w:basedOn w:val="Normal"/>
    <w:rsid w:val="005C3CA0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5C3CA0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rsid w:val="005C3CA0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rsid w:val="005C3CA0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rsid w:val="005C3CA0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5C3CA0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5C3CA0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5C3CA0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rsid w:val="005C3CA0"/>
    <w:pPr>
      <w:numPr>
        <w:numId w:val="12"/>
      </w:numPr>
    </w:pPr>
  </w:style>
  <w:style w:type="paragraph" w:customStyle="1" w:styleId="ListDash">
    <w:name w:val="List Dash"/>
    <w:basedOn w:val="Normal"/>
    <w:rsid w:val="005C3CA0"/>
    <w:pPr>
      <w:numPr>
        <w:numId w:val="16"/>
      </w:numPr>
    </w:pPr>
  </w:style>
  <w:style w:type="paragraph" w:customStyle="1" w:styleId="ListDash1">
    <w:name w:val="List Dash 1"/>
    <w:basedOn w:val="Normal"/>
    <w:rsid w:val="00B03AB3"/>
    <w:pPr>
      <w:numPr>
        <w:numId w:val="17"/>
      </w:numPr>
    </w:pPr>
  </w:style>
  <w:style w:type="paragraph" w:customStyle="1" w:styleId="ListDash2">
    <w:name w:val="List Dash 2"/>
    <w:basedOn w:val="Normal"/>
    <w:rsid w:val="005C3CA0"/>
    <w:pPr>
      <w:numPr>
        <w:numId w:val="18"/>
      </w:numPr>
    </w:pPr>
  </w:style>
  <w:style w:type="paragraph" w:customStyle="1" w:styleId="ListDash3">
    <w:name w:val="List Dash 3"/>
    <w:basedOn w:val="Normal"/>
    <w:rsid w:val="005C3CA0"/>
    <w:pPr>
      <w:numPr>
        <w:numId w:val="19"/>
      </w:numPr>
    </w:pPr>
  </w:style>
  <w:style w:type="paragraph" w:customStyle="1" w:styleId="ListDash4">
    <w:name w:val="List Dash 4"/>
    <w:basedOn w:val="Normal"/>
    <w:rsid w:val="005C3CA0"/>
    <w:pPr>
      <w:numPr>
        <w:numId w:val="20"/>
      </w:numPr>
    </w:pPr>
  </w:style>
  <w:style w:type="paragraph" w:customStyle="1" w:styleId="ListNumber1">
    <w:name w:val="List Number 1"/>
    <w:basedOn w:val="Text1"/>
    <w:rsid w:val="005C3CA0"/>
    <w:pPr>
      <w:numPr>
        <w:numId w:val="22"/>
      </w:numPr>
    </w:pPr>
  </w:style>
  <w:style w:type="paragraph" w:customStyle="1" w:styleId="ListNumberLevel2">
    <w:name w:val="List Number (Level 2)"/>
    <w:basedOn w:val="Normal"/>
    <w:rsid w:val="005C3CA0"/>
    <w:pPr>
      <w:numPr>
        <w:ilvl w:val="1"/>
        <w:numId w:val="21"/>
      </w:numPr>
    </w:pPr>
  </w:style>
  <w:style w:type="paragraph" w:customStyle="1" w:styleId="ListNumber1Level2">
    <w:name w:val="List Number 1 (Level 2)"/>
    <w:basedOn w:val="Text1"/>
    <w:rsid w:val="005C3CA0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rsid w:val="005C3CA0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rsid w:val="005C3CA0"/>
    <w:pPr>
      <w:numPr>
        <w:ilvl w:val="1"/>
        <w:numId w:val="24"/>
      </w:numPr>
    </w:pPr>
  </w:style>
  <w:style w:type="paragraph" w:customStyle="1" w:styleId="ListNumber4Level2">
    <w:name w:val="List Number 4 (Level 2)"/>
    <w:basedOn w:val="Text4"/>
    <w:rsid w:val="005C3CA0"/>
    <w:pPr>
      <w:numPr>
        <w:ilvl w:val="1"/>
        <w:numId w:val="25"/>
      </w:numPr>
    </w:pPr>
  </w:style>
  <w:style w:type="paragraph" w:customStyle="1" w:styleId="ListNumberLevel3">
    <w:name w:val="List Number (Level 3)"/>
    <w:basedOn w:val="Normal"/>
    <w:rsid w:val="005C3CA0"/>
    <w:pPr>
      <w:numPr>
        <w:ilvl w:val="2"/>
        <w:numId w:val="21"/>
      </w:numPr>
    </w:pPr>
  </w:style>
  <w:style w:type="paragraph" w:customStyle="1" w:styleId="ListNumber1Level3">
    <w:name w:val="List Number 1 (Level 3)"/>
    <w:basedOn w:val="Text1"/>
    <w:rsid w:val="005C3CA0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rsid w:val="005C3CA0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rsid w:val="005C3CA0"/>
    <w:pPr>
      <w:numPr>
        <w:ilvl w:val="2"/>
        <w:numId w:val="24"/>
      </w:numPr>
    </w:pPr>
  </w:style>
  <w:style w:type="paragraph" w:customStyle="1" w:styleId="ListNumber4Level3">
    <w:name w:val="List Number 4 (Level 3)"/>
    <w:basedOn w:val="Text4"/>
    <w:rsid w:val="005C3CA0"/>
    <w:pPr>
      <w:numPr>
        <w:ilvl w:val="2"/>
        <w:numId w:val="25"/>
      </w:numPr>
    </w:pPr>
  </w:style>
  <w:style w:type="paragraph" w:customStyle="1" w:styleId="ListNumberLevel4">
    <w:name w:val="List Number (Level 4)"/>
    <w:basedOn w:val="Normal"/>
    <w:rsid w:val="005C3CA0"/>
    <w:pPr>
      <w:numPr>
        <w:ilvl w:val="3"/>
        <w:numId w:val="21"/>
      </w:numPr>
    </w:pPr>
  </w:style>
  <w:style w:type="paragraph" w:customStyle="1" w:styleId="ListNumber1Level4">
    <w:name w:val="List Number 1 (Level 4)"/>
    <w:basedOn w:val="Text1"/>
    <w:rsid w:val="005C3CA0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rsid w:val="005C3CA0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rsid w:val="005C3CA0"/>
    <w:pPr>
      <w:numPr>
        <w:ilvl w:val="3"/>
        <w:numId w:val="24"/>
      </w:numPr>
    </w:pPr>
  </w:style>
  <w:style w:type="paragraph" w:customStyle="1" w:styleId="ListNumber4Level4">
    <w:name w:val="List Number 4 (Level 4)"/>
    <w:basedOn w:val="Text4"/>
    <w:rsid w:val="005C3CA0"/>
    <w:pPr>
      <w:numPr>
        <w:ilvl w:val="3"/>
        <w:numId w:val="25"/>
      </w:numPr>
    </w:pPr>
  </w:style>
  <w:style w:type="paragraph" w:customStyle="1" w:styleId="TableTitle">
    <w:name w:val="Table Title"/>
    <w:basedOn w:val="Normal"/>
    <w:next w:val="Normal"/>
    <w:rsid w:val="005C3CA0"/>
    <w:pPr>
      <w:jc w:val="center"/>
    </w:pPr>
    <w:rPr>
      <w:b/>
    </w:rPr>
  </w:style>
  <w:style w:type="character" w:customStyle="1" w:styleId="Marker">
    <w:name w:val="Marker"/>
    <w:basedOn w:val="DefaultParagraphFont"/>
    <w:rsid w:val="005C3CA0"/>
    <w:rPr>
      <w:color w:val="0000FF"/>
    </w:rPr>
  </w:style>
  <w:style w:type="character" w:customStyle="1" w:styleId="Marker1">
    <w:name w:val="Marker1"/>
    <w:basedOn w:val="DefaultParagraphFont"/>
    <w:rsid w:val="005C3CA0"/>
    <w:rPr>
      <w:color w:val="008000"/>
    </w:rPr>
  </w:style>
  <w:style w:type="character" w:customStyle="1" w:styleId="Marker2">
    <w:name w:val="Marker2"/>
    <w:basedOn w:val="DefaultParagraphFont"/>
    <w:rsid w:val="005C3CA0"/>
    <w:rPr>
      <w:color w:val="FF0000"/>
    </w:rPr>
  </w:style>
  <w:style w:type="paragraph" w:styleId="TOCHeading">
    <w:name w:val="TOC Heading"/>
    <w:basedOn w:val="Normal"/>
    <w:next w:val="Normal"/>
    <w:qFormat/>
    <w:rsid w:val="005C3CA0"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5C3CA0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C3CA0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5C3CA0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rsid w:val="005C3CA0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rsid w:val="005C3CA0"/>
    <w:pPr>
      <w:numPr>
        <w:numId w:val="26"/>
      </w:numPr>
    </w:pPr>
  </w:style>
  <w:style w:type="paragraph" w:customStyle="1" w:styleId="Corrigendum">
    <w:name w:val="Corrigendum"/>
    <w:basedOn w:val="Normal"/>
    <w:next w:val="Normal"/>
    <w:rsid w:val="005C3CA0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5C3CA0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rsid w:val="005C3CA0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5C3CA0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5C3CA0"/>
    <w:pPr>
      <w:keepNext/>
    </w:pPr>
  </w:style>
  <w:style w:type="paragraph" w:customStyle="1" w:styleId="Institutionquiagit">
    <w:name w:val="Institution qui agit"/>
    <w:basedOn w:val="Normal"/>
    <w:next w:val="Normal"/>
    <w:rsid w:val="005C3CA0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5C3CA0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5C3CA0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rsid w:val="005C3CA0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rsid w:val="005C3CA0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5C3CA0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5C3CA0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rsid w:val="005C3CA0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rsid w:val="005C3CA0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rsid w:val="005C3CA0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rsid w:val="005C3CA0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rsid w:val="005C3CA0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rsid w:val="005C3CA0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rsid w:val="005C3CA0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rsid w:val="005C3CA0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rsid w:val="005C3CA0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5C3CA0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rsid w:val="005C3CA0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5C3CA0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5C3CA0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rsid w:val="005C3CA0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5C3CA0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rsid w:val="005C3CA0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5C3CA0"/>
    <w:rPr>
      <w:b/>
      <w:u w:val="single"/>
    </w:rPr>
  </w:style>
  <w:style w:type="character" w:customStyle="1" w:styleId="Deleted">
    <w:name w:val="Deleted"/>
    <w:basedOn w:val="DefaultParagraphFont"/>
    <w:rsid w:val="005C3CA0"/>
    <w:rPr>
      <w:strike/>
    </w:rPr>
  </w:style>
  <w:style w:type="paragraph" w:customStyle="1" w:styleId="Address">
    <w:name w:val="Address"/>
    <w:basedOn w:val="Normal"/>
    <w:next w:val="Normal"/>
    <w:rsid w:val="005C3CA0"/>
    <w:pPr>
      <w:keepLines/>
      <w:spacing w:line="360" w:lineRule="auto"/>
      <w:ind w:left="3402"/>
      <w:jc w:val="left"/>
    </w:pPr>
  </w:style>
  <w:style w:type="paragraph" w:customStyle="1" w:styleId="Fichefinancirestandardtitre">
    <w:name w:val="Fiche financière (standard) titre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rsid w:val="005C3CA0"/>
    <w:pPr>
      <w:jc w:val="center"/>
    </w:pPr>
    <w:rPr>
      <w:b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lang w:val="fi-FI"/>
    </w:rPr>
  </w:style>
  <w:style w:type="character" w:styleId="Emphasis">
    <w:name w:val="Emphasis"/>
    <w:basedOn w:val="DefaultParagraphFont"/>
    <w:qFormat/>
    <w:rPr>
      <w:rFonts w:cs="Times New Roman"/>
      <w:i/>
      <w:iCs/>
    </w:rPr>
  </w:style>
  <w:style w:type="paragraph" w:customStyle="1" w:styleId="Fichehead1">
    <w:name w:val="Fiche head 1"/>
    <w:basedOn w:val="Normal"/>
    <w:pPr>
      <w:spacing w:before="0" w:after="240"/>
      <w:jc w:val="center"/>
    </w:pPr>
    <w:rPr>
      <w:b/>
    </w:rPr>
  </w:style>
  <w:style w:type="paragraph" w:customStyle="1" w:styleId="Fichehead2">
    <w:name w:val="Fiche head 2"/>
    <w:basedOn w:val="Normal"/>
    <w:pPr>
      <w:spacing w:before="0" w:after="240"/>
      <w:jc w:val="center"/>
    </w:pPr>
  </w:style>
  <w:style w:type="paragraph" w:customStyle="1" w:styleId="Fichetitle1">
    <w:name w:val="Fiche title 1"/>
    <w:basedOn w:val="Heading1"/>
    <w:pPr>
      <w:numPr>
        <w:numId w:val="1"/>
      </w:numPr>
      <w:tabs>
        <w:tab w:val="clear" w:pos="360"/>
        <w:tab w:val="num" w:pos="480"/>
        <w:tab w:val="num" w:pos="850"/>
      </w:tabs>
      <w:spacing w:before="240" w:after="240"/>
      <w:ind w:left="480" w:hanging="480"/>
    </w:pPr>
  </w:style>
  <w:style w:type="character" w:styleId="CommentReference">
    <w:name w:val="annotation reference"/>
    <w:basedOn w:val="DefaultParagraphFont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smallCaps/>
    </w:rPr>
  </w:style>
  <w:style w:type="paragraph" w:customStyle="1" w:styleId="Objetexterne">
    <w:name w:val="Objet externe"/>
    <w:basedOn w:val="Normal"/>
    <w:next w:val="Normal"/>
    <w:rsid w:val="005C3CA0"/>
    <w:rPr>
      <w:i/>
      <w:caps/>
    </w:rPr>
  </w:style>
  <w:style w:type="character" w:styleId="FollowedHyperlink">
    <w:name w:val="FollowedHyperlink"/>
    <w:basedOn w:val="DefaultParagraphFont"/>
    <w:rPr>
      <w:rFonts w:cs="Times New Roman"/>
      <w:color w:val="auto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EndnoteReference">
    <w:name w:val="endnote reference"/>
    <w:basedOn w:val="DefaultParagraphFont"/>
    <w:semiHidden/>
    <w:rPr>
      <w:rFonts w:cs="Times New Roman"/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  <w:jc w:val="both"/>
    </w:pPr>
    <w:rPr>
      <w:rFonts w:ascii="Courier New" w:hAnsi="Courier New" w:cs="Courier New"/>
      <w:snapToGrid w:val="0"/>
      <w:lang w:val="en-GB" w:eastAsia="en-GB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</w:style>
  <w:style w:type="paragraph" w:styleId="TOAHeading">
    <w:name w:val="toa heading"/>
    <w:basedOn w:val="Normal"/>
    <w:next w:val="Normal"/>
    <w:semiHidden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C3CA0"/>
    <w:pPr>
      <w:spacing w:before="120" w:after="120"/>
      <w:jc w:val="both"/>
    </w:pPr>
    <w:rPr>
      <w:sz w:val="24"/>
      <w:szCs w:val="24"/>
      <w:lang w:eastAsia="de-DE"/>
    </w:rPr>
  </w:style>
  <w:style w:type="paragraph" w:styleId="Heading1">
    <w:name w:val="heading 1"/>
    <w:basedOn w:val="Normal"/>
    <w:next w:val="Text1"/>
    <w:qFormat/>
    <w:rsid w:val="005C3CA0"/>
    <w:pPr>
      <w:keepNext/>
      <w:numPr>
        <w:numId w:val="10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Text2"/>
    <w:qFormat/>
    <w:rsid w:val="005C3CA0"/>
    <w:pPr>
      <w:keepNext/>
      <w:numPr>
        <w:ilvl w:val="1"/>
        <w:numId w:val="10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Text3"/>
    <w:qFormat/>
    <w:rsid w:val="005C3CA0"/>
    <w:pPr>
      <w:keepNext/>
      <w:numPr>
        <w:ilvl w:val="2"/>
        <w:numId w:val="10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Text4"/>
    <w:qFormat/>
    <w:rsid w:val="005C3CA0"/>
    <w:pPr>
      <w:keepNext/>
      <w:numPr>
        <w:ilvl w:val="3"/>
        <w:numId w:val="10"/>
      </w:numPr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5C3CA0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5C3CA0"/>
  </w:style>
  <w:style w:type="paragraph" w:styleId="Header">
    <w:name w:val="header"/>
    <w:basedOn w:val="Normal"/>
    <w:rsid w:val="005C3CA0"/>
    <w:pPr>
      <w:tabs>
        <w:tab w:val="right" w:pos="9071"/>
      </w:tabs>
    </w:pPr>
  </w:style>
  <w:style w:type="paragraph" w:styleId="Footer">
    <w:name w:val="footer"/>
    <w:basedOn w:val="Normal"/>
    <w:rsid w:val="005C3CA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rsid w:val="005C3CA0"/>
    <w:pPr>
      <w:spacing w:before="0" w:after="0"/>
      <w:ind w:left="720" w:hanging="720"/>
    </w:pPr>
    <w:rPr>
      <w:sz w:val="20"/>
      <w:szCs w:val="20"/>
    </w:rPr>
  </w:style>
  <w:style w:type="paragraph" w:styleId="ListBullet">
    <w:name w:val="List Bullet"/>
    <w:basedOn w:val="Normal"/>
    <w:rsid w:val="005C3CA0"/>
    <w:pPr>
      <w:numPr>
        <w:numId w:val="11"/>
      </w:numPr>
    </w:pPr>
  </w:style>
  <w:style w:type="paragraph" w:styleId="ListBullet2">
    <w:name w:val="List Bullet 2"/>
    <w:basedOn w:val="Normal"/>
    <w:rsid w:val="005C3CA0"/>
    <w:pPr>
      <w:numPr>
        <w:numId w:val="13"/>
      </w:numPr>
    </w:pPr>
  </w:style>
  <w:style w:type="paragraph" w:styleId="ListBullet3">
    <w:name w:val="List Bullet 3"/>
    <w:basedOn w:val="Normal"/>
    <w:rsid w:val="005C3CA0"/>
    <w:pPr>
      <w:numPr>
        <w:numId w:val="14"/>
      </w:numPr>
    </w:pPr>
  </w:style>
  <w:style w:type="paragraph" w:styleId="ListBullet4">
    <w:name w:val="List Bullet 4"/>
    <w:basedOn w:val="Normal"/>
    <w:rsid w:val="005C3CA0"/>
    <w:pPr>
      <w:numPr>
        <w:numId w:val="15"/>
      </w:numPr>
    </w:pPr>
  </w:style>
  <w:style w:type="paragraph" w:styleId="ListNumber">
    <w:name w:val="List Number"/>
    <w:basedOn w:val="Normal"/>
    <w:rsid w:val="005C3CA0"/>
    <w:pPr>
      <w:numPr>
        <w:numId w:val="21"/>
      </w:numPr>
    </w:pPr>
  </w:style>
  <w:style w:type="paragraph" w:styleId="ListNumber2">
    <w:name w:val="List Number 2"/>
    <w:basedOn w:val="Normal"/>
    <w:rsid w:val="005C3CA0"/>
    <w:pPr>
      <w:numPr>
        <w:numId w:val="23"/>
      </w:numPr>
    </w:pPr>
  </w:style>
  <w:style w:type="paragraph" w:styleId="ListNumber3">
    <w:name w:val="List Number 3"/>
    <w:basedOn w:val="Normal"/>
    <w:rsid w:val="005C3CA0"/>
    <w:pPr>
      <w:numPr>
        <w:numId w:val="24"/>
      </w:numPr>
    </w:pPr>
  </w:style>
  <w:style w:type="paragraph" w:styleId="ListNumber4">
    <w:name w:val="List Number 4"/>
    <w:basedOn w:val="Normal"/>
    <w:rsid w:val="005C3CA0"/>
    <w:pPr>
      <w:numPr>
        <w:numId w:val="25"/>
      </w:numPr>
    </w:pPr>
  </w:style>
  <w:style w:type="paragraph" w:styleId="TOC1">
    <w:name w:val="toc 1"/>
    <w:basedOn w:val="Normal"/>
    <w:next w:val="Normal"/>
    <w:semiHidden/>
    <w:rsid w:val="005C3CA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5C3CA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5C3CA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5C3CA0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5C3CA0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5C3CA0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5C3CA0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5C3CA0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5C3CA0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5C3CA0"/>
    <w:pPr>
      <w:tabs>
        <w:tab w:val="right" w:pos="14003"/>
      </w:tabs>
    </w:pPr>
  </w:style>
  <w:style w:type="paragraph" w:customStyle="1" w:styleId="FooterLandscape">
    <w:name w:val="FooterLandscape"/>
    <w:basedOn w:val="Normal"/>
    <w:rsid w:val="005C3CA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sid w:val="005C3CA0"/>
    <w:rPr>
      <w:vertAlign w:val="superscript"/>
    </w:rPr>
  </w:style>
  <w:style w:type="paragraph" w:customStyle="1" w:styleId="Text1">
    <w:name w:val="Text 1"/>
    <w:basedOn w:val="Normal"/>
    <w:rsid w:val="005C3CA0"/>
    <w:pPr>
      <w:ind w:left="850"/>
    </w:pPr>
  </w:style>
  <w:style w:type="paragraph" w:customStyle="1" w:styleId="Text2">
    <w:name w:val="Text 2"/>
    <w:basedOn w:val="Normal"/>
    <w:rsid w:val="005C3CA0"/>
    <w:pPr>
      <w:ind w:left="850"/>
    </w:pPr>
  </w:style>
  <w:style w:type="paragraph" w:customStyle="1" w:styleId="Text3">
    <w:name w:val="Text 3"/>
    <w:basedOn w:val="Normal"/>
    <w:rsid w:val="005C3CA0"/>
    <w:pPr>
      <w:ind w:left="850"/>
    </w:pPr>
  </w:style>
  <w:style w:type="paragraph" w:customStyle="1" w:styleId="Text4">
    <w:name w:val="Text 4"/>
    <w:basedOn w:val="Normal"/>
    <w:rsid w:val="005C3CA0"/>
    <w:pPr>
      <w:ind w:left="850"/>
    </w:pPr>
  </w:style>
  <w:style w:type="paragraph" w:customStyle="1" w:styleId="NormalCentered">
    <w:name w:val="Normal Centered"/>
    <w:basedOn w:val="Normal"/>
    <w:rsid w:val="005C3CA0"/>
    <w:pPr>
      <w:jc w:val="center"/>
    </w:pPr>
  </w:style>
  <w:style w:type="paragraph" w:customStyle="1" w:styleId="NormalLeft">
    <w:name w:val="Normal Left"/>
    <w:basedOn w:val="Normal"/>
    <w:rsid w:val="005C3CA0"/>
    <w:pPr>
      <w:jc w:val="left"/>
    </w:pPr>
  </w:style>
  <w:style w:type="paragraph" w:customStyle="1" w:styleId="NormalRight">
    <w:name w:val="Normal Right"/>
    <w:basedOn w:val="Normal"/>
    <w:rsid w:val="005C3CA0"/>
    <w:pPr>
      <w:jc w:val="right"/>
    </w:pPr>
  </w:style>
  <w:style w:type="paragraph" w:customStyle="1" w:styleId="QuotedText">
    <w:name w:val="Quoted Text"/>
    <w:basedOn w:val="Normal"/>
    <w:rsid w:val="005C3CA0"/>
    <w:pPr>
      <w:ind w:left="1417"/>
    </w:pPr>
  </w:style>
  <w:style w:type="paragraph" w:customStyle="1" w:styleId="Point0">
    <w:name w:val="Point 0"/>
    <w:basedOn w:val="Normal"/>
    <w:rsid w:val="005C3CA0"/>
    <w:pPr>
      <w:ind w:left="850" w:hanging="850"/>
    </w:pPr>
  </w:style>
  <w:style w:type="paragraph" w:customStyle="1" w:styleId="Point1">
    <w:name w:val="Point 1"/>
    <w:basedOn w:val="Normal"/>
    <w:rsid w:val="005C3CA0"/>
    <w:pPr>
      <w:ind w:left="1417" w:hanging="567"/>
    </w:pPr>
  </w:style>
  <w:style w:type="paragraph" w:customStyle="1" w:styleId="Point2">
    <w:name w:val="Point 2"/>
    <w:basedOn w:val="Normal"/>
    <w:rsid w:val="005C3CA0"/>
    <w:pPr>
      <w:ind w:left="1984" w:hanging="567"/>
    </w:pPr>
  </w:style>
  <w:style w:type="paragraph" w:customStyle="1" w:styleId="Point3">
    <w:name w:val="Point 3"/>
    <w:basedOn w:val="Normal"/>
    <w:rsid w:val="005C3CA0"/>
    <w:pPr>
      <w:ind w:left="2551" w:hanging="567"/>
    </w:pPr>
  </w:style>
  <w:style w:type="paragraph" w:customStyle="1" w:styleId="Point4">
    <w:name w:val="Point 4"/>
    <w:basedOn w:val="Normal"/>
    <w:rsid w:val="005C3CA0"/>
    <w:pPr>
      <w:ind w:left="3118" w:hanging="567"/>
    </w:pPr>
  </w:style>
  <w:style w:type="paragraph" w:customStyle="1" w:styleId="Tiret0">
    <w:name w:val="Tiret 0"/>
    <w:basedOn w:val="Point0"/>
    <w:rsid w:val="005C3CA0"/>
    <w:pPr>
      <w:numPr>
        <w:numId w:val="4"/>
      </w:numPr>
    </w:pPr>
  </w:style>
  <w:style w:type="paragraph" w:customStyle="1" w:styleId="Tiret1">
    <w:name w:val="Tiret 1"/>
    <w:basedOn w:val="Point1"/>
    <w:rsid w:val="005C3CA0"/>
    <w:pPr>
      <w:numPr>
        <w:numId w:val="5"/>
      </w:numPr>
    </w:pPr>
  </w:style>
  <w:style w:type="paragraph" w:customStyle="1" w:styleId="Tiret2">
    <w:name w:val="Tiret 2"/>
    <w:basedOn w:val="Point2"/>
    <w:rsid w:val="005C3CA0"/>
    <w:pPr>
      <w:numPr>
        <w:numId w:val="6"/>
      </w:numPr>
    </w:pPr>
  </w:style>
  <w:style w:type="paragraph" w:customStyle="1" w:styleId="Tiret3">
    <w:name w:val="Tiret 3"/>
    <w:basedOn w:val="Point3"/>
    <w:rsid w:val="005C3CA0"/>
    <w:pPr>
      <w:numPr>
        <w:numId w:val="7"/>
      </w:numPr>
    </w:pPr>
  </w:style>
  <w:style w:type="paragraph" w:customStyle="1" w:styleId="Tiret4">
    <w:name w:val="Tiret 4"/>
    <w:basedOn w:val="Point4"/>
    <w:rsid w:val="005C3CA0"/>
    <w:pPr>
      <w:numPr>
        <w:numId w:val="8"/>
      </w:numPr>
    </w:pPr>
  </w:style>
  <w:style w:type="paragraph" w:customStyle="1" w:styleId="PointDouble0">
    <w:name w:val="PointDouble 0"/>
    <w:basedOn w:val="Normal"/>
    <w:rsid w:val="005C3CA0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C3CA0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C3CA0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C3CA0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C3CA0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C3CA0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C3CA0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C3CA0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C3CA0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C3CA0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5C3CA0"/>
    <w:pPr>
      <w:numPr>
        <w:numId w:val="9"/>
      </w:numPr>
    </w:pPr>
  </w:style>
  <w:style w:type="paragraph" w:customStyle="1" w:styleId="NumPar2">
    <w:name w:val="NumPar 2"/>
    <w:basedOn w:val="Normal"/>
    <w:next w:val="Text2"/>
    <w:rsid w:val="005C3CA0"/>
    <w:pPr>
      <w:numPr>
        <w:ilvl w:val="1"/>
        <w:numId w:val="9"/>
      </w:numPr>
    </w:pPr>
  </w:style>
  <w:style w:type="paragraph" w:customStyle="1" w:styleId="NumPar3">
    <w:name w:val="NumPar 3"/>
    <w:basedOn w:val="Normal"/>
    <w:next w:val="Text3"/>
    <w:rsid w:val="005C3CA0"/>
    <w:pPr>
      <w:numPr>
        <w:ilvl w:val="2"/>
        <w:numId w:val="9"/>
      </w:numPr>
    </w:pPr>
  </w:style>
  <w:style w:type="paragraph" w:customStyle="1" w:styleId="NumPar4">
    <w:name w:val="NumPar 4"/>
    <w:basedOn w:val="Normal"/>
    <w:next w:val="Text4"/>
    <w:rsid w:val="005C3CA0"/>
    <w:pPr>
      <w:numPr>
        <w:ilvl w:val="3"/>
        <w:numId w:val="9"/>
      </w:numPr>
    </w:pPr>
  </w:style>
  <w:style w:type="paragraph" w:customStyle="1" w:styleId="ManualNumPar1">
    <w:name w:val="Manual NumPar 1"/>
    <w:basedOn w:val="Normal"/>
    <w:next w:val="Text1"/>
    <w:rsid w:val="005C3CA0"/>
    <w:pPr>
      <w:ind w:left="850" w:hanging="850"/>
    </w:pPr>
  </w:style>
  <w:style w:type="paragraph" w:customStyle="1" w:styleId="ManualNumPar2">
    <w:name w:val="Manual NumPar 2"/>
    <w:basedOn w:val="Normal"/>
    <w:next w:val="Text2"/>
    <w:rsid w:val="005C3CA0"/>
    <w:pPr>
      <w:ind w:left="850" w:hanging="850"/>
    </w:pPr>
  </w:style>
  <w:style w:type="paragraph" w:customStyle="1" w:styleId="ManualNumPar3">
    <w:name w:val="Manual NumPar 3"/>
    <w:basedOn w:val="Normal"/>
    <w:next w:val="Text3"/>
    <w:rsid w:val="005C3CA0"/>
    <w:pPr>
      <w:ind w:left="850" w:hanging="850"/>
    </w:pPr>
  </w:style>
  <w:style w:type="paragraph" w:customStyle="1" w:styleId="ManualNumPar4">
    <w:name w:val="Manual NumPar 4"/>
    <w:basedOn w:val="Normal"/>
    <w:next w:val="Text4"/>
    <w:rsid w:val="005C3CA0"/>
    <w:pPr>
      <w:ind w:left="850" w:hanging="850"/>
    </w:pPr>
  </w:style>
  <w:style w:type="paragraph" w:customStyle="1" w:styleId="QuotedNumPar">
    <w:name w:val="Quoted NumPar"/>
    <w:basedOn w:val="Normal"/>
    <w:rsid w:val="005C3CA0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5C3CA0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rsid w:val="005C3CA0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rsid w:val="005C3CA0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rsid w:val="005C3CA0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5C3CA0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5C3CA0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5C3CA0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rsid w:val="005C3CA0"/>
    <w:pPr>
      <w:numPr>
        <w:numId w:val="12"/>
      </w:numPr>
    </w:pPr>
  </w:style>
  <w:style w:type="paragraph" w:customStyle="1" w:styleId="ListDash">
    <w:name w:val="List Dash"/>
    <w:basedOn w:val="Normal"/>
    <w:rsid w:val="005C3CA0"/>
    <w:pPr>
      <w:numPr>
        <w:numId w:val="16"/>
      </w:numPr>
    </w:pPr>
  </w:style>
  <w:style w:type="paragraph" w:customStyle="1" w:styleId="ListDash1">
    <w:name w:val="List Dash 1"/>
    <w:basedOn w:val="Normal"/>
    <w:rsid w:val="00B03AB3"/>
    <w:pPr>
      <w:numPr>
        <w:numId w:val="17"/>
      </w:numPr>
    </w:pPr>
  </w:style>
  <w:style w:type="paragraph" w:customStyle="1" w:styleId="ListDash2">
    <w:name w:val="List Dash 2"/>
    <w:basedOn w:val="Normal"/>
    <w:rsid w:val="005C3CA0"/>
    <w:pPr>
      <w:numPr>
        <w:numId w:val="18"/>
      </w:numPr>
    </w:pPr>
  </w:style>
  <w:style w:type="paragraph" w:customStyle="1" w:styleId="ListDash3">
    <w:name w:val="List Dash 3"/>
    <w:basedOn w:val="Normal"/>
    <w:rsid w:val="005C3CA0"/>
    <w:pPr>
      <w:numPr>
        <w:numId w:val="19"/>
      </w:numPr>
    </w:pPr>
  </w:style>
  <w:style w:type="paragraph" w:customStyle="1" w:styleId="ListDash4">
    <w:name w:val="List Dash 4"/>
    <w:basedOn w:val="Normal"/>
    <w:rsid w:val="005C3CA0"/>
    <w:pPr>
      <w:numPr>
        <w:numId w:val="20"/>
      </w:numPr>
    </w:pPr>
  </w:style>
  <w:style w:type="paragraph" w:customStyle="1" w:styleId="ListNumber1">
    <w:name w:val="List Number 1"/>
    <w:basedOn w:val="Text1"/>
    <w:rsid w:val="005C3CA0"/>
    <w:pPr>
      <w:numPr>
        <w:numId w:val="22"/>
      </w:numPr>
    </w:pPr>
  </w:style>
  <w:style w:type="paragraph" w:customStyle="1" w:styleId="ListNumberLevel2">
    <w:name w:val="List Number (Level 2)"/>
    <w:basedOn w:val="Normal"/>
    <w:rsid w:val="005C3CA0"/>
    <w:pPr>
      <w:numPr>
        <w:ilvl w:val="1"/>
        <w:numId w:val="21"/>
      </w:numPr>
    </w:pPr>
  </w:style>
  <w:style w:type="paragraph" w:customStyle="1" w:styleId="ListNumber1Level2">
    <w:name w:val="List Number 1 (Level 2)"/>
    <w:basedOn w:val="Text1"/>
    <w:rsid w:val="005C3CA0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rsid w:val="005C3CA0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rsid w:val="005C3CA0"/>
    <w:pPr>
      <w:numPr>
        <w:ilvl w:val="1"/>
        <w:numId w:val="24"/>
      </w:numPr>
    </w:pPr>
  </w:style>
  <w:style w:type="paragraph" w:customStyle="1" w:styleId="ListNumber4Level2">
    <w:name w:val="List Number 4 (Level 2)"/>
    <w:basedOn w:val="Text4"/>
    <w:rsid w:val="005C3CA0"/>
    <w:pPr>
      <w:numPr>
        <w:ilvl w:val="1"/>
        <w:numId w:val="25"/>
      </w:numPr>
    </w:pPr>
  </w:style>
  <w:style w:type="paragraph" w:customStyle="1" w:styleId="ListNumberLevel3">
    <w:name w:val="List Number (Level 3)"/>
    <w:basedOn w:val="Normal"/>
    <w:rsid w:val="005C3CA0"/>
    <w:pPr>
      <w:numPr>
        <w:ilvl w:val="2"/>
        <w:numId w:val="21"/>
      </w:numPr>
    </w:pPr>
  </w:style>
  <w:style w:type="paragraph" w:customStyle="1" w:styleId="ListNumber1Level3">
    <w:name w:val="List Number 1 (Level 3)"/>
    <w:basedOn w:val="Text1"/>
    <w:rsid w:val="005C3CA0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rsid w:val="005C3CA0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rsid w:val="005C3CA0"/>
    <w:pPr>
      <w:numPr>
        <w:ilvl w:val="2"/>
        <w:numId w:val="24"/>
      </w:numPr>
    </w:pPr>
  </w:style>
  <w:style w:type="paragraph" w:customStyle="1" w:styleId="ListNumber4Level3">
    <w:name w:val="List Number 4 (Level 3)"/>
    <w:basedOn w:val="Text4"/>
    <w:rsid w:val="005C3CA0"/>
    <w:pPr>
      <w:numPr>
        <w:ilvl w:val="2"/>
        <w:numId w:val="25"/>
      </w:numPr>
    </w:pPr>
  </w:style>
  <w:style w:type="paragraph" w:customStyle="1" w:styleId="ListNumberLevel4">
    <w:name w:val="List Number (Level 4)"/>
    <w:basedOn w:val="Normal"/>
    <w:rsid w:val="005C3CA0"/>
    <w:pPr>
      <w:numPr>
        <w:ilvl w:val="3"/>
        <w:numId w:val="21"/>
      </w:numPr>
    </w:pPr>
  </w:style>
  <w:style w:type="paragraph" w:customStyle="1" w:styleId="ListNumber1Level4">
    <w:name w:val="List Number 1 (Level 4)"/>
    <w:basedOn w:val="Text1"/>
    <w:rsid w:val="005C3CA0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rsid w:val="005C3CA0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rsid w:val="005C3CA0"/>
    <w:pPr>
      <w:numPr>
        <w:ilvl w:val="3"/>
        <w:numId w:val="24"/>
      </w:numPr>
    </w:pPr>
  </w:style>
  <w:style w:type="paragraph" w:customStyle="1" w:styleId="ListNumber4Level4">
    <w:name w:val="List Number 4 (Level 4)"/>
    <w:basedOn w:val="Text4"/>
    <w:rsid w:val="005C3CA0"/>
    <w:pPr>
      <w:numPr>
        <w:ilvl w:val="3"/>
        <w:numId w:val="25"/>
      </w:numPr>
    </w:pPr>
  </w:style>
  <w:style w:type="paragraph" w:customStyle="1" w:styleId="TableTitle">
    <w:name w:val="Table Title"/>
    <w:basedOn w:val="Normal"/>
    <w:next w:val="Normal"/>
    <w:rsid w:val="005C3CA0"/>
    <w:pPr>
      <w:jc w:val="center"/>
    </w:pPr>
    <w:rPr>
      <w:b/>
    </w:rPr>
  </w:style>
  <w:style w:type="character" w:customStyle="1" w:styleId="Marker">
    <w:name w:val="Marker"/>
    <w:basedOn w:val="DefaultParagraphFont"/>
    <w:rsid w:val="005C3CA0"/>
    <w:rPr>
      <w:color w:val="0000FF"/>
    </w:rPr>
  </w:style>
  <w:style w:type="character" w:customStyle="1" w:styleId="Marker1">
    <w:name w:val="Marker1"/>
    <w:basedOn w:val="DefaultParagraphFont"/>
    <w:rsid w:val="005C3CA0"/>
    <w:rPr>
      <w:color w:val="008000"/>
    </w:rPr>
  </w:style>
  <w:style w:type="character" w:customStyle="1" w:styleId="Marker2">
    <w:name w:val="Marker2"/>
    <w:basedOn w:val="DefaultParagraphFont"/>
    <w:rsid w:val="005C3CA0"/>
    <w:rPr>
      <w:color w:val="FF0000"/>
    </w:rPr>
  </w:style>
  <w:style w:type="paragraph" w:styleId="TOCHeading">
    <w:name w:val="TOC Heading"/>
    <w:basedOn w:val="Normal"/>
    <w:next w:val="Normal"/>
    <w:qFormat/>
    <w:rsid w:val="005C3CA0"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5C3CA0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C3CA0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5C3CA0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rsid w:val="005C3CA0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rsid w:val="005C3CA0"/>
    <w:pPr>
      <w:numPr>
        <w:numId w:val="26"/>
      </w:numPr>
    </w:pPr>
  </w:style>
  <w:style w:type="paragraph" w:customStyle="1" w:styleId="Corrigendum">
    <w:name w:val="Corrigendum"/>
    <w:basedOn w:val="Normal"/>
    <w:next w:val="Normal"/>
    <w:rsid w:val="005C3CA0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5C3CA0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rsid w:val="005C3CA0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5C3CA0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5C3CA0"/>
    <w:pPr>
      <w:keepNext/>
    </w:pPr>
  </w:style>
  <w:style w:type="paragraph" w:customStyle="1" w:styleId="Institutionquiagit">
    <w:name w:val="Institution qui agit"/>
    <w:basedOn w:val="Normal"/>
    <w:next w:val="Normal"/>
    <w:rsid w:val="005C3CA0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5C3CA0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5C3CA0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rsid w:val="005C3CA0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rsid w:val="005C3CA0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5C3CA0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5C3CA0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rsid w:val="005C3CA0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rsid w:val="005C3CA0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rsid w:val="005C3CA0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rsid w:val="005C3CA0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rsid w:val="005C3CA0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rsid w:val="005C3CA0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rsid w:val="005C3CA0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rsid w:val="005C3CA0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rsid w:val="005C3CA0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5C3CA0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rsid w:val="005C3CA0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5C3CA0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5C3CA0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rsid w:val="005C3CA0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5C3CA0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rsid w:val="005C3CA0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5C3CA0"/>
    <w:rPr>
      <w:b/>
      <w:u w:val="single"/>
    </w:rPr>
  </w:style>
  <w:style w:type="character" w:customStyle="1" w:styleId="Deleted">
    <w:name w:val="Deleted"/>
    <w:basedOn w:val="DefaultParagraphFont"/>
    <w:rsid w:val="005C3CA0"/>
    <w:rPr>
      <w:strike/>
    </w:rPr>
  </w:style>
  <w:style w:type="paragraph" w:customStyle="1" w:styleId="Address">
    <w:name w:val="Address"/>
    <w:basedOn w:val="Normal"/>
    <w:next w:val="Normal"/>
    <w:rsid w:val="005C3CA0"/>
    <w:pPr>
      <w:keepLines/>
      <w:spacing w:line="360" w:lineRule="auto"/>
      <w:ind w:left="3402"/>
      <w:jc w:val="left"/>
    </w:pPr>
  </w:style>
  <w:style w:type="paragraph" w:customStyle="1" w:styleId="Fichefinancirestandardtitre">
    <w:name w:val="Fiche financière (standard) titre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rsid w:val="005C3CA0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rsid w:val="005C3CA0"/>
    <w:pPr>
      <w:jc w:val="center"/>
    </w:pPr>
    <w:rPr>
      <w:b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lang w:val="fi-FI"/>
    </w:rPr>
  </w:style>
  <w:style w:type="character" w:styleId="Emphasis">
    <w:name w:val="Emphasis"/>
    <w:basedOn w:val="DefaultParagraphFont"/>
    <w:qFormat/>
    <w:rPr>
      <w:rFonts w:cs="Times New Roman"/>
      <w:i/>
      <w:iCs/>
    </w:rPr>
  </w:style>
  <w:style w:type="paragraph" w:customStyle="1" w:styleId="Fichehead1">
    <w:name w:val="Fiche head 1"/>
    <w:basedOn w:val="Normal"/>
    <w:pPr>
      <w:spacing w:before="0" w:after="240"/>
      <w:jc w:val="center"/>
    </w:pPr>
    <w:rPr>
      <w:b/>
    </w:rPr>
  </w:style>
  <w:style w:type="paragraph" w:customStyle="1" w:styleId="Fichehead2">
    <w:name w:val="Fiche head 2"/>
    <w:basedOn w:val="Normal"/>
    <w:pPr>
      <w:spacing w:before="0" w:after="240"/>
      <w:jc w:val="center"/>
    </w:pPr>
  </w:style>
  <w:style w:type="paragraph" w:customStyle="1" w:styleId="Fichetitle1">
    <w:name w:val="Fiche title 1"/>
    <w:basedOn w:val="Heading1"/>
    <w:pPr>
      <w:numPr>
        <w:numId w:val="1"/>
      </w:numPr>
      <w:tabs>
        <w:tab w:val="clear" w:pos="360"/>
        <w:tab w:val="num" w:pos="480"/>
        <w:tab w:val="num" w:pos="850"/>
      </w:tabs>
      <w:spacing w:before="240" w:after="240"/>
      <w:ind w:left="480" w:hanging="480"/>
    </w:pPr>
  </w:style>
  <w:style w:type="character" w:styleId="CommentReference">
    <w:name w:val="annotation reference"/>
    <w:basedOn w:val="DefaultParagraphFont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smallCaps/>
    </w:rPr>
  </w:style>
  <w:style w:type="paragraph" w:customStyle="1" w:styleId="Objetexterne">
    <w:name w:val="Objet externe"/>
    <w:basedOn w:val="Normal"/>
    <w:next w:val="Normal"/>
    <w:rsid w:val="005C3CA0"/>
    <w:rPr>
      <w:i/>
      <w:caps/>
    </w:rPr>
  </w:style>
  <w:style w:type="character" w:styleId="FollowedHyperlink">
    <w:name w:val="FollowedHyperlink"/>
    <w:basedOn w:val="DefaultParagraphFont"/>
    <w:rPr>
      <w:rFonts w:cs="Times New Roman"/>
      <w:color w:val="auto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EndnoteReference">
    <w:name w:val="endnote reference"/>
    <w:basedOn w:val="DefaultParagraphFont"/>
    <w:semiHidden/>
    <w:rPr>
      <w:rFonts w:cs="Times New Roman"/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  <w:jc w:val="both"/>
    </w:pPr>
    <w:rPr>
      <w:rFonts w:ascii="Courier New" w:hAnsi="Courier New" w:cs="Courier New"/>
      <w:snapToGrid w:val="0"/>
      <w:lang w:val="en-GB" w:eastAsia="en-GB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</w:style>
  <w:style w:type="paragraph" w:styleId="TOAHeading">
    <w:name w:val="toa heading"/>
    <w:basedOn w:val="Normal"/>
    <w:next w:val="Normal"/>
    <w:semiHidden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templates\CO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25F5B6-8A1C-405D-BCC4-3108EB837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B6E0FF-7B86-4C7F-99C0-897457622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C4DAA-5F16-4476-AE44-B97106854E66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</Template>
  <TotalTime>1</TotalTime>
  <Pages>3</Pages>
  <Words>512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Especialidades tradicionais garantidas (DOP/IGP) - pedido de registo </vt:lpstr>
    </vt:vector>
  </TitlesOfParts>
  <Company>European Commission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Especialidades tradicionais garantidas (DOP/IGP) - pedido de registo</dc:title>
  <dc:creator>hyvoeke</dc:creator>
  <cp:lastModifiedBy>GONCALVES Susana (DGT)</cp:lastModifiedBy>
  <cp:revision>2</cp:revision>
  <cp:lastPrinted>2007-07-17T12:35:00Z</cp:lastPrinted>
  <dcterms:created xsi:type="dcterms:W3CDTF">2016-11-09T15:56:00Z</dcterms:created>
  <dcterms:modified xsi:type="dcterms:W3CDTF">2016-11-09T15:56:00Z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C/SEC</vt:lpwstr>
  </property>
  <property fmtid="{D5CDD505-2E9C-101B-9397-08002B2CF9AE}" pid="3" name="Classification">
    <vt:lpwstr> </vt:lpwstr>
  </property>
  <property fmtid="{D5CDD505-2E9C-101B-9397-08002B2CF9AE}" pid="4" name="Version">
    <vt:lpwstr>5.4.2.5</vt:lpwstr>
  </property>
  <property fmtid="{D5CDD505-2E9C-101B-9397-08002B2CF9AE}" pid="5" name="Last edited using">
    <vt:lpwstr>LW 5.6, Build 20091105</vt:lpwstr>
  </property>
  <property fmtid="{D5CDD505-2E9C-101B-9397-08002B2CF9AE}" pid="6" name="Created using">
    <vt:lpwstr>LW 5.4, Build 20051126</vt:lpwstr>
  </property>
</Properties>
</file>